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800" w:rsidRPr="00352FFF" w:rsidRDefault="00C96800" w:rsidP="00352FFF">
      <w:pPr>
        <w:ind w:left="2124" w:firstLine="708"/>
        <w:rPr>
          <w:sz w:val="20"/>
          <w:szCs w:val="20"/>
        </w:rPr>
      </w:pPr>
      <w:r w:rsidRPr="00352FFF">
        <w:rPr>
          <w:sz w:val="20"/>
          <w:szCs w:val="20"/>
        </w:rPr>
        <w:t xml:space="preserve">BAFRA KIZILIRMAK ANADOLU ÖĞRETMEN LİSESİ </w:t>
      </w:r>
    </w:p>
    <w:p w:rsidR="00C96800" w:rsidRPr="00352FFF" w:rsidRDefault="00C96800" w:rsidP="00103C73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2011 / 2012 ÖĞRETİM YILI</w:t>
      </w:r>
      <w:r>
        <w:rPr>
          <w:sz w:val="20"/>
          <w:szCs w:val="20"/>
        </w:rPr>
        <w:t>, I. DÖNEM</w:t>
      </w:r>
    </w:p>
    <w:p w:rsidR="00C96800" w:rsidRPr="00352FFF" w:rsidRDefault="00C96800" w:rsidP="00103C73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DRAMATİK SANATLAR/SİNEMA</w:t>
      </w:r>
    </w:p>
    <w:p w:rsidR="00C96800" w:rsidRPr="00352FFF" w:rsidRDefault="00C96800" w:rsidP="00F72D81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6 SAATLİK DERS DIŞI EGZERSİZ YILLIK ÇALIŞMA PLANI</w:t>
      </w:r>
    </w:p>
    <w:p w:rsidR="00C96800" w:rsidRPr="001412B7" w:rsidRDefault="00C96800" w:rsidP="00F72D81">
      <w:pPr>
        <w:jc w:val="center"/>
        <w:rPr>
          <w:sz w:val="28"/>
          <w:szCs w:val="28"/>
        </w:rPr>
      </w:pPr>
      <w:hyperlink r:id="rId5" w:history="1">
        <w:r w:rsidRPr="001412B7">
          <w:rPr>
            <w:rStyle w:val="Hyperlink"/>
            <w:sz w:val="28"/>
            <w:szCs w:val="28"/>
          </w:rPr>
          <w:t>www.edebiyatogretmeni.net</w:t>
        </w:r>
      </w:hyperlink>
      <w:r w:rsidRPr="001412B7">
        <w:rPr>
          <w:sz w:val="28"/>
          <w:szCs w:val="28"/>
        </w:rPr>
        <w:t xml:space="preserve"> </w:t>
      </w:r>
    </w:p>
    <w:tbl>
      <w:tblPr>
        <w:tblW w:w="110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46"/>
        <w:gridCol w:w="1203"/>
        <w:gridCol w:w="1348"/>
        <w:gridCol w:w="1156"/>
        <w:gridCol w:w="1169"/>
        <w:gridCol w:w="1154"/>
        <w:gridCol w:w="7"/>
        <w:gridCol w:w="1071"/>
        <w:gridCol w:w="2693"/>
      </w:tblGrid>
      <w:tr w:rsidR="00C96800" w:rsidRPr="00352FFF">
        <w:trPr>
          <w:trHeight w:val="591"/>
        </w:trPr>
        <w:tc>
          <w:tcPr>
            <w:tcW w:w="710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AY</w:t>
            </w:r>
          </w:p>
        </w:tc>
        <w:tc>
          <w:tcPr>
            <w:tcW w:w="546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HA</w:t>
            </w:r>
          </w:p>
        </w:tc>
        <w:tc>
          <w:tcPr>
            <w:tcW w:w="1203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TARİH</w:t>
            </w:r>
          </w:p>
        </w:tc>
        <w:tc>
          <w:tcPr>
            <w:tcW w:w="1348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SAAT</w:t>
            </w:r>
          </w:p>
        </w:tc>
        <w:tc>
          <w:tcPr>
            <w:tcW w:w="1156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1169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ÖĞRENCİ</w:t>
            </w:r>
          </w:p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 xml:space="preserve"> SAYISI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YERİ</w:t>
            </w:r>
          </w:p>
        </w:tc>
        <w:tc>
          <w:tcPr>
            <w:tcW w:w="1071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TÜRÜ</w:t>
            </w:r>
          </w:p>
        </w:tc>
        <w:tc>
          <w:tcPr>
            <w:tcW w:w="2693" w:type="dxa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KONUSU</w:t>
            </w:r>
          </w:p>
        </w:tc>
      </w:tr>
      <w:tr w:rsidR="00C96800" w:rsidRPr="00352FFF">
        <w:tc>
          <w:tcPr>
            <w:tcW w:w="710" w:type="dxa"/>
            <w:vMerge w:val="restart"/>
            <w:textDirection w:val="btLr"/>
          </w:tcPr>
          <w:p w:rsidR="00C96800" w:rsidRPr="00352FFF" w:rsidRDefault="00C96800" w:rsidP="004075BF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EKİM</w:t>
            </w: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5C5B3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05325A">
            <w:pPr>
              <w:jc w:val="center"/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C61D99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Öğrenci</w:t>
            </w:r>
            <w:r>
              <w:rPr>
                <w:sz w:val="18"/>
                <w:szCs w:val="18"/>
              </w:rPr>
              <w:t xml:space="preserve"> seçimi ve yapılacak çalışmalar</w:t>
            </w:r>
            <w:r w:rsidRPr="00352FFF">
              <w:rPr>
                <w:sz w:val="18"/>
                <w:szCs w:val="18"/>
              </w:rPr>
              <w:t>ın anlatılması</w:t>
            </w:r>
          </w:p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C2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D610A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C2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7F2E3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C23A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595512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Sinemanın  Bilgisi</w:t>
            </w:r>
          </w:p>
          <w:p w:rsidR="00C96800" w:rsidRPr="00352FFF" w:rsidRDefault="00C96800" w:rsidP="00EB0616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 xml:space="preserve">a) Sinema nedir? </w:t>
            </w:r>
          </w:p>
          <w:p w:rsidR="00C96800" w:rsidRPr="00352FFF" w:rsidRDefault="00C96800" w:rsidP="00EB0616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b) Sinemanın tarihi</w:t>
            </w:r>
            <w:r>
              <w:rPr>
                <w:sz w:val="18"/>
                <w:szCs w:val="18"/>
              </w:rPr>
              <w:t xml:space="preserve"> ve</w:t>
            </w:r>
            <w:r w:rsidRPr="00352FFF">
              <w:rPr>
                <w:sz w:val="18"/>
                <w:szCs w:val="18"/>
              </w:rPr>
              <w:t xml:space="preserve"> terimleri</w:t>
            </w:r>
          </w:p>
          <w:p w:rsidR="00C96800" w:rsidRPr="00352FFF" w:rsidRDefault="00C96800" w:rsidP="00EB0616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c) Türk Sinema tarihi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EB0616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D3202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EB0616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  <w:p w:rsidR="00C96800" w:rsidRPr="00352FFF" w:rsidRDefault="00C96800" w:rsidP="00725703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Movie Maker  Programı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19.10.2011</w:t>
            </w:r>
          </w:p>
        </w:tc>
        <w:tc>
          <w:tcPr>
            <w:tcW w:w="1348" w:type="dxa"/>
          </w:tcPr>
          <w:p w:rsidR="00C96800" w:rsidRPr="00352FFF" w:rsidRDefault="00C96800" w:rsidP="00D3202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 xml:space="preserve">“Dersimiz Atatürk” </w:t>
            </w:r>
            <w:r w:rsidRPr="00352FFF">
              <w:rPr>
                <w:sz w:val="18"/>
                <w:szCs w:val="18"/>
              </w:rPr>
              <w:t xml:space="preserve"> isimli filmin seyrettirilmesi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8156BC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352FFF">
              <w:rPr>
                <w:sz w:val="18"/>
                <w:szCs w:val="18"/>
              </w:rPr>
              <w:t>.10.201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D3202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671ED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>
              <w:rPr>
                <w:sz w:val="18"/>
                <w:szCs w:val="18"/>
              </w:rPr>
              <w:t>Program alanı</w:t>
            </w:r>
          </w:p>
        </w:tc>
        <w:tc>
          <w:tcPr>
            <w:tcW w:w="1071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29 Ekim Cumhuriyet Bayramı programının fotoğraflanması</w:t>
            </w:r>
          </w:p>
        </w:tc>
      </w:tr>
      <w:tr w:rsidR="00C96800" w:rsidRPr="00352FFF">
        <w:trPr>
          <w:trHeight w:val="132"/>
        </w:trPr>
        <w:tc>
          <w:tcPr>
            <w:tcW w:w="11057" w:type="dxa"/>
            <w:gridSpan w:val="10"/>
          </w:tcPr>
          <w:p w:rsidR="00C96800" w:rsidRPr="00352FFF" w:rsidRDefault="00C96800" w:rsidP="0005325A">
            <w:pPr>
              <w:jc w:val="center"/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128"/>
        </w:trPr>
        <w:tc>
          <w:tcPr>
            <w:tcW w:w="710" w:type="dxa"/>
            <w:vMerge w:val="restart"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KASIM</w:t>
            </w: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01.11.201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B3114B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333EE1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29 Ekim Cumhuriyet Bayramı programında çekilen fotoğrafların movie maker programında kullanılması</w:t>
            </w:r>
          </w:p>
        </w:tc>
      </w:tr>
      <w:tr w:rsidR="00C96800" w:rsidRPr="00352FFF">
        <w:trPr>
          <w:trHeight w:val="367"/>
        </w:trPr>
        <w:tc>
          <w:tcPr>
            <w:tcW w:w="710" w:type="dxa"/>
            <w:vMerge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02.11.201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B3114B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DD3F76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367"/>
        </w:trPr>
        <w:tc>
          <w:tcPr>
            <w:tcW w:w="710" w:type="dxa"/>
            <w:vMerge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03.11.2011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B3114B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DD3F76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Movie Maker programıyla yapılan çalışmaların gösterimi</w:t>
            </w: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801" w:type="dxa"/>
            <w:gridSpan w:val="8"/>
          </w:tcPr>
          <w:p w:rsidR="00C96800" w:rsidRPr="00352FFF" w:rsidRDefault="00C96800" w:rsidP="00D46831">
            <w:pPr>
              <w:jc w:val="center"/>
              <w:rPr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Kurban Bayramı Tatili</w:t>
            </w:r>
          </w:p>
        </w:tc>
      </w:tr>
      <w:tr w:rsidR="00C96800" w:rsidRPr="00352FFF">
        <w:trPr>
          <w:trHeight w:val="402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7E0B1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96800" w:rsidRPr="00352FFF" w:rsidRDefault="00C96800" w:rsidP="007E0B14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96800" w:rsidRPr="00352FFF" w:rsidRDefault="00C96800" w:rsidP="007E0B1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  <w:p w:rsidR="00C96800" w:rsidRPr="00352FFF" w:rsidRDefault="00C96800" w:rsidP="007E0B1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F96C3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 xml:space="preserve"> “Sarı Zeybek” isimli belgeselin seyrettirilmesi</w:t>
            </w:r>
          </w:p>
        </w:tc>
      </w:tr>
      <w:tr w:rsidR="00C96800" w:rsidRPr="00352FFF">
        <w:trPr>
          <w:trHeight w:val="402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F96C30">
            <w:pPr>
              <w:rPr>
                <w:sz w:val="18"/>
                <w:szCs w:val="18"/>
              </w:rPr>
            </w:pPr>
          </w:p>
          <w:p w:rsidR="00C96800" w:rsidRPr="00352FFF" w:rsidRDefault="00C96800" w:rsidP="00F96C3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 xml:space="preserve">(Atatürk konulu) </w:t>
            </w:r>
            <w:r w:rsidRPr="00352FFF">
              <w:rPr>
                <w:b/>
                <w:bCs/>
                <w:sz w:val="18"/>
                <w:szCs w:val="18"/>
              </w:rPr>
              <w:t xml:space="preserve">“Veda” </w:t>
            </w:r>
            <w:r w:rsidRPr="00352FFF">
              <w:rPr>
                <w:sz w:val="18"/>
                <w:szCs w:val="18"/>
              </w:rPr>
              <w:t>isimli filmin seyrettirilmesi</w:t>
            </w:r>
          </w:p>
        </w:tc>
      </w:tr>
      <w:tr w:rsidR="00C96800" w:rsidRPr="00352FFF">
        <w:trPr>
          <w:trHeight w:val="402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B543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Pr="00352FFF" w:rsidRDefault="00C96800" w:rsidP="00B5438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F72D81">
            <w:pPr>
              <w:jc w:val="center"/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03" w:type="dxa"/>
          </w:tcPr>
          <w:p w:rsidR="00C96800" w:rsidRPr="00352FFF" w:rsidRDefault="00C96800" w:rsidP="00333E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725703">
            <w:pPr>
              <w:rPr>
                <w:sz w:val="18"/>
                <w:szCs w:val="18"/>
              </w:rPr>
            </w:pPr>
            <w:r w:rsidRPr="004D7DAF">
              <w:rPr>
                <w:b/>
                <w:bCs/>
                <w:sz w:val="18"/>
                <w:szCs w:val="18"/>
              </w:rPr>
              <w:t>“Öğretmen”</w:t>
            </w:r>
            <w:r>
              <w:rPr>
                <w:sz w:val="18"/>
                <w:szCs w:val="18"/>
              </w:rPr>
              <w:t xml:space="preserve"> konulu film seyretme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352FFF">
              <w:rPr>
                <w:sz w:val="18"/>
                <w:szCs w:val="18"/>
              </w:rPr>
              <w:t>.11.201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D3202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alanı</w:t>
            </w:r>
          </w:p>
        </w:tc>
        <w:tc>
          <w:tcPr>
            <w:tcW w:w="1071" w:type="dxa"/>
          </w:tcPr>
          <w:p w:rsidR="00C96800" w:rsidRPr="00352FFF" w:rsidRDefault="00C96800" w:rsidP="00D3202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4D7DA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 xml:space="preserve">24 Kasım Öğretmenler günü programı fotoğraf çekimi </w:t>
            </w: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03" w:type="dxa"/>
          </w:tcPr>
          <w:p w:rsidR="00C96800" w:rsidRPr="00AC44BA" w:rsidRDefault="00C96800" w:rsidP="00AC44BA">
            <w:pPr>
              <w:rPr>
                <w:sz w:val="18"/>
                <w:szCs w:val="18"/>
              </w:rPr>
            </w:pPr>
            <w:r w:rsidRPr="00AC44BA">
              <w:rPr>
                <w:sz w:val="18"/>
                <w:szCs w:val="18"/>
              </w:rPr>
              <w:t>28.</w:t>
            </w:r>
            <w:r>
              <w:rPr>
                <w:sz w:val="18"/>
                <w:szCs w:val="18"/>
              </w:rPr>
              <w:t>11.2011</w:t>
            </w:r>
          </w:p>
        </w:tc>
        <w:tc>
          <w:tcPr>
            <w:tcW w:w="1348" w:type="dxa"/>
          </w:tcPr>
          <w:p w:rsidR="00C96800" w:rsidRPr="00352FFF" w:rsidRDefault="00C96800" w:rsidP="00253371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Default="00C96800" w:rsidP="004D7DAF">
            <w:pPr>
              <w:jc w:val="center"/>
            </w:pPr>
            <w:r w:rsidRPr="00BD7994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Default="00C96800" w:rsidP="00F865A8">
            <w:pPr>
              <w:jc w:val="center"/>
            </w:pPr>
            <w:r w:rsidRPr="00E45A04"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Default="00C96800" w:rsidP="004D7DAF">
            <w:pPr>
              <w:jc w:val="center"/>
            </w:pPr>
            <w:r w:rsidRPr="00836F37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4D7DAF" w:rsidRDefault="00C96800" w:rsidP="00031BAB">
            <w:pPr>
              <w:rPr>
                <w:sz w:val="16"/>
                <w:szCs w:val="16"/>
              </w:rPr>
            </w:pPr>
            <w:r w:rsidRPr="004D7DAF">
              <w:rPr>
                <w:sz w:val="16"/>
                <w:szCs w:val="16"/>
              </w:rPr>
              <w:t>Çekilen fotoğrafların movie maker programında hazırlanıp gösterimi</w:t>
            </w:r>
          </w:p>
          <w:p w:rsidR="00C96800" w:rsidRPr="004D7DAF" w:rsidRDefault="00C96800" w:rsidP="00031BA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AC44BA" w:rsidRDefault="00C96800" w:rsidP="00AC44BA">
            <w:pPr>
              <w:rPr>
                <w:sz w:val="18"/>
                <w:szCs w:val="18"/>
              </w:rPr>
            </w:pPr>
            <w:r w:rsidRPr="00AC44BA">
              <w:rPr>
                <w:sz w:val="18"/>
                <w:szCs w:val="18"/>
              </w:rPr>
              <w:t>29.11.2011</w:t>
            </w:r>
          </w:p>
        </w:tc>
        <w:tc>
          <w:tcPr>
            <w:tcW w:w="1348" w:type="dxa"/>
          </w:tcPr>
          <w:p w:rsidR="00C96800" w:rsidRPr="00352FFF" w:rsidRDefault="00C96800" w:rsidP="00253371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Default="00C96800" w:rsidP="004D7DAF">
            <w:pPr>
              <w:jc w:val="center"/>
            </w:pPr>
            <w:r w:rsidRPr="00BD7994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Default="00C96800" w:rsidP="00F865A8">
            <w:pPr>
              <w:jc w:val="center"/>
            </w:pPr>
            <w:r w:rsidRPr="00E45A04"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Pr="004D7DAF" w:rsidRDefault="00C96800" w:rsidP="004D7DAF">
            <w:pPr>
              <w:jc w:val="center"/>
              <w:rPr>
                <w:sz w:val="18"/>
                <w:szCs w:val="18"/>
              </w:rPr>
            </w:pPr>
            <w:r w:rsidRPr="00836F37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AC44BA" w:rsidRDefault="00C96800" w:rsidP="00AC44BA">
            <w:pPr>
              <w:rPr>
                <w:sz w:val="18"/>
                <w:szCs w:val="18"/>
              </w:rPr>
            </w:pPr>
            <w:r w:rsidRPr="00AC44BA">
              <w:rPr>
                <w:sz w:val="18"/>
                <w:szCs w:val="18"/>
              </w:rPr>
              <w:t>30.11.2011</w:t>
            </w:r>
          </w:p>
        </w:tc>
        <w:tc>
          <w:tcPr>
            <w:tcW w:w="1348" w:type="dxa"/>
          </w:tcPr>
          <w:p w:rsidR="00C96800" w:rsidRPr="00352FFF" w:rsidRDefault="00C96800" w:rsidP="004D7DAF">
            <w:pPr>
              <w:rPr>
                <w:b/>
                <w:bCs/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54" w:type="dxa"/>
          </w:tcPr>
          <w:p w:rsidR="00C96800" w:rsidRDefault="00C96800" w:rsidP="00F865A8">
            <w:pPr>
              <w:jc w:val="center"/>
            </w:pPr>
            <w:r w:rsidRPr="00E45A04">
              <w:rPr>
                <w:sz w:val="18"/>
                <w:szCs w:val="18"/>
              </w:rPr>
              <w:t>K003</w:t>
            </w:r>
          </w:p>
        </w:tc>
        <w:tc>
          <w:tcPr>
            <w:tcW w:w="1078" w:type="dxa"/>
            <w:gridSpan w:val="2"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  <w:r w:rsidRPr="00836F37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031BAB">
            <w:pPr>
              <w:rPr>
                <w:b/>
                <w:bCs/>
                <w:sz w:val="18"/>
                <w:szCs w:val="18"/>
              </w:rPr>
            </w:pPr>
            <w:r w:rsidRPr="004D7DAF">
              <w:rPr>
                <w:sz w:val="16"/>
                <w:szCs w:val="16"/>
              </w:rPr>
              <w:t>Okul tanıtımı için resim ve video çalışmaları</w:t>
            </w:r>
          </w:p>
        </w:tc>
      </w:tr>
      <w:tr w:rsidR="00C96800" w:rsidRPr="00352FFF">
        <w:tc>
          <w:tcPr>
            <w:tcW w:w="710" w:type="dxa"/>
            <w:vMerge w:val="restart"/>
            <w:textDirection w:val="btLr"/>
          </w:tcPr>
          <w:p w:rsidR="00C96800" w:rsidRPr="00352FFF" w:rsidRDefault="00C96800" w:rsidP="002F10D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ARALIK</w:t>
            </w:r>
          </w:p>
        </w:tc>
        <w:tc>
          <w:tcPr>
            <w:tcW w:w="546" w:type="dxa"/>
            <w:vMerge w:val="restart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5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595512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Digital fotoğraf makinasıyla okul fotoğrafları çekme</w:t>
            </w:r>
          </w:p>
        </w:tc>
      </w:tr>
      <w:tr w:rsidR="00C96800" w:rsidRPr="00352FFF">
        <w:tc>
          <w:tcPr>
            <w:tcW w:w="710" w:type="dxa"/>
            <w:vMerge/>
            <w:textDirection w:val="btLr"/>
          </w:tcPr>
          <w:p w:rsidR="00C96800" w:rsidRPr="00352FFF" w:rsidRDefault="00C96800" w:rsidP="002F10D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  <w:textDirection w:val="btLr"/>
          </w:tcPr>
          <w:p w:rsidR="00C96800" w:rsidRPr="00352FFF" w:rsidRDefault="00C96800" w:rsidP="002F10D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  <w:textDirection w:val="btLr"/>
          </w:tcPr>
          <w:p w:rsidR="00C96800" w:rsidRPr="00352FFF" w:rsidRDefault="00C96800" w:rsidP="002F10D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536584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031BAB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Çekilen fotoğrafların Movie Maker programında kullanılması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536584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584A54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536584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031BAB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Okulun, digital fotoğraf makinesıyla video çekiminin yapılması</w:t>
            </w:r>
          </w:p>
        </w:tc>
      </w:tr>
      <w:tr w:rsidR="00C96800" w:rsidRPr="00352FFF">
        <w:trPr>
          <w:trHeight w:val="319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5365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536584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282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53658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7765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727F09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352FFF" w:rsidRDefault="00C96800" w:rsidP="00031BAB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Elde edilen hareketli görüntülerin Movie Maker programında kullanılması</w:t>
            </w: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4F45C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2B119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Default="00C96800" w:rsidP="00636BDE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  <w:p w:rsidR="00C96800" w:rsidRPr="00352FFF" w:rsidRDefault="00C96800" w:rsidP="00636B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70"/>
        </w:trPr>
        <w:tc>
          <w:tcPr>
            <w:tcW w:w="710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636BD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352FFF">
              <w:rPr>
                <w:sz w:val="18"/>
                <w:szCs w:val="18"/>
              </w:rPr>
              <w:t>.12.201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BD5AE3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Ortaya çıkan resim ve video çalışmalarının gösterimi</w:t>
            </w:r>
          </w:p>
        </w:tc>
      </w:tr>
      <w:tr w:rsidR="00C96800" w:rsidRPr="00352FFF">
        <w:trPr>
          <w:trHeight w:val="128"/>
        </w:trPr>
        <w:tc>
          <w:tcPr>
            <w:tcW w:w="710" w:type="dxa"/>
            <w:vMerge w:val="restart"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OCAK</w:t>
            </w: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3" w:type="dxa"/>
          </w:tcPr>
          <w:p w:rsidR="00C96800" w:rsidRPr="00352FFF" w:rsidRDefault="00C96800" w:rsidP="00AC44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BD5AE3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2A1D01" w:rsidRDefault="00C96800" w:rsidP="004E40A0">
            <w:pPr>
              <w:rPr>
                <w:sz w:val="16"/>
                <w:szCs w:val="16"/>
              </w:rPr>
            </w:pPr>
            <w:r w:rsidRPr="002A1D01">
              <w:rPr>
                <w:sz w:val="16"/>
                <w:szCs w:val="16"/>
              </w:rPr>
              <w:t>Türüne Göre Filmler</w:t>
            </w:r>
          </w:p>
          <w:p w:rsidR="00C96800" w:rsidRPr="002A1D01" w:rsidRDefault="00C96800" w:rsidP="007D1519">
            <w:pPr>
              <w:jc w:val="both"/>
              <w:rPr>
                <w:sz w:val="16"/>
                <w:szCs w:val="16"/>
              </w:rPr>
            </w:pPr>
            <w:r w:rsidRPr="002A1D01">
              <w:rPr>
                <w:sz w:val="16"/>
                <w:szCs w:val="16"/>
              </w:rPr>
              <w:t>a)Komedi türünde film seyredilmesi</w:t>
            </w:r>
          </w:p>
          <w:p w:rsidR="00C96800" w:rsidRPr="00352FFF" w:rsidRDefault="00C96800" w:rsidP="007D1519">
            <w:pPr>
              <w:rPr>
                <w:sz w:val="18"/>
                <w:szCs w:val="18"/>
              </w:rPr>
            </w:pPr>
            <w:r w:rsidRPr="002A1D01">
              <w:rPr>
                <w:sz w:val="16"/>
                <w:szCs w:val="16"/>
              </w:rPr>
              <w:t>b)Aksiyon türünde film seyredilmesi</w:t>
            </w:r>
          </w:p>
        </w:tc>
      </w:tr>
      <w:tr w:rsidR="00C96800" w:rsidRPr="00352FFF">
        <w:trPr>
          <w:trHeight w:val="127"/>
        </w:trPr>
        <w:tc>
          <w:tcPr>
            <w:tcW w:w="710" w:type="dxa"/>
            <w:vMerge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8A74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053B7F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127"/>
        </w:trPr>
        <w:tc>
          <w:tcPr>
            <w:tcW w:w="710" w:type="dxa"/>
            <w:vMerge/>
            <w:textDirection w:val="btLr"/>
          </w:tcPr>
          <w:p w:rsidR="00C96800" w:rsidRPr="00352FFF" w:rsidRDefault="00C96800" w:rsidP="008A74D8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8A74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053B7F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3" w:type="dxa"/>
          </w:tcPr>
          <w:p w:rsidR="00C96800" w:rsidRPr="00352FFF" w:rsidRDefault="00C96800" w:rsidP="008A74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Default="00C96800" w:rsidP="00F865A8">
            <w:pPr>
              <w:jc w:val="center"/>
            </w:pPr>
            <w:r w:rsidRPr="00053B7F"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2A1D01" w:rsidRDefault="00C96800" w:rsidP="004E40A0">
            <w:pPr>
              <w:rPr>
                <w:sz w:val="16"/>
                <w:szCs w:val="16"/>
              </w:rPr>
            </w:pPr>
            <w:r w:rsidRPr="002A1D01">
              <w:rPr>
                <w:sz w:val="16"/>
                <w:szCs w:val="16"/>
              </w:rPr>
              <w:t>c)Bilim-kurgu türünde film seyredilmesi</w:t>
            </w:r>
          </w:p>
          <w:p w:rsidR="00C96800" w:rsidRPr="002A1D01" w:rsidRDefault="00C96800" w:rsidP="004E40A0">
            <w:pPr>
              <w:rPr>
                <w:sz w:val="16"/>
                <w:szCs w:val="16"/>
              </w:rPr>
            </w:pPr>
            <w:r w:rsidRPr="002A1D01">
              <w:rPr>
                <w:sz w:val="16"/>
                <w:szCs w:val="16"/>
              </w:rPr>
              <w:t>d) Dram türünde film seyredilmesi</w:t>
            </w: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291F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247"/>
        </w:trPr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291F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E40A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 w:val="restart"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291F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 w:val="restart"/>
          </w:tcPr>
          <w:p w:rsidR="00C96800" w:rsidRPr="002A1D01" w:rsidRDefault="00C96800" w:rsidP="002A1D01">
            <w:pPr>
              <w:rPr>
                <w:sz w:val="18"/>
                <w:szCs w:val="18"/>
              </w:rPr>
            </w:pPr>
            <w:r w:rsidRPr="002A1D01">
              <w:rPr>
                <w:sz w:val="16"/>
                <w:szCs w:val="16"/>
              </w:rPr>
              <w:t>I</w:t>
            </w:r>
            <w:r w:rsidRPr="002A1D01">
              <w:rPr>
                <w:sz w:val="18"/>
                <w:szCs w:val="18"/>
              </w:rPr>
              <w:t>.Dönemin Değerlendirilmesi</w:t>
            </w:r>
          </w:p>
          <w:p w:rsidR="00C96800" w:rsidRPr="002A1D01" w:rsidRDefault="00C96800" w:rsidP="002A1D01">
            <w:pPr>
              <w:rPr>
                <w:sz w:val="18"/>
                <w:szCs w:val="18"/>
              </w:rPr>
            </w:pPr>
            <w:r w:rsidRPr="002A1D01">
              <w:rPr>
                <w:sz w:val="18"/>
                <w:szCs w:val="18"/>
              </w:rPr>
              <w:t>Karne töreninde resim ve video çekimi</w:t>
            </w:r>
          </w:p>
          <w:p w:rsidR="00C96800" w:rsidRPr="00352FFF" w:rsidRDefault="00C96800" w:rsidP="00352FFF">
            <w:pPr>
              <w:jc w:val="both"/>
              <w:rPr>
                <w:sz w:val="18"/>
                <w:szCs w:val="18"/>
              </w:rPr>
            </w:pPr>
          </w:p>
          <w:p w:rsidR="00C96800" w:rsidRPr="00352FFF" w:rsidRDefault="00C96800" w:rsidP="00D46831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291F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636BD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6" w:type="dxa"/>
          </w:tcPr>
          <w:p w:rsidR="00C96800" w:rsidRPr="00352FFF" w:rsidRDefault="00C96800" w:rsidP="00116972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</w:t>
            </w:r>
          </w:p>
        </w:tc>
        <w:tc>
          <w:tcPr>
            <w:tcW w:w="1071" w:type="dxa"/>
          </w:tcPr>
          <w:p w:rsidR="00C96800" w:rsidRPr="00352FFF" w:rsidRDefault="00C96800" w:rsidP="008A74D8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075BF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710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6" w:type="dxa"/>
            <w:vMerge/>
          </w:tcPr>
          <w:p w:rsidR="00C96800" w:rsidRPr="00352FFF" w:rsidRDefault="00C96800" w:rsidP="008A74D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3" w:type="dxa"/>
          </w:tcPr>
          <w:p w:rsidR="00C96800" w:rsidRPr="00352FFF" w:rsidRDefault="00C96800" w:rsidP="00291F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352FFF">
              <w:rPr>
                <w:sz w:val="18"/>
                <w:szCs w:val="18"/>
              </w:rPr>
              <w:t>.01.201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348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6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69" w:type="dxa"/>
          </w:tcPr>
          <w:p w:rsidR="00C96800" w:rsidRDefault="00C96800" w:rsidP="009A7A29">
            <w:pPr>
              <w:jc w:val="center"/>
            </w:pPr>
            <w:r w:rsidRPr="00FF1110">
              <w:rPr>
                <w:sz w:val="18"/>
                <w:szCs w:val="18"/>
              </w:rPr>
              <w:t>24</w:t>
            </w:r>
          </w:p>
        </w:tc>
        <w:tc>
          <w:tcPr>
            <w:tcW w:w="1161" w:type="dxa"/>
            <w:gridSpan w:val="2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K003 ve okul bahçesi</w:t>
            </w:r>
          </w:p>
        </w:tc>
        <w:tc>
          <w:tcPr>
            <w:tcW w:w="1071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693" w:type="dxa"/>
            <w:vMerge/>
          </w:tcPr>
          <w:p w:rsidR="00C96800" w:rsidRPr="00352FFF" w:rsidRDefault="00C96800" w:rsidP="004075BF">
            <w:pPr>
              <w:rPr>
                <w:sz w:val="18"/>
                <w:szCs w:val="18"/>
              </w:rPr>
            </w:pPr>
          </w:p>
        </w:tc>
      </w:tr>
    </w:tbl>
    <w:p w:rsidR="00C96800" w:rsidRDefault="00C96800" w:rsidP="00C86EA8">
      <w:pPr>
        <w:ind w:left="2124" w:firstLine="708"/>
        <w:rPr>
          <w:sz w:val="20"/>
          <w:szCs w:val="20"/>
        </w:rPr>
      </w:pPr>
    </w:p>
    <w:p w:rsidR="00C96800" w:rsidRDefault="00C96800" w:rsidP="00C86EA8">
      <w:pPr>
        <w:ind w:left="2124" w:firstLine="708"/>
        <w:rPr>
          <w:sz w:val="20"/>
          <w:szCs w:val="20"/>
        </w:rPr>
      </w:pPr>
    </w:p>
    <w:p w:rsidR="00C96800" w:rsidRDefault="00C96800" w:rsidP="00C86EA8">
      <w:pPr>
        <w:ind w:left="2124" w:firstLine="708"/>
        <w:rPr>
          <w:sz w:val="20"/>
          <w:szCs w:val="20"/>
        </w:rPr>
      </w:pPr>
    </w:p>
    <w:p w:rsidR="00C96800" w:rsidRDefault="00C96800" w:rsidP="00C86EA8">
      <w:pPr>
        <w:ind w:left="2124" w:firstLine="708"/>
        <w:rPr>
          <w:sz w:val="20"/>
          <w:szCs w:val="20"/>
        </w:rPr>
      </w:pPr>
    </w:p>
    <w:p w:rsidR="00C96800" w:rsidRPr="00352FFF" w:rsidRDefault="00C96800" w:rsidP="00C86EA8">
      <w:pPr>
        <w:ind w:left="2124" w:firstLine="708"/>
        <w:rPr>
          <w:sz w:val="20"/>
          <w:szCs w:val="20"/>
        </w:rPr>
      </w:pPr>
      <w:r w:rsidRPr="00352FFF">
        <w:rPr>
          <w:sz w:val="20"/>
          <w:szCs w:val="20"/>
        </w:rPr>
        <w:t xml:space="preserve">BAFRA KIZILIRMAK ANADOLU ÖĞRETMEN LİSESİ </w:t>
      </w:r>
    </w:p>
    <w:p w:rsidR="00C96800" w:rsidRPr="00352FFF" w:rsidRDefault="00C96800" w:rsidP="00C86EA8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2011 / 2012 ÖĞRETİM YILI</w:t>
      </w:r>
      <w:r>
        <w:rPr>
          <w:sz w:val="20"/>
          <w:szCs w:val="20"/>
        </w:rPr>
        <w:t>, II. DÖNEM</w:t>
      </w:r>
    </w:p>
    <w:p w:rsidR="00C96800" w:rsidRPr="00352FFF" w:rsidRDefault="00C96800" w:rsidP="00C86EA8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DRAMATİK SANATLAR/SİNEMA</w:t>
      </w:r>
    </w:p>
    <w:p w:rsidR="00C96800" w:rsidRDefault="00C96800" w:rsidP="00B5438E">
      <w:pPr>
        <w:jc w:val="center"/>
        <w:rPr>
          <w:sz w:val="20"/>
          <w:szCs w:val="20"/>
        </w:rPr>
      </w:pPr>
      <w:r w:rsidRPr="00352FFF">
        <w:rPr>
          <w:sz w:val="20"/>
          <w:szCs w:val="20"/>
        </w:rPr>
        <w:t>6 SAATLİK DERS DIŞI EGZERSİZ YILLIK ÇALIŞMA PLANI</w:t>
      </w:r>
    </w:p>
    <w:p w:rsidR="00C96800" w:rsidRDefault="00C96800" w:rsidP="00B5438E">
      <w:pPr>
        <w:jc w:val="center"/>
        <w:rPr>
          <w:sz w:val="20"/>
          <w:szCs w:val="20"/>
        </w:rPr>
      </w:pPr>
    </w:p>
    <w:tbl>
      <w:tblPr>
        <w:tblW w:w="107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543"/>
        <w:gridCol w:w="1206"/>
        <w:gridCol w:w="1352"/>
        <w:gridCol w:w="1159"/>
        <w:gridCol w:w="1172"/>
        <w:gridCol w:w="1164"/>
        <w:gridCol w:w="900"/>
        <w:gridCol w:w="2700"/>
      </w:tblGrid>
      <w:tr w:rsidR="00C96800" w:rsidRPr="00352FFF">
        <w:tc>
          <w:tcPr>
            <w:tcW w:w="532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AY</w:t>
            </w:r>
          </w:p>
        </w:tc>
        <w:tc>
          <w:tcPr>
            <w:tcW w:w="543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HA</w:t>
            </w:r>
          </w:p>
        </w:tc>
        <w:tc>
          <w:tcPr>
            <w:tcW w:w="1206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TARİH</w:t>
            </w:r>
          </w:p>
        </w:tc>
        <w:tc>
          <w:tcPr>
            <w:tcW w:w="1352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SAAT</w:t>
            </w:r>
          </w:p>
        </w:tc>
        <w:tc>
          <w:tcPr>
            <w:tcW w:w="1159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1172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ÖĞRENCİ</w:t>
            </w:r>
          </w:p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 xml:space="preserve"> SAYI</w:t>
            </w:r>
          </w:p>
        </w:tc>
        <w:tc>
          <w:tcPr>
            <w:tcW w:w="1164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YERİ</w:t>
            </w:r>
          </w:p>
        </w:tc>
        <w:tc>
          <w:tcPr>
            <w:tcW w:w="900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TÜRÜ</w:t>
            </w:r>
          </w:p>
        </w:tc>
        <w:tc>
          <w:tcPr>
            <w:tcW w:w="2700" w:type="dxa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ÇALIŞMA KONUSU</w:t>
            </w:r>
          </w:p>
        </w:tc>
      </w:tr>
      <w:tr w:rsidR="00C96800" w:rsidRPr="00352FFF">
        <w:trPr>
          <w:trHeight w:val="127"/>
        </w:trPr>
        <w:tc>
          <w:tcPr>
            <w:tcW w:w="532" w:type="dxa"/>
            <w:vMerge w:val="restart"/>
            <w:textDirection w:val="btLr"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ŞŞUBAT</w:t>
            </w:r>
          </w:p>
        </w:tc>
        <w:tc>
          <w:tcPr>
            <w:tcW w:w="543" w:type="dxa"/>
            <w:vMerge w:val="restart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Pr="00352FFF" w:rsidRDefault="00C96800" w:rsidP="006B5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BD5AE3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1A729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Slayt Nasıl Hazırlanır?</w:t>
            </w:r>
          </w:p>
        </w:tc>
      </w:tr>
      <w:tr w:rsidR="00C96800" w:rsidRPr="00352FFF">
        <w:trPr>
          <w:trHeight w:val="127"/>
        </w:trPr>
        <w:tc>
          <w:tcPr>
            <w:tcW w:w="532" w:type="dxa"/>
            <w:vMerge/>
            <w:textDirection w:val="btLr"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3F142C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3F142C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A729F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127"/>
        </w:trPr>
        <w:tc>
          <w:tcPr>
            <w:tcW w:w="532" w:type="dxa"/>
            <w:vMerge/>
            <w:textDirection w:val="btLr"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A729F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Slayt Hazırlama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3E0B93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3E0B9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3E0B93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45"/>
        </w:trPr>
        <w:tc>
          <w:tcPr>
            <w:tcW w:w="532" w:type="dxa"/>
            <w:vMerge w:val="restart"/>
            <w:textDirection w:val="btLr"/>
          </w:tcPr>
          <w:p w:rsidR="00C96800" w:rsidRPr="00352FFF" w:rsidRDefault="00C96800" w:rsidP="00F021C3">
            <w:pPr>
              <w:ind w:left="1108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MART</w:t>
            </w:r>
          </w:p>
        </w:tc>
        <w:tc>
          <w:tcPr>
            <w:tcW w:w="543" w:type="dxa"/>
            <w:vMerge w:val="restart"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Slayt Hazırlama</w:t>
            </w:r>
          </w:p>
        </w:tc>
      </w:tr>
      <w:tr w:rsidR="00C96800" w:rsidRPr="00352FFF">
        <w:trPr>
          <w:trHeight w:val="210"/>
        </w:trPr>
        <w:tc>
          <w:tcPr>
            <w:tcW w:w="532" w:type="dxa"/>
            <w:vMerge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210"/>
        </w:trPr>
        <w:tc>
          <w:tcPr>
            <w:tcW w:w="532" w:type="dxa"/>
            <w:vMerge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Slayt Hazırlama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Türk Filmi Seyretme (Çanakkale Savaşı konulu )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Senaryo Nedir?  Nasıl yazılır?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1360E4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1360E4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5</w:t>
            </w:r>
          </w:p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Örnek Senaryo</w:t>
            </w:r>
          </w:p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5D38A7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5D38A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 w:val="restart"/>
            <w:textDirection w:val="btLr"/>
          </w:tcPr>
          <w:p w:rsidR="00C96800" w:rsidRPr="00352FFF" w:rsidRDefault="00C96800" w:rsidP="00840CF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NİSAN</w:t>
            </w:r>
          </w:p>
        </w:tc>
        <w:tc>
          <w:tcPr>
            <w:tcW w:w="543" w:type="dxa"/>
            <w:vMerge w:val="restart"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Çekilecek kısa  metrajlı bir film için senaryo yazma çalışmaları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0029B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</w:tcPr>
          <w:p w:rsidR="00C96800" w:rsidRPr="00352FFF" w:rsidRDefault="00C96800" w:rsidP="0060319A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Çekilecek kısa  metrajlı bir film için senaryo yazma çalışmaları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Dereceye Giren Senaryoları Belirleme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Kısa Film Çekim Çalışmaları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DF58F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840CF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 w:val="restart"/>
            <w:textDirection w:val="btLr"/>
          </w:tcPr>
          <w:p w:rsidR="00C96800" w:rsidRPr="00352FFF" w:rsidRDefault="00C96800" w:rsidP="003E0B93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MAYIS</w:t>
            </w:r>
          </w:p>
        </w:tc>
        <w:tc>
          <w:tcPr>
            <w:tcW w:w="543" w:type="dxa"/>
            <w:vMerge w:val="restart"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6" w:type="dxa"/>
          </w:tcPr>
          <w:p w:rsidR="00C96800" w:rsidRPr="00352FFF" w:rsidRDefault="00C96800" w:rsidP="004F788C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Kısa Film Çekim Çalışmaları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145B3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38795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Kısa Film Çekim Çalışmaları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Türk filmi seyretme ( Atatürk  konulu)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Çekilen görüntülerin film haline getirilmesi</w:t>
            </w: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A818BC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900EBD">
            <w:pPr>
              <w:ind w:left="113" w:right="113"/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900EB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900EB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C62669">
            <w:pPr>
              <w:ind w:right="113"/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  <w:vAlign w:val="center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 w:val="restart"/>
            <w:textDirection w:val="btLr"/>
          </w:tcPr>
          <w:p w:rsidR="00C96800" w:rsidRPr="00352FFF" w:rsidRDefault="00C96800" w:rsidP="005268F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HAZİRAN</w:t>
            </w:r>
          </w:p>
        </w:tc>
        <w:tc>
          <w:tcPr>
            <w:tcW w:w="543" w:type="dxa"/>
            <w:vMerge w:val="restart"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  <w:textDirection w:val="btLr"/>
          </w:tcPr>
          <w:p w:rsidR="00C96800" w:rsidRPr="00352FFF" w:rsidRDefault="00C96800" w:rsidP="005268F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  <w:textDirection w:val="btLr"/>
          </w:tcPr>
          <w:p w:rsidR="00C96800" w:rsidRPr="00352FFF" w:rsidRDefault="00C96800" w:rsidP="005268F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  <w:textDirection w:val="btLr"/>
          </w:tcPr>
          <w:p w:rsidR="00C96800" w:rsidRPr="00352FFF" w:rsidRDefault="00C96800" w:rsidP="005268F0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5C5E2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Kısa filmlerin Gösterilmesi</w:t>
            </w:r>
          </w:p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5C5E2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c>
          <w:tcPr>
            <w:tcW w:w="532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 w:val="restart"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  <w:r w:rsidRPr="00352FFF">
              <w:rPr>
                <w:b/>
                <w:bCs/>
                <w:sz w:val="18"/>
                <w:szCs w:val="18"/>
              </w:rPr>
              <w:t>3</w:t>
            </w:r>
          </w:p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5C5E2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 w:val="restart"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Yıl Sonu Değerlendirilmesi</w:t>
            </w:r>
          </w:p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211"/>
        </w:trPr>
        <w:tc>
          <w:tcPr>
            <w:tcW w:w="532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5C5E2F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16:10-17:40</w:t>
            </w:r>
          </w:p>
        </w:tc>
        <w:tc>
          <w:tcPr>
            <w:tcW w:w="1159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445A7D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  <w:tr w:rsidR="00C96800" w:rsidRPr="00352FFF">
        <w:trPr>
          <w:trHeight w:val="258"/>
        </w:trPr>
        <w:tc>
          <w:tcPr>
            <w:tcW w:w="532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3" w:type="dxa"/>
            <w:vMerge/>
          </w:tcPr>
          <w:p w:rsidR="00C96800" w:rsidRPr="00352FFF" w:rsidRDefault="00C96800" w:rsidP="00445A7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</w:tcPr>
          <w:p w:rsidR="00C96800" w:rsidRPr="00352FFF" w:rsidRDefault="00C96800" w:rsidP="00445A7D">
            <w:pPr>
              <w:rPr>
                <w:sz w:val="18"/>
                <w:szCs w:val="18"/>
              </w:rPr>
            </w:pPr>
          </w:p>
        </w:tc>
        <w:tc>
          <w:tcPr>
            <w:tcW w:w="1352" w:type="dxa"/>
          </w:tcPr>
          <w:p w:rsidR="00C96800" w:rsidRPr="00352FFF" w:rsidRDefault="00C96800" w:rsidP="00185035">
            <w:pPr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15:10-16:40</w:t>
            </w:r>
          </w:p>
        </w:tc>
        <w:tc>
          <w:tcPr>
            <w:tcW w:w="1159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2 ders s.</w:t>
            </w:r>
          </w:p>
        </w:tc>
        <w:tc>
          <w:tcPr>
            <w:tcW w:w="1172" w:type="dxa"/>
          </w:tcPr>
          <w:p w:rsidR="00C96800" w:rsidRDefault="00C96800" w:rsidP="00181FD2">
            <w:pPr>
              <w:jc w:val="center"/>
            </w:pPr>
            <w:r w:rsidRPr="006F2A6D">
              <w:rPr>
                <w:sz w:val="18"/>
                <w:szCs w:val="18"/>
              </w:rPr>
              <w:t>24</w:t>
            </w:r>
          </w:p>
        </w:tc>
        <w:tc>
          <w:tcPr>
            <w:tcW w:w="1164" w:type="dxa"/>
          </w:tcPr>
          <w:p w:rsidR="00C96800" w:rsidRDefault="00C96800" w:rsidP="00181FD2">
            <w:pPr>
              <w:jc w:val="center"/>
            </w:pPr>
            <w:r w:rsidRPr="00584BC5">
              <w:rPr>
                <w:sz w:val="18"/>
                <w:szCs w:val="18"/>
              </w:rPr>
              <w:t>K003</w:t>
            </w:r>
          </w:p>
        </w:tc>
        <w:tc>
          <w:tcPr>
            <w:tcW w:w="900" w:type="dxa"/>
          </w:tcPr>
          <w:p w:rsidR="00C96800" w:rsidRPr="00352FFF" w:rsidRDefault="00C96800" w:rsidP="00185035">
            <w:pPr>
              <w:jc w:val="center"/>
              <w:rPr>
                <w:sz w:val="18"/>
                <w:szCs w:val="18"/>
              </w:rPr>
            </w:pPr>
            <w:r w:rsidRPr="00352FFF">
              <w:rPr>
                <w:sz w:val="18"/>
                <w:szCs w:val="18"/>
              </w:rPr>
              <w:t>Sinema</w:t>
            </w:r>
          </w:p>
        </w:tc>
        <w:tc>
          <w:tcPr>
            <w:tcW w:w="2700" w:type="dxa"/>
            <w:vMerge/>
          </w:tcPr>
          <w:p w:rsidR="00C96800" w:rsidRPr="00352FFF" w:rsidRDefault="00C96800" w:rsidP="00154D8E">
            <w:pPr>
              <w:rPr>
                <w:sz w:val="18"/>
                <w:szCs w:val="18"/>
              </w:rPr>
            </w:pPr>
          </w:p>
        </w:tc>
      </w:tr>
    </w:tbl>
    <w:p w:rsidR="00C96800" w:rsidRPr="00352FFF" w:rsidRDefault="00C96800" w:rsidP="00446933">
      <w:pPr>
        <w:rPr>
          <w:b/>
          <w:bCs/>
          <w:sz w:val="18"/>
          <w:szCs w:val="18"/>
        </w:rPr>
      </w:pPr>
    </w:p>
    <w:p w:rsidR="00C96800" w:rsidRPr="00352FFF" w:rsidRDefault="00C96800" w:rsidP="00446933">
      <w:pPr>
        <w:rPr>
          <w:b/>
          <w:bCs/>
          <w:sz w:val="18"/>
          <w:szCs w:val="18"/>
        </w:rPr>
      </w:pPr>
    </w:p>
    <w:p w:rsidR="00C96800" w:rsidRPr="00352FFF" w:rsidRDefault="00C96800" w:rsidP="00446933">
      <w:pPr>
        <w:rPr>
          <w:b/>
          <w:bCs/>
          <w:sz w:val="18"/>
          <w:szCs w:val="18"/>
        </w:rPr>
      </w:pPr>
    </w:p>
    <w:p w:rsidR="00C96800" w:rsidRPr="00352FFF" w:rsidRDefault="00C96800" w:rsidP="00446933">
      <w:pPr>
        <w:rPr>
          <w:sz w:val="18"/>
          <w:szCs w:val="18"/>
        </w:rPr>
      </w:pPr>
    </w:p>
    <w:p w:rsidR="00C96800" w:rsidRDefault="00C96800" w:rsidP="00446933">
      <w:pPr>
        <w:rPr>
          <w:sz w:val="18"/>
          <w:szCs w:val="18"/>
        </w:rPr>
      </w:pPr>
    </w:p>
    <w:p w:rsidR="00C96800" w:rsidRDefault="00C96800" w:rsidP="00446933">
      <w:pPr>
        <w:rPr>
          <w:sz w:val="18"/>
          <w:szCs w:val="18"/>
        </w:rPr>
      </w:pPr>
    </w:p>
    <w:p w:rsidR="00C96800" w:rsidRDefault="00C96800" w:rsidP="00446933">
      <w:pPr>
        <w:rPr>
          <w:sz w:val="18"/>
          <w:szCs w:val="18"/>
        </w:rPr>
      </w:pPr>
    </w:p>
    <w:p w:rsidR="00C96800" w:rsidRDefault="00C96800" w:rsidP="00446933">
      <w:pPr>
        <w:rPr>
          <w:sz w:val="18"/>
          <w:szCs w:val="18"/>
        </w:rPr>
      </w:pPr>
    </w:p>
    <w:p w:rsidR="00C96800" w:rsidRDefault="00C96800" w:rsidP="00446933">
      <w:pPr>
        <w:rPr>
          <w:sz w:val="18"/>
          <w:szCs w:val="18"/>
        </w:rPr>
      </w:pPr>
    </w:p>
    <w:p w:rsidR="00C96800" w:rsidRPr="00352FFF" w:rsidRDefault="00C96800" w:rsidP="00446933">
      <w:pPr>
        <w:rPr>
          <w:sz w:val="18"/>
          <w:szCs w:val="18"/>
        </w:rPr>
      </w:pPr>
    </w:p>
    <w:p w:rsidR="00C96800" w:rsidRPr="007222A8" w:rsidRDefault="00C96800" w:rsidP="009A4896">
      <w:pPr>
        <w:jc w:val="both"/>
        <w:rPr>
          <w:sz w:val="22"/>
          <w:szCs w:val="22"/>
        </w:rPr>
      </w:pPr>
      <w:r w:rsidRPr="007222A8">
        <w:rPr>
          <w:sz w:val="22"/>
          <w:szCs w:val="22"/>
        </w:rPr>
        <w:t>Herhangi bir sebeple yapılamayan çalışmalar yapılmamış sayılacak, Okul Müdürlüğüne yazılı olarak bildirilecek, ders defterine çalışmanın yapılamayış sebebi yazılacak ve ücret tahakkuk edilemeyecektir.</w:t>
      </w:r>
    </w:p>
    <w:p w:rsidR="00C96800" w:rsidRPr="007222A8" w:rsidRDefault="00C96800" w:rsidP="00446933">
      <w:pPr>
        <w:rPr>
          <w:sz w:val="22"/>
          <w:szCs w:val="22"/>
        </w:rPr>
      </w:pPr>
    </w:p>
    <w:p w:rsidR="00C96800" w:rsidRPr="007222A8" w:rsidRDefault="00C96800" w:rsidP="00387355">
      <w:pPr>
        <w:numPr>
          <w:ilvl w:val="0"/>
          <w:numId w:val="1"/>
        </w:numPr>
        <w:rPr>
          <w:sz w:val="22"/>
          <w:szCs w:val="22"/>
        </w:rPr>
      </w:pPr>
      <w:r w:rsidRPr="007222A8">
        <w:rPr>
          <w:sz w:val="22"/>
          <w:szCs w:val="22"/>
        </w:rPr>
        <w:t>Çalışma Yapacak Öğretmenin Adı Soyadı:                                                       Tuncay Tunç</w:t>
      </w:r>
    </w:p>
    <w:p w:rsidR="00C96800" w:rsidRPr="007222A8" w:rsidRDefault="00C96800" w:rsidP="00387355">
      <w:pPr>
        <w:numPr>
          <w:ilvl w:val="0"/>
          <w:numId w:val="1"/>
        </w:numPr>
        <w:rPr>
          <w:sz w:val="22"/>
          <w:szCs w:val="22"/>
        </w:rPr>
      </w:pPr>
      <w:r w:rsidRPr="007222A8">
        <w:rPr>
          <w:sz w:val="22"/>
          <w:szCs w:val="22"/>
        </w:rPr>
        <w:t>Öğretmenin Esas Branşı:                                                                                    Türk Edebiyatı</w:t>
      </w:r>
    </w:p>
    <w:p w:rsidR="00C96800" w:rsidRPr="007222A8" w:rsidRDefault="00C96800" w:rsidP="00387355">
      <w:pPr>
        <w:numPr>
          <w:ilvl w:val="0"/>
          <w:numId w:val="1"/>
        </w:numPr>
        <w:rPr>
          <w:sz w:val="22"/>
          <w:szCs w:val="22"/>
        </w:rPr>
      </w:pPr>
      <w:r w:rsidRPr="007222A8">
        <w:rPr>
          <w:sz w:val="22"/>
          <w:szCs w:val="22"/>
        </w:rPr>
        <w:t>2011/2012  ders yılı boyunca okulda yapılan der</w:t>
      </w:r>
      <w:r>
        <w:rPr>
          <w:sz w:val="22"/>
          <w:szCs w:val="22"/>
        </w:rPr>
        <w:t>s</w:t>
      </w:r>
      <w:r w:rsidRPr="007222A8">
        <w:rPr>
          <w:sz w:val="22"/>
          <w:szCs w:val="22"/>
        </w:rPr>
        <w:t xml:space="preserve"> saati sayısı:                          </w:t>
      </w:r>
      <w:r>
        <w:rPr>
          <w:sz w:val="22"/>
          <w:szCs w:val="22"/>
        </w:rPr>
        <w:t>26180</w:t>
      </w:r>
    </w:p>
    <w:p w:rsidR="00C96800" w:rsidRPr="007222A8" w:rsidRDefault="00C96800" w:rsidP="00387355">
      <w:pPr>
        <w:numPr>
          <w:ilvl w:val="0"/>
          <w:numId w:val="1"/>
        </w:numPr>
        <w:rPr>
          <w:sz w:val="22"/>
          <w:szCs w:val="22"/>
        </w:rPr>
      </w:pPr>
      <w:r w:rsidRPr="007222A8">
        <w:rPr>
          <w:sz w:val="22"/>
          <w:szCs w:val="22"/>
        </w:rPr>
        <w:t xml:space="preserve">2011/2012  ders yılı boyunca yapılan der saati sayısının %5’i:                          </w:t>
      </w:r>
      <w:r w:rsidRPr="00E61CC9">
        <w:rPr>
          <w:sz w:val="22"/>
          <w:szCs w:val="22"/>
        </w:rPr>
        <w:t>13</w:t>
      </w:r>
      <w:r>
        <w:rPr>
          <w:sz w:val="22"/>
          <w:szCs w:val="22"/>
        </w:rPr>
        <w:t>09</w:t>
      </w:r>
      <w:r w:rsidRPr="00E61CC9">
        <w:rPr>
          <w:sz w:val="22"/>
          <w:szCs w:val="22"/>
        </w:rPr>
        <w:t xml:space="preserve">   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b/>
          <w:bCs/>
          <w:sz w:val="22"/>
          <w:szCs w:val="22"/>
        </w:rPr>
      </w:pPr>
    </w:p>
    <w:p w:rsidR="00C96800" w:rsidRPr="007222A8" w:rsidRDefault="00C96800" w:rsidP="00387355">
      <w:pPr>
        <w:rPr>
          <w:b/>
          <w:bCs/>
          <w:sz w:val="22"/>
          <w:szCs w:val="22"/>
        </w:rPr>
      </w:pPr>
    </w:p>
    <w:p w:rsidR="00C96800" w:rsidRPr="007222A8" w:rsidRDefault="00C96800" w:rsidP="00387355">
      <w:pPr>
        <w:rPr>
          <w:b/>
          <w:bCs/>
          <w:sz w:val="22"/>
          <w:szCs w:val="22"/>
        </w:rPr>
      </w:pPr>
    </w:p>
    <w:p w:rsidR="00C96800" w:rsidRPr="007222A8" w:rsidRDefault="00C96800" w:rsidP="001346E0">
      <w:pPr>
        <w:rPr>
          <w:b/>
          <w:bCs/>
          <w:sz w:val="22"/>
          <w:szCs w:val="22"/>
        </w:rPr>
      </w:pPr>
      <w:r w:rsidRPr="007222A8">
        <w:rPr>
          <w:b/>
          <w:bCs/>
          <w:sz w:val="22"/>
          <w:szCs w:val="22"/>
        </w:rPr>
        <w:t>DERS DIŞI EĞİTİM ÇALIŞMALARI ETKİNLİKLERİ</w:t>
      </w:r>
    </w:p>
    <w:p w:rsidR="00C96800" w:rsidRPr="007222A8" w:rsidRDefault="00C96800" w:rsidP="001346E0">
      <w:pPr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843"/>
        <w:gridCol w:w="2410"/>
        <w:gridCol w:w="3969"/>
      </w:tblGrid>
      <w:tr w:rsidR="00C96800" w:rsidRPr="007222A8">
        <w:tc>
          <w:tcPr>
            <w:tcW w:w="817" w:type="dxa"/>
            <w:vAlign w:val="center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NO</w:t>
            </w:r>
          </w:p>
        </w:tc>
        <w:tc>
          <w:tcPr>
            <w:tcW w:w="1843" w:type="dxa"/>
            <w:vAlign w:val="center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ETKİNLİĞİN ADI</w:t>
            </w:r>
          </w:p>
        </w:tc>
        <w:tc>
          <w:tcPr>
            <w:tcW w:w="2410" w:type="dxa"/>
            <w:vAlign w:val="center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DERS YILI İÇİNDEKİ TOPLAM SAAT SAYISI</w:t>
            </w:r>
          </w:p>
        </w:tc>
        <w:tc>
          <w:tcPr>
            <w:tcW w:w="3969" w:type="dxa"/>
            <w:vAlign w:val="center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ETKİNLİĞE KATILAN ÖĞRENCİ SAYISI</w:t>
            </w:r>
          </w:p>
        </w:tc>
      </w:tr>
      <w:tr w:rsidR="00C96800" w:rsidRPr="007222A8">
        <w:tc>
          <w:tcPr>
            <w:tcW w:w="817" w:type="dxa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Dramatik Sanatlar/Sinema</w:t>
            </w:r>
          </w:p>
        </w:tc>
        <w:tc>
          <w:tcPr>
            <w:tcW w:w="2410" w:type="dxa"/>
          </w:tcPr>
          <w:p w:rsidR="00C96800" w:rsidRPr="00AB3DE4" w:rsidRDefault="00C96800" w:rsidP="00AB3DE4">
            <w:pPr>
              <w:jc w:val="center"/>
            </w:pPr>
            <w:r w:rsidRPr="00AB3DE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969" w:type="dxa"/>
          </w:tcPr>
          <w:p w:rsidR="00C96800" w:rsidRPr="00AB3DE4" w:rsidRDefault="00C96800" w:rsidP="004A6156">
            <w:pPr>
              <w:jc w:val="center"/>
            </w:pPr>
            <w:r w:rsidRPr="00AB3DE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</w:tr>
    </w:tbl>
    <w:p w:rsidR="00C96800" w:rsidRPr="007222A8" w:rsidRDefault="00C96800" w:rsidP="001346E0">
      <w:pPr>
        <w:rPr>
          <w:b/>
          <w:bCs/>
          <w:sz w:val="22"/>
          <w:szCs w:val="22"/>
        </w:rPr>
      </w:pPr>
    </w:p>
    <w:p w:rsidR="00C96800" w:rsidRPr="007222A8" w:rsidRDefault="00C96800" w:rsidP="001346E0">
      <w:pPr>
        <w:rPr>
          <w:b/>
          <w:bCs/>
          <w:sz w:val="22"/>
          <w:szCs w:val="22"/>
        </w:rPr>
      </w:pPr>
    </w:p>
    <w:p w:rsidR="00C96800" w:rsidRPr="007222A8" w:rsidRDefault="00C96800" w:rsidP="001346E0">
      <w:pPr>
        <w:rPr>
          <w:sz w:val="22"/>
          <w:szCs w:val="22"/>
        </w:rPr>
      </w:pPr>
      <w:r w:rsidRPr="007222A8">
        <w:rPr>
          <w:sz w:val="22"/>
          <w:szCs w:val="22"/>
        </w:rPr>
        <w:t>2011-2012  Öğretim yılında okulumuz Edebiyat Öğretmeni Tuncay TUNÇ tarafından yürütülecek olan Dramatik Sanatlardan Sinema alanında hazırlanan Ders Dışı Eğitim Çalışma Programı, yukarıda gösterildiği şekilde uygun görülmüştür.</w:t>
      </w:r>
    </w:p>
    <w:p w:rsidR="00C96800" w:rsidRPr="007222A8" w:rsidRDefault="00C96800" w:rsidP="001346E0">
      <w:pPr>
        <w:rPr>
          <w:sz w:val="22"/>
          <w:szCs w:val="22"/>
        </w:rPr>
      </w:pPr>
    </w:p>
    <w:p w:rsidR="00C96800" w:rsidRPr="007222A8" w:rsidRDefault="00C96800" w:rsidP="001346E0">
      <w:pPr>
        <w:rPr>
          <w:sz w:val="22"/>
          <w:szCs w:val="22"/>
        </w:rPr>
      </w:pPr>
      <w:r w:rsidRPr="007222A8">
        <w:rPr>
          <w:sz w:val="22"/>
          <w:szCs w:val="22"/>
        </w:rPr>
        <w:t>Makamlarınızca da uygun görüldüğü taktirde,25/07/2010 tarih ve 27652 sayılı Resmi Gazetede yayınlanarak yürürlüğe giren Milli Eğitim Bakanlığı Yönetici ve Öğretmenlerin Ders ve Ek Ders saatlerine ilişkin karar ve 19/08/2010 tarih ve 53578 sayılı,2010/49 no’lu Milli Eğitim Bakanlığı genelge emirlerine göre arz ve teklif ederim.</w:t>
      </w:r>
    </w:p>
    <w:p w:rsidR="00C96800" w:rsidRPr="007222A8" w:rsidRDefault="00C96800" w:rsidP="001346E0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>Tuncay Tunç</w:t>
      </w: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Türk Edebiyatı                                                                                                              </w:t>
      </w:r>
      <w:r>
        <w:rPr>
          <w:sz w:val="22"/>
          <w:szCs w:val="22"/>
        </w:rPr>
        <w:t>27/</w:t>
      </w:r>
      <w:r w:rsidRPr="007222A8">
        <w:rPr>
          <w:sz w:val="22"/>
          <w:szCs w:val="22"/>
        </w:rPr>
        <w:t xml:space="preserve"> 09 / 20</w:t>
      </w:r>
      <w:r>
        <w:rPr>
          <w:sz w:val="22"/>
          <w:szCs w:val="22"/>
        </w:rPr>
        <w:t>11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 w:rsidRPr="007222A8">
        <w:rPr>
          <w:sz w:val="22"/>
          <w:szCs w:val="22"/>
        </w:rPr>
        <w:tab/>
        <w:t xml:space="preserve">   </w:t>
      </w:r>
    </w:p>
    <w:p w:rsidR="00C96800" w:rsidRDefault="00C96800" w:rsidP="007222A8">
      <w:pPr>
        <w:rPr>
          <w:sz w:val="22"/>
          <w:szCs w:val="22"/>
        </w:rPr>
      </w:pPr>
    </w:p>
    <w:p w:rsidR="00C96800" w:rsidRPr="007222A8" w:rsidRDefault="00C96800" w:rsidP="007222A8">
      <w:pPr>
        <w:ind w:left="6372" w:firstLine="708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7222A8">
        <w:rPr>
          <w:sz w:val="22"/>
          <w:szCs w:val="22"/>
        </w:rPr>
        <w:t>İzzet ACAREL</w:t>
      </w: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                                                                           Okul Müdürü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                          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DF2814">
      <w:pPr>
        <w:ind w:left="3540" w:firstLine="708"/>
        <w:rPr>
          <w:sz w:val="22"/>
          <w:szCs w:val="22"/>
        </w:rPr>
      </w:pPr>
      <w:r w:rsidRPr="007222A8">
        <w:rPr>
          <w:sz w:val="22"/>
          <w:szCs w:val="22"/>
        </w:rPr>
        <w:t>UYGUNDUR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             …. / …. / 201</w:t>
      </w:r>
      <w:r>
        <w:rPr>
          <w:sz w:val="22"/>
          <w:szCs w:val="22"/>
        </w:rPr>
        <w:t>1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87355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                        </w:t>
      </w:r>
    </w:p>
    <w:p w:rsidR="00C96800" w:rsidRPr="007222A8" w:rsidRDefault="00C96800" w:rsidP="00DF2814">
      <w:pPr>
        <w:ind w:left="1416" w:firstLine="708"/>
        <w:rPr>
          <w:sz w:val="22"/>
          <w:szCs w:val="22"/>
        </w:rPr>
      </w:pPr>
    </w:p>
    <w:p w:rsidR="00C96800" w:rsidRPr="007222A8" w:rsidRDefault="00C96800" w:rsidP="00DF2814">
      <w:pPr>
        <w:ind w:left="3540" w:firstLine="708"/>
        <w:rPr>
          <w:sz w:val="22"/>
          <w:szCs w:val="22"/>
        </w:rPr>
      </w:pPr>
      <w:r w:rsidRPr="007222A8">
        <w:rPr>
          <w:sz w:val="22"/>
          <w:szCs w:val="22"/>
        </w:rPr>
        <w:t>Ömer  YAYLA</w:t>
      </w:r>
    </w:p>
    <w:p w:rsidR="00C96800" w:rsidRPr="007222A8" w:rsidRDefault="00C96800" w:rsidP="00387355">
      <w:pPr>
        <w:rPr>
          <w:sz w:val="22"/>
          <w:szCs w:val="22"/>
        </w:rPr>
      </w:pPr>
    </w:p>
    <w:p w:rsidR="00C96800" w:rsidRPr="007222A8" w:rsidRDefault="00C96800" w:rsidP="003E1529">
      <w:pPr>
        <w:rPr>
          <w:sz w:val="22"/>
          <w:szCs w:val="22"/>
        </w:rPr>
      </w:pPr>
      <w:r w:rsidRPr="007222A8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 xml:space="preserve">     </w:t>
      </w:r>
      <w:r w:rsidRPr="007222A8">
        <w:rPr>
          <w:sz w:val="22"/>
          <w:szCs w:val="22"/>
        </w:rPr>
        <w:t xml:space="preserve">      İlçe Milli Eğitim Müdürü</w:t>
      </w: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18"/>
          <w:szCs w:val="18"/>
        </w:rPr>
      </w:pPr>
    </w:p>
    <w:p w:rsidR="00C96800" w:rsidRDefault="00C96800" w:rsidP="003E1529">
      <w:pPr>
        <w:jc w:val="center"/>
        <w:rPr>
          <w:sz w:val="22"/>
          <w:szCs w:val="22"/>
        </w:rPr>
      </w:pPr>
    </w:p>
    <w:p w:rsidR="00C96800" w:rsidRDefault="00C96800" w:rsidP="003E1529">
      <w:pPr>
        <w:jc w:val="center"/>
        <w:rPr>
          <w:sz w:val="22"/>
          <w:szCs w:val="22"/>
        </w:rPr>
      </w:pPr>
    </w:p>
    <w:p w:rsidR="00C96800" w:rsidRDefault="00C96800" w:rsidP="003E1529">
      <w:pPr>
        <w:jc w:val="center"/>
        <w:rPr>
          <w:sz w:val="22"/>
          <w:szCs w:val="22"/>
        </w:rPr>
      </w:pPr>
    </w:p>
    <w:p w:rsidR="00C96800" w:rsidRPr="003B7E9E" w:rsidRDefault="00C96800" w:rsidP="003E1529">
      <w:pPr>
        <w:jc w:val="center"/>
        <w:rPr>
          <w:sz w:val="22"/>
          <w:szCs w:val="22"/>
        </w:rPr>
      </w:pPr>
      <w:r w:rsidRPr="003B7E9E">
        <w:rPr>
          <w:sz w:val="22"/>
          <w:szCs w:val="22"/>
        </w:rPr>
        <w:t>2011/ 2012  ÖĞRETİM  YILI</w:t>
      </w:r>
    </w:p>
    <w:p w:rsidR="00C96800" w:rsidRPr="003B7E9E" w:rsidRDefault="00C96800" w:rsidP="003E1529">
      <w:pPr>
        <w:ind w:left="360"/>
        <w:jc w:val="center"/>
        <w:rPr>
          <w:sz w:val="22"/>
          <w:szCs w:val="22"/>
        </w:rPr>
      </w:pPr>
      <w:r w:rsidRPr="003B7E9E">
        <w:rPr>
          <w:sz w:val="22"/>
          <w:szCs w:val="22"/>
        </w:rPr>
        <w:t>DERS DIŞI ÇALIŞMA ETKİNLİKLERİ BİLGİ FORMU</w:t>
      </w:r>
    </w:p>
    <w:p w:rsidR="00C96800" w:rsidRPr="003B7E9E" w:rsidRDefault="00C96800" w:rsidP="002A6791">
      <w:pPr>
        <w:rPr>
          <w:sz w:val="22"/>
          <w:szCs w:val="22"/>
        </w:rPr>
      </w:pPr>
    </w:p>
    <w:p w:rsidR="00C96800" w:rsidRPr="003B7E9E" w:rsidRDefault="00C96800" w:rsidP="002A6791">
      <w:pPr>
        <w:rPr>
          <w:b/>
          <w:bCs/>
          <w:sz w:val="22"/>
          <w:szCs w:val="22"/>
        </w:rPr>
      </w:pPr>
      <w:r w:rsidRPr="003B7E9E">
        <w:rPr>
          <w:b/>
          <w:bCs/>
          <w:sz w:val="22"/>
          <w:szCs w:val="22"/>
        </w:rPr>
        <w:t>Ders Dışı Çalışma Etkinliği Yapılan</w:t>
      </w:r>
    </w:p>
    <w:p w:rsidR="00C96800" w:rsidRPr="003B7E9E" w:rsidRDefault="00C96800" w:rsidP="002A6791">
      <w:pPr>
        <w:rPr>
          <w:b/>
          <w:bCs/>
          <w:sz w:val="22"/>
          <w:szCs w:val="22"/>
        </w:rPr>
      </w:pPr>
      <w:r w:rsidRPr="003B7E9E">
        <w:rPr>
          <w:b/>
          <w:bCs/>
          <w:sz w:val="22"/>
          <w:szCs w:val="22"/>
        </w:rPr>
        <w:t xml:space="preserve">                                    OKULUN ADI:   KIZILIRMAK ANADOLU ÖĞRETMEN LİSESİ</w:t>
      </w:r>
    </w:p>
    <w:p w:rsidR="00C96800" w:rsidRPr="003B7E9E" w:rsidRDefault="00C96800" w:rsidP="002A6791">
      <w:pPr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7052"/>
      </w:tblGrid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Ders Dışı Çalışma yaptıran</w:t>
            </w:r>
          </w:p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Öğretmenin Adı Soyadı - Branşı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b/>
                <w:bCs/>
                <w:sz w:val="22"/>
                <w:szCs w:val="22"/>
              </w:rPr>
              <w:t xml:space="preserve">   </w:t>
            </w:r>
            <w:r w:rsidRPr="003B7E9E">
              <w:rPr>
                <w:sz w:val="22"/>
                <w:szCs w:val="22"/>
              </w:rPr>
              <w:t>Tuncay Tunç</w:t>
            </w:r>
          </w:p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Etkinliğin Konusu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Dramatik Sanatlar/ Sinema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  Günleri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Pazartesi,Salı ve Çarşamba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  Saatleri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16:10-17:40 (Pazartesi,Salı)- 15:10-16:40 (Çarşamba)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  Yeri</w:t>
            </w:r>
          </w:p>
        </w:tc>
        <w:tc>
          <w:tcPr>
            <w:tcW w:w="7052" w:type="dxa"/>
          </w:tcPr>
          <w:p w:rsidR="00C96800" w:rsidRPr="003B7E9E" w:rsidRDefault="00C96800" w:rsidP="0019151D">
            <w:r w:rsidRPr="003B7E9E">
              <w:rPr>
                <w:sz w:val="22"/>
                <w:szCs w:val="22"/>
              </w:rPr>
              <w:t xml:space="preserve">    K003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  Başlama  Tarihi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03.10.2011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Çalışmaların Bitiş Tarihi</w:t>
            </w:r>
          </w:p>
        </w:tc>
        <w:tc>
          <w:tcPr>
            <w:tcW w:w="7052" w:type="dxa"/>
          </w:tcPr>
          <w:p w:rsidR="00C96800" w:rsidRPr="003B7E9E" w:rsidRDefault="00C96800" w:rsidP="002F73DD">
            <w:r w:rsidRPr="003B7E9E">
              <w:rPr>
                <w:sz w:val="22"/>
                <w:szCs w:val="22"/>
              </w:rPr>
              <w:t xml:space="preserve">    28.01.2012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Çalışmaya katılması gereken en az öğrenci sayısı</w:t>
            </w:r>
          </w:p>
        </w:tc>
        <w:tc>
          <w:tcPr>
            <w:tcW w:w="7052" w:type="dxa"/>
          </w:tcPr>
          <w:p w:rsidR="00C96800" w:rsidRPr="003B7E9E" w:rsidRDefault="00C96800" w:rsidP="004358F8">
            <w:r w:rsidRPr="003B7E9E">
              <w:rPr>
                <w:sz w:val="22"/>
                <w:szCs w:val="22"/>
              </w:rPr>
              <w:t xml:space="preserve">    8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Ders yılı boyunca Okulda yapılan ders saati sayısı</w:t>
            </w:r>
          </w:p>
        </w:tc>
        <w:tc>
          <w:tcPr>
            <w:tcW w:w="7052" w:type="dxa"/>
          </w:tcPr>
          <w:p w:rsidR="00C96800" w:rsidRPr="003B7E9E" w:rsidRDefault="00C96800" w:rsidP="00E61CC9">
            <w:r w:rsidRPr="003B7E9E">
              <w:rPr>
                <w:sz w:val="22"/>
                <w:szCs w:val="22"/>
              </w:rPr>
              <w:t xml:space="preserve">    26180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Ders yılı boyunca Okulda yapılan ders saati sayısın %5’i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1309</w:t>
            </w:r>
          </w:p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 </w:t>
            </w:r>
          </w:p>
        </w:tc>
      </w:tr>
      <w:tr w:rsidR="00C96800" w:rsidRPr="003B7E9E">
        <w:tc>
          <w:tcPr>
            <w:tcW w:w="3168" w:type="dxa"/>
          </w:tcPr>
          <w:p w:rsidR="00C96800" w:rsidRPr="003B7E9E" w:rsidRDefault="00C96800" w:rsidP="0019151D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Yapılacak çalışma ile hedeflenen amaçlar</w:t>
            </w:r>
          </w:p>
        </w:tc>
        <w:tc>
          <w:tcPr>
            <w:tcW w:w="7052" w:type="dxa"/>
          </w:tcPr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Sinema hakkında bilgi sahibi yapmak.</w:t>
            </w:r>
          </w:p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Movie Maker programını kullanabilmek.</w:t>
            </w:r>
          </w:p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Kısa metrajlı filmler çevirebilmek.</w:t>
            </w:r>
          </w:p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Senaryo yazmasını öğrenmek.</w:t>
            </w:r>
          </w:p>
          <w:p w:rsidR="00C96800" w:rsidRPr="003B7E9E" w:rsidRDefault="00C96800" w:rsidP="002A6791">
            <w:r w:rsidRPr="003B7E9E">
              <w:rPr>
                <w:sz w:val="22"/>
                <w:szCs w:val="22"/>
              </w:rPr>
              <w:t xml:space="preserve">   Slayt hazırlayabilmek. </w:t>
            </w:r>
          </w:p>
        </w:tc>
      </w:tr>
    </w:tbl>
    <w:p w:rsidR="00C96800" w:rsidRPr="003B7E9E" w:rsidRDefault="00C96800" w:rsidP="002A6791">
      <w:pPr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88"/>
        <w:gridCol w:w="1417"/>
        <w:gridCol w:w="1418"/>
        <w:gridCol w:w="3449"/>
      </w:tblGrid>
      <w:tr w:rsidR="00C96800" w:rsidRPr="003B7E9E">
        <w:tc>
          <w:tcPr>
            <w:tcW w:w="10220" w:type="dxa"/>
            <w:gridSpan w:val="5"/>
          </w:tcPr>
          <w:p w:rsidR="00C96800" w:rsidRPr="003B7E9E" w:rsidRDefault="00C96800" w:rsidP="002A6791">
            <w:pPr>
              <w:jc w:val="center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Ders Dışı Çalışma Etkinliğine katılacak öğrenciler</w:t>
            </w:r>
          </w:p>
          <w:p w:rsidR="00C96800" w:rsidRPr="003B7E9E" w:rsidRDefault="00C96800" w:rsidP="002A6791">
            <w:pPr>
              <w:jc w:val="center"/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Sıra</w:t>
            </w:r>
          </w:p>
        </w:tc>
        <w:tc>
          <w:tcPr>
            <w:tcW w:w="3288" w:type="dxa"/>
          </w:tcPr>
          <w:p w:rsidR="00C96800" w:rsidRPr="003B7E9E" w:rsidRDefault="00C96800" w:rsidP="002A6791">
            <w:pPr>
              <w:jc w:val="center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Adı Soyadı</w:t>
            </w:r>
          </w:p>
        </w:tc>
        <w:tc>
          <w:tcPr>
            <w:tcW w:w="1417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Sınıfı</w:t>
            </w:r>
          </w:p>
        </w:tc>
        <w:tc>
          <w:tcPr>
            <w:tcW w:w="1418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Açıklamalar</w:t>
            </w: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Gülden ŞAHİN</w:t>
            </w:r>
          </w:p>
        </w:tc>
        <w:tc>
          <w:tcPr>
            <w:tcW w:w="1417" w:type="dxa"/>
          </w:tcPr>
          <w:p w:rsidR="00C96800" w:rsidRPr="003B7E9E" w:rsidRDefault="00C96800" w:rsidP="004F305B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136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Elif DEMİRAĞ</w:t>
            </w:r>
          </w:p>
        </w:tc>
        <w:tc>
          <w:tcPr>
            <w:tcW w:w="1417" w:type="dxa"/>
          </w:tcPr>
          <w:p w:rsidR="00C96800" w:rsidRPr="003B7E9E" w:rsidRDefault="00C96800" w:rsidP="0019151D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174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Hafize DEMİRCAN</w:t>
            </w:r>
          </w:p>
        </w:tc>
        <w:tc>
          <w:tcPr>
            <w:tcW w:w="1417" w:type="dxa"/>
          </w:tcPr>
          <w:p w:rsidR="00C96800" w:rsidRPr="003B7E9E" w:rsidRDefault="00C96800" w:rsidP="0019151D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190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Levent ÇELEBİ</w:t>
            </w:r>
          </w:p>
        </w:tc>
        <w:tc>
          <w:tcPr>
            <w:tcW w:w="1417" w:type="dxa"/>
          </w:tcPr>
          <w:p w:rsidR="00C96800" w:rsidRPr="003B7E9E" w:rsidRDefault="00C96800" w:rsidP="0019151D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195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Furkan TAFLAN</w:t>
            </w:r>
          </w:p>
        </w:tc>
        <w:tc>
          <w:tcPr>
            <w:tcW w:w="1417" w:type="dxa"/>
          </w:tcPr>
          <w:p w:rsidR="00C96800" w:rsidRPr="003B7E9E" w:rsidRDefault="00C96800" w:rsidP="0019151D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201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288" w:type="dxa"/>
          </w:tcPr>
          <w:p w:rsidR="00C96800" w:rsidRPr="003B7E9E" w:rsidRDefault="00C96800" w:rsidP="00725B0F">
            <w:r w:rsidRPr="003B7E9E">
              <w:rPr>
                <w:sz w:val="22"/>
                <w:szCs w:val="22"/>
              </w:rPr>
              <w:t>Elif Nur ALTUNTAŞ</w:t>
            </w:r>
          </w:p>
        </w:tc>
        <w:tc>
          <w:tcPr>
            <w:tcW w:w="1417" w:type="dxa"/>
          </w:tcPr>
          <w:p w:rsidR="00C96800" w:rsidRPr="003B7E9E" w:rsidRDefault="00C96800" w:rsidP="0019151D">
            <w:pPr>
              <w:jc w:val="center"/>
            </w:pPr>
            <w:r w:rsidRPr="003B7E9E">
              <w:rPr>
                <w:sz w:val="22"/>
                <w:szCs w:val="22"/>
              </w:rPr>
              <w:t>9/B</w:t>
            </w:r>
          </w:p>
        </w:tc>
        <w:tc>
          <w:tcPr>
            <w:tcW w:w="1418" w:type="dxa"/>
          </w:tcPr>
          <w:p w:rsidR="00C96800" w:rsidRPr="003B7E9E" w:rsidRDefault="00C96800" w:rsidP="00725B0F">
            <w:pPr>
              <w:jc w:val="center"/>
            </w:pPr>
            <w:r w:rsidRPr="003B7E9E">
              <w:rPr>
                <w:sz w:val="22"/>
                <w:szCs w:val="22"/>
              </w:rPr>
              <w:t>406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Şerife BAYKAL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10/B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131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Şeyma Nur USLU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10/B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76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Seda ÇAP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10/C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158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Esma Nur KILIÇLI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10/C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375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Gizem Nur KURT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10/D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16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288" w:type="dxa"/>
          </w:tcPr>
          <w:p w:rsidR="00C96800" w:rsidRPr="003B7E9E" w:rsidRDefault="00C96800" w:rsidP="001833DE">
            <w:r w:rsidRPr="003B7E9E">
              <w:rPr>
                <w:sz w:val="22"/>
                <w:szCs w:val="22"/>
              </w:rPr>
              <w:t>Kübra ÇINAR</w:t>
            </w:r>
          </w:p>
        </w:tc>
        <w:tc>
          <w:tcPr>
            <w:tcW w:w="1417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10/D</w:t>
            </w:r>
          </w:p>
        </w:tc>
        <w:tc>
          <w:tcPr>
            <w:tcW w:w="1418" w:type="dxa"/>
          </w:tcPr>
          <w:p w:rsidR="00C96800" w:rsidRPr="003B7E9E" w:rsidRDefault="00C96800" w:rsidP="001833DE">
            <w:pPr>
              <w:jc w:val="center"/>
            </w:pPr>
            <w:r w:rsidRPr="003B7E9E">
              <w:rPr>
                <w:sz w:val="22"/>
                <w:szCs w:val="22"/>
              </w:rPr>
              <w:t>151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Enes ALAN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10/E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369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Oğuzhan KOÇ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11/A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244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Haasan KAYA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11/A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262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Emre YILMAZ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11/D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354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Mehmet Ali UZUN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11/E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350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Mustafa Münir SARAÇ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11/E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337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Muhammet Emin ZORLU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11/E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45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Ahmet GÜNDOĞAN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11/E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129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Tarık CANDEMİR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12/YD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73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Atviye KOÇ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12/YD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197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Hasan BODUR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12/YD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268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  <w:tr w:rsidR="00C96800" w:rsidRPr="003B7E9E">
        <w:tc>
          <w:tcPr>
            <w:tcW w:w="648" w:type="dxa"/>
          </w:tcPr>
          <w:p w:rsidR="00C96800" w:rsidRPr="003B7E9E" w:rsidRDefault="00C96800" w:rsidP="002A6791">
            <w:pPr>
              <w:jc w:val="right"/>
              <w:rPr>
                <w:b/>
                <w:bCs/>
              </w:rPr>
            </w:pPr>
            <w:r w:rsidRPr="003B7E9E">
              <w:rPr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3288" w:type="dxa"/>
          </w:tcPr>
          <w:p w:rsidR="00C96800" w:rsidRPr="003B7E9E" w:rsidRDefault="00C96800" w:rsidP="00722728">
            <w:r w:rsidRPr="003B7E9E">
              <w:rPr>
                <w:sz w:val="22"/>
                <w:szCs w:val="22"/>
              </w:rPr>
              <w:t>Olgun BAYRAMBAŞ</w:t>
            </w:r>
          </w:p>
        </w:tc>
        <w:tc>
          <w:tcPr>
            <w:tcW w:w="1417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12/YD</w:t>
            </w:r>
          </w:p>
        </w:tc>
        <w:tc>
          <w:tcPr>
            <w:tcW w:w="1418" w:type="dxa"/>
          </w:tcPr>
          <w:p w:rsidR="00C96800" w:rsidRPr="003B7E9E" w:rsidRDefault="00C96800" w:rsidP="00722728">
            <w:pPr>
              <w:jc w:val="center"/>
            </w:pPr>
            <w:r w:rsidRPr="003B7E9E">
              <w:rPr>
                <w:sz w:val="22"/>
                <w:szCs w:val="22"/>
              </w:rPr>
              <w:t>295</w:t>
            </w:r>
          </w:p>
        </w:tc>
        <w:tc>
          <w:tcPr>
            <w:tcW w:w="3449" w:type="dxa"/>
          </w:tcPr>
          <w:p w:rsidR="00C96800" w:rsidRPr="003B7E9E" w:rsidRDefault="00C96800" w:rsidP="002A6791">
            <w:pPr>
              <w:rPr>
                <w:b/>
                <w:bCs/>
              </w:rPr>
            </w:pPr>
          </w:p>
        </w:tc>
      </w:tr>
    </w:tbl>
    <w:p w:rsidR="00C96800" w:rsidRPr="003B7E9E" w:rsidRDefault="00C96800" w:rsidP="002A6791">
      <w:pPr>
        <w:rPr>
          <w:b/>
          <w:bCs/>
          <w:sz w:val="22"/>
          <w:szCs w:val="22"/>
        </w:rPr>
      </w:pPr>
    </w:p>
    <w:p w:rsidR="00C96800" w:rsidRPr="003B7E9E" w:rsidRDefault="00C96800" w:rsidP="002A6791">
      <w:pPr>
        <w:rPr>
          <w:sz w:val="22"/>
          <w:szCs w:val="22"/>
        </w:rPr>
      </w:pPr>
      <w:r w:rsidRPr="003B7E9E">
        <w:rPr>
          <w:sz w:val="22"/>
          <w:szCs w:val="22"/>
        </w:rPr>
        <w:t>Milli Eğitim Bakanlığının 2010/49 nolu Genelge esaslarına uygunluğu tasdik olunur</w:t>
      </w:r>
    </w:p>
    <w:p w:rsidR="00C96800" w:rsidRPr="003B7E9E" w:rsidRDefault="00C96800" w:rsidP="002A6791">
      <w:pPr>
        <w:rPr>
          <w:sz w:val="22"/>
          <w:szCs w:val="22"/>
        </w:rPr>
      </w:pPr>
    </w:p>
    <w:p w:rsidR="00C96800" w:rsidRPr="003B7E9E" w:rsidRDefault="00C96800" w:rsidP="002A6791">
      <w:pPr>
        <w:rPr>
          <w:sz w:val="22"/>
          <w:szCs w:val="22"/>
        </w:rPr>
      </w:pPr>
      <w:r w:rsidRPr="003B7E9E">
        <w:rPr>
          <w:sz w:val="22"/>
          <w:szCs w:val="22"/>
        </w:rPr>
        <w:t xml:space="preserve">                                                                                                                              27/09/2010</w:t>
      </w:r>
    </w:p>
    <w:p w:rsidR="00C96800" w:rsidRPr="003B7E9E" w:rsidRDefault="00C96800" w:rsidP="002A6791">
      <w:pPr>
        <w:rPr>
          <w:sz w:val="22"/>
          <w:szCs w:val="22"/>
        </w:rPr>
      </w:pPr>
    </w:p>
    <w:p w:rsidR="00C96800" w:rsidRPr="003B7E9E" w:rsidRDefault="00C96800" w:rsidP="002A6791">
      <w:pPr>
        <w:rPr>
          <w:sz w:val="22"/>
          <w:szCs w:val="22"/>
        </w:rPr>
      </w:pPr>
      <w:r w:rsidRPr="003B7E9E">
        <w:rPr>
          <w:sz w:val="22"/>
          <w:szCs w:val="22"/>
        </w:rPr>
        <w:t xml:space="preserve">                                                                                                                           İzzet ACAREL                                                             </w:t>
      </w:r>
    </w:p>
    <w:p w:rsidR="00C96800" w:rsidRPr="003B7E9E" w:rsidRDefault="00C96800" w:rsidP="002A6791">
      <w:pPr>
        <w:rPr>
          <w:sz w:val="22"/>
          <w:szCs w:val="22"/>
        </w:rPr>
      </w:pPr>
      <w:r w:rsidRPr="003B7E9E">
        <w:rPr>
          <w:sz w:val="22"/>
          <w:szCs w:val="22"/>
        </w:rPr>
        <w:t xml:space="preserve">                                                                                                                              </w:t>
      </w:r>
    </w:p>
    <w:p w:rsidR="00C96800" w:rsidRPr="003B7E9E" w:rsidRDefault="00C96800" w:rsidP="003B7E9E">
      <w:pPr>
        <w:rPr>
          <w:sz w:val="22"/>
          <w:szCs w:val="22"/>
        </w:rPr>
      </w:pPr>
      <w:r w:rsidRPr="003B7E9E">
        <w:rPr>
          <w:sz w:val="22"/>
          <w:szCs w:val="22"/>
        </w:rPr>
        <w:t xml:space="preserve">                                                                                                                            Okul Müdürü</w:t>
      </w:r>
    </w:p>
    <w:p w:rsidR="00C96800" w:rsidRPr="007222A8" w:rsidRDefault="00C96800" w:rsidP="00E95D5B">
      <w:pPr>
        <w:ind w:left="360"/>
        <w:rPr>
          <w:b/>
          <w:bCs/>
          <w:sz w:val="22"/>
          <w:szCs w:val="22"/>
        </w:rPr>
      </w:pPr>
    </w:p>
    <w:p w:rsidR="00C96800" w:rsidRPr="007222A8" w:rsidRDefault="00C96800" w:rsidP="00E95D5B">
      <w:pPr>
        <w:ind w:left="360"/>
        <w:rPr>
          <w:b/>
          <w:bCs/>
          <w:sz w:val="22"/>
          <w:szCs w:val="22"/>
        </w:rPr>
      </w:pPr>
    </w:p>
    <w:sectPr w:rsidR="00C96800" w:rsidRPr="007222A8" w:rsidSect="003B7E9E">
      <w:pgSz w:w="11906" w:h="16838"/>
      <w:pgMar w:top="426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095C"/>
    <w:multiLevelType w:val="hybridMultilevel"/>
    <w:tmpl w:val="226C0EC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6B104C"/>
    <w:multiLevelType w:val="hybridMultilevel"/>
    <w:tmpl w:val="35E27C7A"/>
    <w:lvl w:ilvl="0" w:tplc="2FCA9FA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6E3E9E"/>
    <w:multiLevelType w:val="hybridMultilevel"/>
    <w:tmpl w:val="054A42BC"/>
    <w:lvl w:ilvl="0" w:tplc="641E650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921369C"/>
    <w:multiLevelType w:val="hybridMultilevel"/>
    <w:tmpl w:val="8E0863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C92292"/>
    <w:multiLevelType w:val="hybridMultilevel"/>
    <w:tmpl w:val="1DE42232"/>
    <w:lvl w:ilvl="0" w:tplc="4EE65B0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7C9392F"/>
    <w:multiLevelType w:val="hybridMultilevel"/>
    <w:tmpl w:val="90EE6BE2"/>
    <w:lvl w:ilvl="0" w:tplc="58F40380">
      <w:start w:val="2009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73"/>
    <w:rsid w:val="00007ABE"/>
    <w:rsid w:val="00031BAB"/>
    <w:rsid w:val="0005325A"/>
    <w:rsid w:val="00053B7F"/>
    <w:rsid w:val="00056417"/>
    <w:rsid w:val="00065F72"/>
    <w:rsid w:val="00077821"/>
    <w:rsid w:val="00085CA9"/>
    <w:rsid w:val="00095452"/>
    <w:rsid w:val="000B5D88"/>
    <w:rsid w:val="000B7AF1"/>
    <w:rsid w:val="000D42B3"/>
    <w:rsid w:val="000F32BA"/>
    <w:rsid w:val="00103C73"/>
    <w:rsid w:val="00107605"/>
    <w:rsid w:val="00116972"/>
    <w:rsid w:val="00131373"/>
    <w:rsid w:val="001346E0"/>
    <w:rsid w:val="001349AA"/>
    <w:rsid w:val="001360E4"/>
    <w:rsid w:val="001412B7"/>
    <w:rsid w:val="00145B34"/>
    <w:rsid w:val="00154A44"/>
    <w:rsid w:val="00154D8E"/>
    <w:rsid w:val="0015710C"/>
    <w:rsid w:val="00167E98"/>
    <w:rsid w:val="00181FD2"/>
    <w:rsid w:val="001833DE"/>
    <w:rsid w:val="001843CB"/>
    <w:rsid w:val="00185035"/>
    <w:rsid w:val="0019151D"/>
    <w:rsid w:val="001943AB"/>
    <w:rsid w:val="001A5BDA"/>
    <w:rsid w:val="001A729F"/>
    <w:rsid w:val="002254E9"/>
    <w:rsid w:val="00226E42"/>
    <w:rsid w:val="002322CB"/>
    <w:rsid w:val="00236A9B"/>
    <w:rsid w:val="00236AEF"/>
    <w:rsid w:val="00241E7D"/>
    <w:rsid w:val="00247C94"/>
    <w:rsid w:val="00253371"/>
    <w:rsid w:val="0027381F"/>
    <w:rsid w:val="00291F5D"/>
    <w:rsid w:val="00292C3D"/>
    <w:rsid w:val="002A07C9"/>
    <w:rsid w:val="002A1D01"/>
    <w:rsid w:val="002A2B8E"/>
    <w:rsid w:val="002A6791"/>
    <w:rsid w:val="002B1192"/>
    <w:rsid w:val="002C79D3"/>
    <w:rsid w:val="002D1376"/>
    <w:rsid w:val="002F10D4"/>
    <w:rsid w:val="002F73DD"/>
    <w:rsid w:val="003045E4"/>
    <w:rsid w:val="00325116"/>
    <w:rsid w:val="00333EE1"/>
    <w:rsid w:val="00334F94"/>
    <w:rsid w:val="00352FFF"/>
    <w:rsid w:val="00374145"/>
    <w:rsid w:val="0037666F"/>
    <w:rsid w:val="00387355"/>
    <w:rsid w:val="00387955"/>
    <w:rsid w:val="003B7E9E"/>
    <w:rsid w:val="003C2652"/>
    <w:rsid w:val="003E0018"/>
    <w:rsid w:val="003E0B93"/>
    <w:rsid w:val="003E1529"/>
    <w:rsid w:val="003F142C"/>
    <w:rsid w:val="003F31DB"/>
    <w:rsid w:val="004075BF"/>
    <w:rsid w:val="00433269"/>
    <w:rsid w:val="004337A9"/>
    <w:rsid w:val="004358F8"/>
    <w:rsid w:val="00445A7D"/>
    <w:rsid w:val="00446933"/>
    <w:rsid w:val="004836F2"/>
    <w:rsid w:val="00485C31"/>
    <w:rsid w:val="00491FD0"/>
    <w:rsid w:val="004A6156"/>
    <w:rsid w:val="004B475A"/>
    <w:rsid w:val="004B4EE9"/>
    <w:rsid w:val="004D7DAF"/>
    <w:rsid w:val="004E40A0"/>
    <w:rsid w:val="004F305B"/>
    <w:rsid w:val="004F45CA"/>
    <w:rsid w:val="004F788C"/>
    <w:rsid w:val="00512DBA"/>
    <w:rsid w:val="005134DC"/>
    <w:rsid w:val="00523416"/>
    <w:rsid w:val="005268F0"/>
    <w:rsid w:val="00527BF3"/>
    <w:rsid w:val="00533540"/>
    <w:rsid w:val="00536584"/>
    <w:rsid w:val="005367FC"/>
    <w:rsid w:val="005570A1"/>
    <w:rsid w:val="00584A54"/>
    <w:rsid w:val="00584BC5"/>
    <w:rsid w:val="00592445"/>
    <w:rsid w:val="00595512"/>
    <w:rsid w:val="00597414"/>
    <w:rsid w:val="005B463B"/>
    <w:rsid w:val="005C5B3F"/>
    <w:rsid w:val="005C5E2F"/>
    <w:rsid w:val="005D38A7"/>
    <w:rsid w:val="005E5532"/>
    <w:rsid w:val="005F52DB"/>
    <w:rsid w:val="0060319A"/>
    <w:rsid w:val="00603705"/>
    <w:rsid w:val="00607FDD"/>
    <w:rsid w:val="00636BDE"/>
    <w:rsid w:val="00653448"/>
    <w:rsid w:val="00667C9B"/>
    <w:rsid w:val="0067139F"/>
    <w:rsid w:val="00682414"/>
    <w:rsid w:val="006B2F94"/>
    <w:rsid w:val="006B5861"/>
    <w:rsid w:val="006C0575"/>
    <w:rsid w:val="006C6465"/>
    <w:rsid w:val="006E3BB3"/>
    <w:rsid w:val="006E5B5F"/>
    <w:rsid w:val="006E6D59"/>
    <w:rsid w:val="006F2A6D"/>
    <w:rsid w:val="006F6682"/>
    <w:rsid w:val="00701521"/>
    <w:rsid w:val="007157FA"/>
    <w:rsid w:val="007222A8"/>
    <w:rsid w:val="00722728"/>
    <w:rsid w:val="00724022"/>
    <w:rsid w:val="00725703"/>
    <w:rsid w:val="00725B0F"/>
    <w:rsid w:val="00727F09"/>
    <w:rsid w:val="00740622"/>
    <w:rsid w:val="00770FE6"/>
    <w:rsid w:val="00774AC1"/>
    <w:rsid w:val="00776557"/>
    <w:rsid w:val="007812B4"/>
    <w:rsid w:val="00796195"/>
    <w:rsid w:val="007C69B6"/>
    <w:rsid w:val="007D0910"/>
    <w:rsid w:val="007D1519"/>
    <w:rsid w:val="007D4439"/>
    <w:rsid w:val="007E0B14"/>
    <w:rsid w:val="007F2E3A"/>
    <w:rsid w:val="008156BC"/>
    <w:rsid w:val="00836F37"/>
    <w:rsid w:val="00840CFC"/>
    <w:rsid w:val="00842424"/>
    <w:rsid w:val="008522BC"/>
    <w:rsid w:val="00853A29"/>
    <w:rsid w:val="00894DF9"/>
    <w:rsid w:val="008A74D8"/>
    <w:rsid w:val="008B4E4A"/>
    <w:rsid w:val="008C11AC"/>
    <w:rsid w:val="008C14E3"/>
    <w:rsid w:val="008D40B5"/>
    <w:rsid w:val="00900EBD"/>
    <w:rsid w:val="00912A7C"/>
    <w:rsid w:val="00917ED5"/>
    <w:rsid w:val="009253C3"/>
    <w:rsid w:val="009661DE"/>
    <w:rsid w:val="00971B30"/>
    <w:rsid w:val="009A1F3B"/>
    <w:rsid w:val="009A4896"/>
    <w:rsid w:val="009A50F2"/>
    <w:rsid w:val="009A7A29"/>
    <w:rsid w:val="009C0ECF"/>
    <w:rsid w:val="009C635A"/>
    <w:rsid w:val="009F25E0"/>
    <w:rsid w:val="00A117EE"/>
    <w:rsid w:val="00A266D3"/>
    <w:rsid w:val="00A53479"/>
    <w:rsid w:val="00A62E11"/>
    <w:rsid w:val="00A640DC"/>
    <w:rsid w:val="00A66D77"/>
    <w:rsid w:val="00A732F7"/>
    <w:rsid w:val="00A818BC"/>
    <w:rsid w:val="00AA4640"/>
    <w:rsid w:val="00AB3DE4"/>
    <w:rsid w:val="00AC0347"/>
    <w:rsid w:val="00AC1509"/>
    <w:rsid w:val="00AC44BA"/>
    <w:rsid w:val="00AC6F45"/>
    <w:rsid w:val="00AF304B"/>
    <w:rsid w:val="00B06153"/>
    <w:rsid w:val="00B3114B"/>
    <w:rsid w:val="00B32CA9"/>
    <w:rsid w:val="00B3530E"/>
    <w:rsid w:val="00B51FD6"/>
    <w:rsid w:val="00B5438E"/>
    <w:rsid w:val="00B759D9"/>
    <w:rsid w:val="00B92B34"/>
    <w:rsid w:val="00B946E3"/>
    <w:rsid w:val="00BA69AC"/>
    <w:rsid w:val="00BC4A74"/>
    <w:rsid w:val="00BD08AD"/>
    <w:rsid w:val="00BD5AE3"/>
    <w:rsid w:val="00BD7994"/>
    <w:rsid w:val="00BF1D13"/>
    <w:rsid w:val="00BF424E"/>
    <w:rsid w:val="00C0029B"/>
    <w:rsid w:val="00C1304C"/>
    <w:rsid w:val="00C23AC7"/>
    <w:rsid w:val="00C26666"/>
    <w:rsid w:val="00C5482F"/>
    <w:rsid w:val="00C5734E"/>
    <w:rsid w:val="00C61D99"/>
    <w:rsid w:val="00C62669"/>
    <w:rsid w:val="00C65236"/>
    <w:rsid w:val="00C834CE"/>
    <w:rsid w:val="00C86EA8"/>
    <w:rsid w:val="00C96800"/>
    <w:rsid w:val="00CC30C8"/>
    <w:rsid w:val="00CE22A3"/>
    <w:rsid w:val="00CF3105"/>
    <w:rsid w:val="00CF372E"/>
    <w:rsid w:val="00D32025"/>
    <w:rsid w:val="00D352CA"/>
    <w:rsid w:val="00D43D33"/>
    <w:rsid w:val="00D45072"/>
    <w:rsid w:val="00D46831"/>
    <w:rsid w:val="00D56164"/>
    <w:rsid w:val="00D610AC"/>
    <w:rsid w:val="00D9016F"/>
    <w:rsid w:val="00D96F0B"/>
    <w:rsid w:val="00DB4134"/>
    <w:rsid w:val="00DB6302"/>
    <w:rsid w:val="00DD0D1C"/>
    <w:rsid w:val="00DD3F76"/>
    <w:rsid w:val="00DD6876"/>
    <w:rsid w:val="00DF2814"/>
    <w:rsid w:val="00DF58FD"/>
    <w:rsid w:val="00E036C2"/>
    <w:rsid w:val="00E16DB0"/>
    <w:rsid w:val="00E34B53"/>
    <w:rsid w:val="00E45A04"/>
    <w:rsid w:val="00E512B6"/>
    <w:rsid w:val="00E570FA"/>
    <w:rsid w:val="00E61CC9"/>
    <w:rsid w:val="00E95D5B"/>
    <w:rsid w:val="00EB0616"/>
    <w:rsid w:val="00EB0C84"/>
    <w:rsid w:val="00ED2213"/>
    <w:rsid w:val="00EF20EB"/>
    <w:rsid w:val="00F021C3"/>
    <w:rsid w:val="00F05E94"/>
    <w:rsid w:val="00F06792"/>
    <w:rsid w:val="00F13E42"/>
    <w:rsid w:val="00F338FE"/>
    <w:rsid w:val="00F36E3E"/>
    <w:rsid w:val="00F52FC7"/>
    <w:rsid w:val="00F671ED"/>
    <w:rsid w:val="00F67C0A"/>
    <w:rsid w:val="00F72B63"/>
    <w:rsid w:val="00F72D81"/>
    <w:rsid w:val="00F738B8"/>
    <w:rsid w:val="00F865A8"/>
    <w:rsid w:val="00F90A17"/>
    <w:rsid w:val="00F94CE3"/>
    <w:rsid w:val="00F96C30"/>
    <w:rsid w:val="00FB352B"/>
    <w:rsid w:val="00FB4FCF"/>
    <w:rsid w:val="00FF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FD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3C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0760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F72D8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A6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6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ebiyatogretmeni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1747</Words>
  <Characters>9958</Characters>
  <Application>Microsoft Office Outlook</Application>
  <DocSecurity>0</DocSecurity>
  <Lines>0</Lines>
  <Paragraphs>0</Paragraphs>
  <ScaleCrop>false</ScaleCrop>
  <Company>Akyüz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KIZILIRMAK ANADOLU ÖĞRETMEN LİSESİ 2008 / 2009 ÖĞRETİM YILI</dc:title>
  <dc:subject/>
  <dc:creator>Ergin</dc:creator>
  <cp:keywords/>
  <dc:description/>
  <cp:lastModifiedBy>yusuf</cp:lastModifiedBy>
  <cp:revision>2</cp:revision>
  <cp:lastPrinted>2011-10-10T13:43:00Z</cp:lastPrinted>
  <dcterms:created xsi:type="dcterms:W3CDTF">2011-10-29T14:10:00Z</dcterms:created>
  <dcterms:modified xsi:type="dcterms:W3CDTF">2011-10-29T14:10:00Z</dcterms:modified>
</cp:coreProperties>
</file>