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4E" w:rsidRPr="00311C1A" w:rsidRDefault="008A5B4E" w:rsidP="00046B3F">
      <w:pPr>
        <w:keepNext/>
        <w:shd w:val="clear" w:color="auto" w:fill="E5B8B7"/>
        <w:spacing w:after="0"/>
        <w:jc w:val="center"/>
        <w:rPr>
          <w:rFonts w:cs="Calibri"/>
          <w:b/>
          <w:bCs/>
          <w:color w:val="000000"/>
          <w:sz w:val="20"/>
          <w:szCs w:val="20"/>
          <w:lang w:eastAsia="tr-TR"/>
        </w:rPr>
      </w:pPr>
      <w:r>
        <w:rPr>
          <w:b/>
          <w:sz w:val="20"/>
          <w:szCs w:val="20"/>
          <w:shd w:val="clear" w:color="auto" w:fill="C2D69B"/>
        </w:rPr>
        <w:t>SİLİFKE - TAŞUCU</w:t>
      </w:r>
    </w:p>
    <w:p w:rsidR="008A5B4E" w:rsidRPr="00311C1A" w:rsidRDefault="008A5B4E" w:rsidP="00046B3F">
      <w:pPr>
        <w:keepNext/>
        <w:shd w:val="clear" w:color="auto" w:fill="FFFFFF"/>
        <w:spacing w:after="0"/>
        <w:jc w:val="center"/>
        <w:rPr>
          <w:rFonts w:cs="Calibri"/>
          <w:sz w:val="24"/>
          <w:szCs w:val="24"/>
          <w:lang w:eastAsia="tr-TR"/>
        </w:rPr>
      </w:pPr>
      <w:r>
        <w:rPr>
          <w:rFonts w:cs="Calibri"/>
          <w:b/>
          <w:bCs/>
          <w:color w:val="000000"/>
          <w:sz w:val="24"/>
          <w:szCs w:val="24"/>
          <w:shd w:val="clear" w:color="auto" w:fill="C2D69B"/>
          <w:lang w:eastAsia="tr-TR"/>
        </w:rPr>
        <w:t>SEYFETTİN TATOĞLU ORTAOKULU</w:t>
      </w:r>
    </w:p>
    <w:p w:rsidR="008A5B4E" w:rsidRPr="007F3900" w:rsidRDefault="008A5B4E" w:rsidP="00046B3F">
      <w:pPr>
        <w:shd w:val="clear" w:color="auto" w:fill="9BBB59"/>
        <w:spacing w:after="0"/>
        <w:jc w:val="center"/>
        <w:rPr>
          <w:rFonts w:cs="Calibri"/>
          <w:sz w:val="28"/>
          <w:szCs w:val="28"/>
          <w:lang w:eastAsia="tr-TR"/>
        </w:rPr>
      </w:pPr>
      <w:r w:rsidRPr="009C5144"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1" o:spid="_x0000_i1025" type="#_x0000_t75" alt="meb" style="width:34.5pt;height:18pt;visibility:visible">
            <v:imagedata r:id="rId4" o:title=""/>
          </v:shape>
        </w:pict>
      </w:r>
      <w:r>
        <w:t xml:space="preserve">     </w:t>
      </w:r>
      <w:r w:rsidRPr="007F3900">
        <w:rPr>
          <w:rFonts w:cs="Calibri"/>
          <w:b/>
          <w:bCs/>
          <w:color w:val="000000"/>
          <w:sz w:val="28"/>
          <w:szCs w:val="28"/>
          <w:lang w:eastAsia="tr-TR"/>
        </w:rPr>
        <w:t>2013 - 2014</w:t>
      </w:r>
      <w:r>
        <w:rPr>
          <w:rFonts w:cs="Calibri"/>
          <w:b/>
          <w:bCs/>
          <w:color w:val="000000"/>
          <w:sz w:val="28"/>
          <w:szCs w:val="28"/>
          <w:lang w:eastAsia="tr-TR"/>
        </w:rPr>
        <w:t xml:space="preserve"> EĞİTİM ve </w:t>
      </w:r>
      <w:r w:rsidRPr="007F3900">
        <w:rPr>
          <w:rFonts w:cs="Calibri"/>
          <w:b/>
          <w:bCs/>
          <w:color w:val="000000"/>
          <w:sz w:val="28"/>
          <w:szCs w:val="28"/>
          <w:lang w:eastAsia="tr-TR"/>
        </w:rPr>
        <w:t>ÖĞRETİM YILI İŞ GÜNÜ TAKVİMİ</w:t>
      </w:r>
      <w:r>
        <w:rPr>
          <w:rFonts w:cs="Calibri"/>
          <w:b/>
          <w:bCs/>
          <w:color w:val="000000"/>
          <w:sz w:val="28"/>
          <w:szCs w:val="28"/>
          <w:lang w:eastAsia="tr-TR"/>
        </w:rPr>
        <w:t xml:space="preserve">     </w:t>
      </w:r>
      <w:r w:rsidRPr="009C5144">
        <w:rPr>
          <w:noProof/>
          <w:lang w:eastAsia="tr-TR"/>
        </w:rPr>
        <w:pict>
          <v:shape id="Resim 2" o:spid="_x0000_i1026" type="#_x0000_t75" alt="meb" style="width:34.5pt;height:18pt;visibility:visible">
            <v:imagedata r:id="rId4" o:title=""/>
          </v:shape>
        </w:pict>
      </w:r>
    </w:p>
    <w:tbl>
      <w:tblPr>
        <w:tblW w:w="10463" w:type="dxa"/>
        <w:jc w:val="center"/>
        <w:tblCellMar>
          <w:left w:w="0" w:type="dxa"/>
          <w:right w:w="0" w:type="dxa"/>
        </w:tblCellMar>
        <w:tblLook w:val="00A0"/>
      </w:tblPr>
      <w:tblGrid>
        <w:gridCol w:w="1481"/>
        <w:gridCol w:w="495"/>
        <w:gridCol w:w="458"/>
        <w:gridCol w:w="460"/>
        <w:gridCol w:w="458"/>
        <w:gridCol w:w="456"/>
        <w:gridCol w:w="31"/>
        <w:gridCol w:w="13"/>
        <w:gridCol w:w="455"/>
        <w:gridCol w:w="495"/>
        <w:gridCol w:w="71"/>
        <w:gridCol w:w="385"/>
        <w:gridCol w:w="72"/>
        <w:gridCol w:w="72"/>
        <w:gridCol w:w="313"/>
        <w:gridCol w:w="71"/>
        <w:gridCol w:w="143"/>
        <w:gridCol w:w="242"/>
        <w:gridCol w:w="188"/>
        <w:gridCol w:w="150"/>
        <w:gridCol w:w="118"/>
        <w:gridCol w:w="337"/>
        <w:gridCol w:w="37"/>
        <w:gridCol w:w="463"/>
        <w:gridCol w:w="495"/>
        <w:gridCol w:w="73"/>
        <w:gridCol w:w="414"/>
        <w:gridCol w:w="47"/>
        <w:gridCol w:w="456"/>
        <w:gridCol w:w="456"/>
        <w:gridCol w:w="24"/>
        <w:gridCol w:w="426"/>
        <w:gridCol w:w="6"/>
        <w:gridCol w:w="52"/>
        <w:gridCol w:w="70"/>
        <w:gridCol w:w="480"/>
      </w:tblGrid>
      <w:tr w:rsidR="008A5B4E" w:rsidRPr="007F3900" w:rsidTr="00A46179">
        <w:trPr>
          <w:jc w:val="center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826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0A199F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eastAsia="tr-TR"/>
              </w:rPr>
            </w:pPr>
            <w:r w:rsidRPr="000A199F">
              <w:rPr>
                <w:b/>
                <w:color w:val="00B050"/>
                <w:sz w:val="24"/>
                <w:szCs w:val="24"/>
                <w:lang w:eastAsia="tr-TR"/>
              </w:rPr>
              <w:t>EYLÜL   2013</w:t>
            </w:r>
          </w:p>
        </w:tc>
        <w:tc>
          <w:tcPr>
            <w:tcW w:w="315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0A199F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eastAsia="tr-TR"/>
              </w:rPr>
            </w:pPr>
            <w:r w:rsidRPr="000A199F">
              <w:rPr>
                <w:b/>
                <w:color w:val="00B050"/>
                <w:sz w:val="24"/>
                <w:szCs w:val="24"/>
                <w:lang w:eastAsia="tr-TR"/>
              </w:rPr>
              <w:t>EKİM   2013</w:t>
            </w:r>
          </w:p>
        </w:tc>
        <w:tc>
          <w:tcPr>
            <w:tcW w:w="2999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0A199F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eastAsia="tr-TR"/>
              </w:rPr>
            </w:pPr>
            <w:r w:rsidRPr="000A199F">
              <w:rPr>
                <w:b/>
                <w:color w:val="00B050"/>
                <w:sz w:val="24"/>
                <w:szCs w:val="24"/>
                <w:lang w:eastAsia="tr-TR"/>
              </w:rPr>
              <w:t>KASIM   2013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0" w:name="_Hlk236484420"/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  <w:bookmarkEnd w:id="0"/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4031C8"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</w:t>
            </w:r>
            <w:r w:rsidRPr="004031C8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D99594"/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4031C8">
              <w:rPr>
                <w:b/>
                <w:color w:val="000000"/>
                <w:sz w:val="18"/>
                <w:szCs w:val="18"/>
              </w:rPr>
              <w:t>2</w:t>
            </w:r>
            <w:r w:rsidRPr="004031C8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3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2F2F2"/>
                <w:sz w:val="18"/>
                <w:szCs w:val="18"/>
              </w:rPr>
            </w:pPr>
            <w:r w:rsidRPr="004031C8">
              <w:rPr>
                <w:b/>
                <w:color w:val="F2F2F2"/>
                <w:sz w:val="18"/>
                <w:szCs w:val="18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54" w:type="dxa"/>
            <w:gridSpan w:val="4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D99594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4031C8"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2F2F2"/>
                <w:sz w:val="18"/>
                <w:szCs w:val="18"/>
              </w:rPr>
            </w:pPr>
            <w:r w:rsidRPr="004031C8">
              <w:rPr>
                <w:b/>
                <w:color w:val="F2F2F2"/>
                <w:sz w:val="18"/>
                <w:szCs w:val="18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54" w:type="dxa"/>
            <w:gridSpan w:val="4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4031C8"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2F2F2"/>
                <w:sz w:val="18"/>
                <w:szCs w:val="18"/>
              </w:rPr>
            </w:pPr>
            <w:r w:rsidRPr="004031C8">
              <w:rPr>
                <w:b/>
                <w:color w:val="F2F2F2"/>
                <w:sz w:val="18"/>
                <w:szCs w:val="18"/>
              </w:rPr>
              <w:t>13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54" w:type="dxa"/>
            <w:gridSpan w:val="4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4031C8"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4031C8">
              <w:rPr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463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2F2F2"/>
                <w:sz w:val="18"/>
                <w:szCs w:val="18"/>
              </w:rPr>
            </w:pPr>
            <w:r w:rsidRPr="004031C8">
              <w:rPr>
                <w:b/>
                <w:color w:val="F2F2F2"/>
                <w:sz w:val="18"/>
                <w:szCs w:val="18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54" w:type="dxa"/>
            <w:gridSpan w:val="4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4031C8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808080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2F2F2"/>
                <w:sz w:val="18"/>
                <w:szCs w:val="18"/>
              </w:rPr>
            </w:pPr>
            <w:r w:rsidRPr="004031C8">
              <w:rPr>
                <w:b/>
                <w:color w:val="F2F2F2"/>
                <w:sz w:val="18"/>
                <w:szCs w:val="18"/>
              </w:rPr>
              <w:t>15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54" w:type="dxa"/>
            <w:gridSpan w:val="4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031C8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2F2F2"/>
                <w:sz w:val="18"/>
                <w:szCs w:val="18"/>
              </w:rPr>
            </w:pPr>
            <w:r w:rsidRPr="004031C8">
              <w:rPr>
                <w:b/>
                <w:color w:val="F2F2F2"/>
                <w:sz w:val="18"/>
                <w:szCs w:val="18"/>
              </w:rPr>
              <w:t>16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54" w:type="dxa"/>
            <w:gridSpan w:val="4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4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color w:val="FF0000"/>
                <w:sz w:val="18"/>
                <w:szCs w:val="18"/>
              </w:rPr>
            </w:pPr>
            <w:r w:rsidRPr="007F390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C4BC96"/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2F2F2"/>
                <w:sz w:val="18"/>
                <w:szCs w:val="18"/>
              </w:rPr>
            </w:pPr>
            <w:r w:rsidRPr="004031C8">
              <w:rPr>
                <w:b/>
                <w:color w:val="F2F2F2"/>
                <w:sz w:val="18"/>
                <w:szCs w:val="18"/>
              </w:rPr>
              <w:t>10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4031C8">
              <w:rPr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54" w:type="dxa"/>
            <w:gridSpan w:val="4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4031C8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8A5B4E" w:rsidRPr="004031C8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826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11</w:t>
            </w:r>
            <w:r w:rsidRPr="00E617FF">
              <w:rPr>
                <w:b/>
                <w:lang w:eastAsia="tr-TR"/>
              </w:rPr>
              <w:t xml:space="preserve"> İş günü / 2 hafta</w:t>
            </w:r>
          </w:p>
        </w:tc>
        <w:tc>
          <w:tcPr>
            <w:tcW w:w="3157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17</w:t>
            </w:r>
            <w:r w:rsidRPr="00E617FF">
              <w:rPr>
                <w:b/>
                <w:lang w:eastAsia="tr-TR"/>
              </w:rPr>
              <w:t xml:space="preserve"> İş günü / 3 hafta</w:t>
            </w:r>
          </w:p>
        </w:tc>
        <w:tc>
          <w:tcPr>
            <w:tcW w:w="2999" w:type="dxa"/>
            <w:gridSpan w:val="1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21</w:t>
            </w:r>
            <w:r w:rsidRPr="00E617FF">
              <w:rPr>
                <w:b/>
                <w:lang w:eastAsia="tr-TR"/>
              </w:rPr>
              <w:t xml:space="preserve"> İş günü / 4 hafta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826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0A199F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eastAsia="tr-TR"/>
              </w:rPr>
            </w:pPr>
            <w:r w:rsidRPr="000A199F">
              <w:rPr>
                <w:b/>
                <w:color w:val="00B050"/>
                <w:sz w:val="24"/>
                <w:szCs w:val="24"/>
                <w:lang w:eastAsia="tr-TR"/>
              </w:rPr>
              <w:t>ARALIK   2013</w:t>
            </w:r>
          </w:p>
        </w:tc>
        <w:tc>
          <w:tcPr>
            <w:tcW w:w="3157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OCAK </w:t>
            </w: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>2014</w:t>
            </w:r>
          </w:p>
        </w:tc>
        <w:tc>
          <w:tcPr>
            <w:tcW w:w="2999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ŞUBAT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 2014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1" w:name="_Hlk236485529"/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  <w:bookmarkEnd w:id="1"/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39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  <w:highlight w:val="yellow"/>
              </w:rPr>
            </w:pPr>
            <w:r w:rsidRPr="007F3900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0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39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39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trHeight w:val="150"/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39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39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4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08" w:type="dxa"/>
            <w:gridSpan w:val="4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826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22</w:t>
            </w:r>
            <w:r w:rsidRPr="00E617FF">
              <w:rPr>
                <w:b/>
                <w:lang w:eastAsia="tr-TR"/>
              </w:rPr>
              <w:t xml:space="preserve"> İş günü / 5 hafta</w:t>
            </w:r>
          </w:p>
        </w:tc>
        <w:tc>
          <w:tcPr>
            <w:tcW w:w="3157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17</w:t>
            </w:r>
            <w:r w:rsidRPr="00E617FF">
              <w:rPr>
                <w:b/>
                <w:lang w:eastAsia="tr-TR"/>
              </w:rPr>
              <w:t xml:space="preserve"> İş günü / 4 hafta</w:t>
            </w:r>
          </w:p>
        </w:tc>
        <w:tc>
          <w:tcPr>
            <w:tcW w:w="2999" w:type="dxa"/>
            <w:gridSpan w:val="1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15</w:t>
            </w:r>
            <w:r w:rsidRPr="00E617FF">
              <w:rPr>
                <w:b/>
                <w:lang w:eastAsia="tr-TR"/>
              </w:rPr>
              <w:t xml:space="preserve"> İş günü / 3 hafta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826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MART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 2014</w:t>
            </w:r>
          </w:p>
        </w:tc>
        <w:tc>
          <w:tcPr>
            <w:tcW w:w="3157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NİSAN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 2014</w:t>
            </w:r>
          </w:p>
        </w:tc>
        <w:tc>
          <w:tcPr>
            <w:tcW w:w="2999" w:type="dxa"/>
            <w:gridSpan w:val="1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MAYIS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 2014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2" w:name="_Hlk236485848"/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  <w:bookmarkEnd w:id="2"/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  <w:highlight w:val="yellow"/>
              </w:rPr>
            </w:pPr>
            <w:r w:rsidRPr="007F3900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28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6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6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80808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6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6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4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9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826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21</w:t>
            </w:r>
            <w:r w:rsidRPr="00E617FF">
              <w:rPr>
                <w:b/>
                <w:lang w:eastAsia="tr-TR"/>
              </w:rPr>
              <w:t xml:space="preserve"> İş günü / 4 hafta</w:t>
            </w:r>
          </w:p>
        </w:tc>
        <w:tc>
          <w:tcPr>
            <w:tcW w:w="3157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20</w:t>
            </w:r>
            <w:r w:rsidRPr="00E617FF">
              <w:rPr>
                <w:b/>
                <w:lang w:eastAsia="tr-TR"/>
              </w:rPr>
              <w:t xml:space="preserve"> İş günü / 5 hafta</w:t>
            </w:r>
          </w:p>
        </w:tc>
        <w:tc>
          <w:tcPr>
            <w:tcW w:w="2999" w:type="dxa"/>
            <w:gridSpan w:val="1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19</w:t>
            </w:r>
            <w:r w:rsidRPr="00E617FF">
              <w:rPr>
                <w:b/>
                <w:lang w:eastAsia="tr-TR"/>
              </w:rPr>
              <w:t xml:space="preserve"> İş günü / 4 hafta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826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HAZİRAN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 2014</w:t>
            </w:r>
          </w:p>
        </w:tc>
        <w:tc>
          <w:tcPr>
            <w:tcW w:w="3157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TEMMUZ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 2014</w:t>
            </w:r>
          </w:p>
        </w:tc>
        <w:tc>
          <w:tcPr>
            <w:tcW w:w="2999" w:type="dxa"/>
            <w:gridSpan w:val="1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AĞUSTOS  </w:t>
            </w: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 2014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6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6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6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6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53045A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000000"/>
                <w:sz w:val="18"/>
                <w:szCs w:val="18"/>
              </w:rPr>
            </w:pPr>
            <w:r w:rsidRPr="007F3900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7F3900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6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6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  <w:r w:rsidRPr="007F3900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8A5B4E" w:rsidRPr="007F3900" w:rsidRDefault="008A5B4E" w:rsidP="00A46179">
            <w:pPr>
              <w:pStyle w:val="NoSpacing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6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826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617FF" w:rsidRDefault="008A5B4E" w:rsidP="00A46179">
            <w:pPr>
              <w:pStyle w:val="NoSpacing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10</w:t>
            </w:r>
            <w:r w:rsidRPr="00E617FF">
              <w:rPr>
                <w:b/>
                <w:lang w:eastAsia="tr-TR"/>
              </w:rPr>
              <w:t xml:space="preserve"> İş günü / 2 hafta</w:t>
            </w:r>
          </w:p>
        </w:tc>
        <w:tc>
          <w:tcPr>
            <w:tcW w:w="3157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112AC" w:rsidRDefault="008A5B4E" w:rsidP="006112AC">
            <w:pPr>
              <w:pStyle w:val="NoSpacing"/>
              <w:jc w:val="center"/>
              <w:rPr>
                <w:rFonts w:ascii="Cambria" w:hAnsi="Cambria"/>
                <w:b/>
                <w:color w:val="76923C"/>
                <w:sz w:val="18"/>
                <w:szCs w:val="18"/>
                <w:lang w:eastAsia="tr-TR"/>
              </w:rPr>
            </w:pPr>
            <w:hyperlink r:id="rId5" w:history="1">
              <w:r w:rsidRPr="006112AC">
                <w:rPr>
                  <w:rStyle w:val="Hyperlink"/>
                  <w:rFonts w:ascii="Cambria" w:hAnsi="Cambria"/>
                  <w:b/>
                  <w:color w:val="76923C"/>
                  <w:sz w:val="18"/>
                  <w:szCs w:val="18"/>
                  <w:u w:val="none"/>
                  <w:lang w:eastAsia="tr-TR"/>
                </w:rPr>
                <w:t>www.dersimiz.com</w:t>
              </w:r>
            </w:hyperlink>
          </w:p>
        </w:tc>
        <w:tc>
          <w:tcPr>
            <w:tcW w:w="2999" w:type="dxa"/>
            <w:gridSpan w:val="1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8A5B4E" w:rsidRPr="007F3900" w:rsidTr="00A46179">
        <w:trPr>
          <w:trHeight w:val="568"/>
          <w:jc w:val="center"/>
        </w:trPr>
        <w:tc>
          <w:tcPr>
            <w:tcW w:w="10463" w:type="dxa"/>
            <w:gridSpan w:val="3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7F3900" w:rsidRDefault="008A5B4E" w:rsidP="00A46179">
            <w:pPr>
              <w:pStyle w:val="NoSpacing"/>
              <w:jc w:val="center"/>
              <w:rPr>
                <w:rFonts w:ascii="Arial Narrow" w:hAnsi="Arial Narrow"/>
                <w:b/>
                <w:color w:val="000000"/>
                <w:sz w:val="28"/>
                <w:szCs w:val="28"/>
                <w:lang w:eastAsia="tr-TR"/>
              </w:rPr>
            </w:pPr>
            <w:r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>l</w:t>
            </w:r>
            <w:r w:rsidRPr="00922CF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>.Dönem: 88 işgünü /18</w:t>
            </w:r>
            <w:r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 xml:space="preserve"> hafta   ll</w:t>
            </w:r>
            <w:r w:rsidRPr="00922CF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>.Dönem: 85 işgünü / 18 hafta</w:t>
            </w:r>
            <w:r w:rsidRPr="00FE3827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B2A1C7"/>
                <w:lang w:eastAsia="tr-TR"/>
              </w:rPr>
              <w:t xml:space="preserve">   </w:t>
            </w:r>
            <w:r w:rsidRPr="00FE3827">
              <w:rPr>
                <w:rFonts w:ascii="Arial Narrow" w:hAnsi="Arial Narrow"/>
                <w:b/>
                <w:color w:val="000000"/>
                <w:sz w:val="24"/>
                <w:szCs w:val="24"/>
                <w:shd w:val="clear" w:color="auto" w:fill="B2A1C7"/>
                <w:lang w:eastAsia="tr-TR"/>
              </w:rPr>
              <w:t>TOPLAM</w:t>
            </w:r>
            <w:r w:rsidRPr="00FE3827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B2A1C7"/>
                <w:lang w:eastAsia="tr-TR"/>
              </w:rPr>
              <w:t>: 173 işgünü / 36 hafta</w:t>
            </w:r>
          </w:p>
        </w:tc>
      </w:tr>
      <w:tr w:rsidR="008A5B4E" w:rsidRPr="007F3900" w:rsidTr="00A46179">
        <w:trPr>
          <w:jc w:val="center"/>
        </w:trPr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9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0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B4E" w:rsidRPr="007F3900" w:rsidRDefault="008A5B4E" w:rsidP="00A46179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</w:tr>
    </w:tbl>
    <w:tbl>
      <w:tblPr>
        <w:tblpPr w:leftFromText="141" w:rightFromText="141" w:vertAnchor="text" w:tblpXSpec="center" w:tblpY="71"/>
        <w:tblW w:w="10695" w:type="dxa"/>
        <w:tblCellMar>
          <w:left w:w="0" w:type="dxa"/>
          <w:right w:w="0" w:type="dxa"/>
        </w:tblCellMar>
        <w:tblLook w:val="00A0"/>
      </w:tblPr>
      <w:tblGrid>
        <w:gridCol w:w="4077"/>
        <w:gridCol w:w="6618"/>
      </w:tblGrid>
      <w:tr w:rsidR="008A5B4E" w:rsidRPr="008B4057" w:rsidTr="00A46179">
        <w:trPr>
          <w:trHeight w:val="276"/>
        </w:trPr>
        <w:tc>
          <w:tcPr>
            <w:tcW w:w="4077" w:type="dxa"/>
            <w:tcBorders>
              <w:top w:val="single" w:sz="12" w:space="0" w:color="006666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Öğretmenlerin Göreve Başlaması</w:t>
            </w:r>
          </w:p>
        </w:tc>
        <w:tc>
          <w:tcPr>
            <w:tcW w:w="6618" w:type="dxa"/>
            <w:tcBorders>
              <w:top w:val="single" w:sz="12" w:space="0" w:color="006666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 Eylül 2013 Pazartesi.</w:t>
            </w:r>
          </w:p>
        </w:tc>
      </w:tr>
      <w:tr w:rsidR="008A5B4E" w:rsidRPr="00536F35" w:rsidTr="00A46179">
        <w:trPr>
          <w:trHeight w:val="230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Öğretmenlerin Mesleki Çalışması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 Eylül 2013 Pazartesi - 13 Eylül 2013 Cuma.</w:t>
            </w:r>
          </w:p>
        </w:tc>
      </w:tr>
      <w:tr w:rsidR="008A5B4E" w:rsidRPr="00536F35" w:rsidTr="00A46179">
        <w:trPr>
          <w:trHeight w:val="270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I.Kanaat Döneminin  Başlangıcı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Eylül 2013 Pazartesi.</w:t>
            </w:r>
          </w:p>
        </w:tc>
      </w:tr>
      <w:tr w:rsidR="008A5B4E" w:rsidRPr="00536F35" w:rsidTr="00A46179">
        <w:trPr>
          <w:trHeight w:val="21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Cumhuriyet Bayramı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Ekim 2013 Salı.</w:t>
            </w:r>
          </w:p>
        </w:tc>
      </w:tr>
      <w:tr w:rsidR="008A5B4E" w:rsidRPr="00536F35" w:rsidTr="00A46179">
        <w:trPr>
          <w:trHeight w:val="21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Atatürk Haftası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Kasım 2013 Pazar – 16 Kasım 2013 Cumartesi.</w:t>
            </w:r>
          </w:p>
        </w:tc>
      </w:tr>
      <w:tr w:rsidR="008A5B4E" w:rsidRPr="00536F35" w:rsidTr="00A46179">
        <w:trPr>
          <w:trHeight w:val="149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Öğretmenler Günü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Kasım 2013 Pazar.</w:t>
            </w:r>
          </w:p>
        </w:tc>
      </w:tr>
      <w:tr w:rsidR="008A5B4E" w:rsidRPr="00536F35" w:rsidTr="00A46179">
        <w:trPr>
          <w:trHeight w:val="157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Kurban Bayramı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14-15-16-17-18  Ekim 2013 ( Pazartesi günü Arefe - Salı - Çarşamba - Perşembe - Cuma )</w:t>
            </w:r>
          </w:p>
        </w:tc>
      </w:tr>
      <w:tr w:rsidR="008A5B4E" w:rsidRPr="00536F35" w:rsidTr="00A46179">
        <w:trPr>
          <w:trHeight w:val="25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Yılbaşı Tatili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 Ocak 2014</w:t>
            </w:r>
            <w:r w:rsidRPr="00325E9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Çarşamba.</w:t>
            </w:r>
          </w:p>
        </w:tc>
      </w:tr>
      <w:tr w:rsidR="008A5B4E" w:rsidRPr="00536F35" w:rsidTr="00A46179">
        <w:trPr>
          <w:trHeight w:val="15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I.Kanaat Döneminin Sona ermesi ve Yarıyıl Tatili.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EB3F75" w:rsidRDefault="008A5B4E" w:rsidP="00A461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Ocak 2014</w:t>
            </w:r>
            <w:r w:rsidRPr="00EB3F75">
              <w:rPr>
                <w:sz w:val="18"/>
                <w:szCs w:val="18"/>
              </w:rPr>
              <w:t xml:space="preserve"> Cuma günü</w:t>
            </w:r>
            <w:r>
              <w:rPr>
                <w:sz w:val="18"/>
                <w:szCs w:val="18"/>
              </w:rPr>
              <w:t xml:space="preserve"> son. / Yarı yıl tatili 27 ocak başlar ve 07 Şubat 2014 </w:t>
            </w:r>
            <w:r w:rsidRPr="00EB3F75">
              <w:rPr>
                <w:sz w:val="18"/>
                <w:szCs w:val="18"/>
              </w:rPr>
              <w:t>biter.</w:t>
            </w:r>
          </w:p>
        </w:tc>
      </w:tr>
      <w:tr w:rsidR="008A5B4E" w:rsidRPr="00536F35" w:rsidTr="00A46179">
        <w:trPr>
          <w:trHeight w:val="15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II.Kanaat Döneminin Başlangıcı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Şubat 2014</w:t>
            </w:r>
            <w:r w:rsidRPr="00325E98">
              <w:rPr>
                <w:color w:val="000000"/>
                <w:sz w:val="18"/>
                <w:szCs w:val="18"/>
              </w:rPr>
              <w:t xml:space="preserve"> Pazartesi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8A5B4E" w:rsidRPr="00536F35" w:rsidTr="00A46179">
        <w:trPr>
          <w:trHeight w:val="245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23 Nisan  Ulusal Egemenlik ve Çocuk Bayramı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23 Nisan 2014 Çarşamba günü başlar 24 Nisan 2014 Perşembe </w:t>
            </w:r>
            <w:r w:rsidRPr="00325E98">
              <w:rPr>
                <w:color w:val="000000"/>
                <w:sz w:val="18"/>
                <w:szCs w:val="18"/>
              </w:rPr>
              <w:t xml:space="preserve">günü </w:t>
            </w:r>
            <w:r>
              <w:rPr>
                <w:color w:val="000000"/>
                <w:sz w:val="18"/>
                <w:szCs w:val="18"/>
              </w:rPr>
              <w:t xml:space="preserve">akşam </w:t>
            </w:r>
            <w:r w:rsidRPr="00325E98">
              <w:rPr>
                <w:color w:val="000000"/>
                <w:sz w:val="18"/>
                <w:szCs w:val="18"/>
              </w:rPr>
              <w:t>sona erer.</w:t>
            </w:r>
          </w:p>
        </w:tc>
      </w:tr>
      <w:tr w:rsidR="008A5B4E" w:rsidRPr="00536F35" w:rsidTr="00A46179">
        <w:trPr>
          <w:trHeight w:val="245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Mayıs 2014 Pazartesi günü başlar, 20 Mayıs 2014 Salı</w:t>
            </w:r>
            <w:r w:rsidRPr="00325E98">
              <w:rPr>
                <w:color w:val="000000"/>
                <w:sz w:val="18"/>
                <w:szCs w:val="18"/>
              </w:rPr>
              <w:t xml:space="preserve"> günü akşamı sona erer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8A5B4E" w:rsidRPr="00536F35" w:rsidTr="00A46179">
        <w:trPr>
          <w:trHeight w:val="213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Ders Yılının Sona ermesi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Pr="00325E98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Haziran 2014</w:t>
            </w:r>
            <w:r w:rsidRPr="00325E98">
              <w:rPr>
                <w:color w:val="000000"/>
                <w:sz w:val="18"/>
                <w:szCs w:val="18"/>
              </w:rPr>
              <w:t xml:space="preserve"> Cuma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8A5B4E" w:rsidRPr="00536F35" w:rsidTr="00A46179">
        <w:trPr>
          <w:trHeight w:val="167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6D1F88">
              <w:rPr>
                <w:b/>
                <w:color w:val="7030A0"/>
                <w:sz w:val="18"/>
                <w:szCs w:val="18"/>
              </w:rPr>
              <w:t>ÖĞRETMENLERİN TATİLİ</w:t>
            </w:r>
          </w:p>
          <w:p w:rsidR="008A5B4E" w:rsidRPr="006D1F88" w:rsidRDefault="008A5B4E" w:rsidP="00A46179">
            <w:pPr>
              <w:spacing w:after="0" w:line="240" w:lineRule="auto"/>
              <w:rPr>
                <w:b/>
                <w:color w:val="7030A0"/>
                <w:sz w:val="18"/>
                <w:szCs w:val="18"/>
              </w:rPr>
            </w:pPr>
            <w:r w:rsidRPr="00FE3827">
              <w:rPr>
                <w:b/>
                <w:color w:val="7030A0"/>
                <w:sz w:val="18"/>
                <w:szCs w:val="18"/>
                <w:shd w:val="clear" w:color="auto" w:fill="B2A1C7"/>
              </w:rPr>
              <w:t>2014-2015 Eğitim Ve Öğretim Yılının Başlaması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B4E" w:rsidRDefault="008A5B4E" w:rsidP="00A4617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 Temmuz 2014 ve 31 Ağustos 2014 Tarihleri Arasındadır.</w:t>
            </w:r>
          </w:p>
          <w:p w:rsidR="008A5B4E" w:rsidRPr="006112AC" w:rsidRDefault="008A5B4E" w:rsidP="00A46179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hyperlink r:id="rId6" w:history="1">
              <w:r w:rsidRPr="003A3A9E">
                <w:rPr>
                  <w:rStyle w:val="Hyperlink"/>
                  <w:b/>
                  <w:sz w:val="18"/>
                  <w:szCs w:val="18"/>
                  <w:highlight w:val="lightGray"/>
                  <w:u w:val="none"/>
                </w:rPr>
                <w:t>15 Eylül 2014 Pazartesi Günü Başlayacaktır.</w:t>
              </w:r>
            </w:hyperlink>
          </w:p>
        </w:tc>
      </w:tr>
    </w:tbl>
    <w:p w:rsidR="008A5B4E" w:rsidRPr="008F66ED" w:rsidRDefault="008A5B4E" w:rsidP="00046B3F">
      <w:pPr>
        <w:spacing w:before="100" w:beforeAutospacing="1" w:after="0" w:line="240" w:lineRule="auto"/>
        <w:rPr>
          <w:rFonts w:ascii="Century Gothic" w:hAnsi="Century Gothic"/>
          <w:b/>
          <w:color w:val="00B050"/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</w:t>
      </w:r>
      <w:r>
        <w:rPr>
          <w:rFonts w:ascii="Century Gothic" w:hAnsi="Century Gothic"/>
          <w:b/>
          <w:color w:val="00B050"/>
          <w:sz w:val="16"/>
          <w:szCs w:val="16"/>
        </w:rPr>
        <w:t>Öğretmen: Mehmet GÖK</w:t>
      </w:r>
    </w:p>
    <w:p w:rsidR="008A5B4E" w:rsidRDefault="008A5B4E">
      <w:r>
        <w:t xml:space="preserve">                                                </w:t>
      </w:r>
      <w:hyperlink r:id="rId7" w:history="1">
        <w:r w:rsidRPr="00EF0CBD">
          <w:rPr>
            <w:rStyle w:val="Hyperlink"/>
          </w:rPr>
          <w:t>www.edebiyatogretmeni.net</w:t>
        </w:r>
      </w:hyperlink>
      <w:r>
        <w:t xml:space="preserve"> </w:t>
      </w:r>
    </w:p>
    <w:sectPr w:rsidR="008A5B4E" w:rsidSect="000253E5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B3F"/>
    <w:rsid w:val="000253E5"/>
    <w:rsid w:val="00046B3F"/>
    <w:rsid w:val="000A199F"/>
    <w:rsid w:val="00260613"/>
    <w:rsid w:val="00311C1A"/>
    <w:rsid w:val="00325E98"/>
    <w:rsid w:val="003A3A9E"/>
    <w:rsid w:val="004031C8"/>
    <w:rsid w:val="0053045A"/>
    <w:rsid w:val="00536F35"/>
    <w:rsid w:val="006112AC"/>
    <w:rsid w:val="00633979"/>
    <w:rsid w:val="006D1F88"/>
    <w:rsid w:val="007F3900"/>
    <w:rsid w:val="008A5B4E"/>
    <w:rsid w:val="008B4057"/>
    <w:rsid w:val="008F66ED"/>
    <w:rsid w:val="00922CFE"/>
    <w:rsid w:val="009C5144"/>
    <w:rsid w:val="00A46179"/>
    <w:rsid w:val="00AE01F2"/>
    <w:rsid w:val="00BB2501"/>
    <w:rsid w:val="00DE55E1"/>
    <w:rsid w:val="00E617FF"/>
    <w:rsid w:val="00EB3F75"/>
    <w:rsid w:val="00EF0CBD"/>
    <w:rsid w:val="00FE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B3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46B3F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4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6B3F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112A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debiyatogretmeni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rsimiz.com/" TargetMode="External"/><Relationship Id="rId5" Type="http://schemas.openxmlformats.org/officeDocument/2006/relationships/hyperlink" Target="http://www.dersimiz.co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520</Words>
  <Characters>2969</Characters>
  <Application>Microsoft Office Outlook</Application>
  <DocSecurity>0</DocSecurity>
  <Lines>0</Lines>
  <Paragraphs>0</Paragraphs>
  <ScaleCrop>false</ScaleCrop>
  <Company>edebiyatogretmeni.net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edebiyatogretmeni.net</dc:title>
  <dc:subject>edebiyatogretmeni.net</dc:subject>
  <dc:creator>edebiyatogretmeni.net</dc:creator>
  <cp:keywords>edebiyatogretmeni.net</cp:keywords>
  <dc:description>edebiyatogretmeni.net</dc:description>
  <cp:lastModifiedBy>yusuf</cp:lastModifiedBy>
  <cp:revision>4</cp:revision>
  <dcterms:created xsi:type="dcterms:W3CDTF">2013-07-22T09:29:00Z</dcterms:created>
  <dcterms:modified xsi:type="dcterms:W3CDTF">2013-08-29T10:26:00Z</dcterms:modified>
  <cp:category>edebiyatogretmeni.net</cp:category>
</cp:coreProperties>
</file>