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939" w:rsidRPr="00F63A64" w:rsidRDefault="009A7939" w:rsidP="002179DF">
      <w:pPr>
        <w:pStyle w:val="NoSpacing"/>
        <w:numPr>
          <w:ilvl w:val="0"/>
          <w:numId w:val="3"/>
        </w:numPr>
        <w:ind w:left="284" w:firstLine="0"/>
        <w:jc w:val="both"/>
        <w:rPr>
          <w:sz w:val="20"/>
          <w:szCs w:val="20"/>
        </w:rPr>
      </w:pPr>
      <w:r w:rsidRPr="00F63A64">
        <w:rPr>
          <w:sz w:val="20"/>
          <w:szCs w:val="20"/>
        </w:rPr>
        <w:t>Einstein,  muhalifleri (karşı görüş sahipleri) tarafından yazılan “Einstein’e Karşı 100 Yazar” adlı kitapla ilgili düşünceleri sorulduğunda:</w:t>
      </w:r>
    </w:p>
    <w:p w:rsidR="009A7939" w:rsidRPr="00F63A64" w:rsidRDefault="009A7939" w:rsidP="002179DF">
      <w:pPr>
        <w:pStyle w:val="NoSpacing"/>
        <w:numPr>
          <w:ilvl w:val="0"/>
          <w:numId w:val="4"/>
        </w:numPr>
        <w:ind w:left="284" w:firstLine="0"/>
        <w:jc w:val="both"/>
        <w:rPr>
          <w:sz w:val="20"/>
          <w:szCs w:val="20"/>
        </w:rPr>
      </w:pPr>
      <w:r w:rsidRPr="00F63A64">
        <w:rPr>
          <w:sz w:val="20"/>
          <w:szCs w:val="20"/>
        </w:rPr>
        <w:t>Eğer haklı olsalardı bir tanesi yeterdi.</w:t>
      </w:r>
    </w:p>
    <w:p w:rsidR="009A7939" w:rsidRPr="00F63A64" w:rsidRDefault="009A7939" w:rsidP="002179DF">
      <w:pPr>
        <w:pStyle w:val="NoSpacing"/>
        <w:ind w:left="284"/>
        <w:jc w:val="both"/>
        <w:rPr>
          <w:sz w:val="20"/>
          <w:szCs w:val="20"/>
        </w:rPr>
      </w:pPr>
      <w:r w:rsidRPr="00F63A64">
        <w:rPr>
          <w:sz w:val="20"/>
          <w:szCs w:val="20"/>
        </w:rPr>
        <w:t xml:space="preserve">demiştir. </w:t>
      </w:r>
    </w:p>
    <w:p w:rsidR="009A7939" w:rsidRPr="00F63A64" w:rsidRDefault="009A7939" w:rsidP="002179DF">
      <w:pPr>
        <w:pStyle w:val="NoSpacing"/>
        <w:ind w:left="284"/>
        <w:jc w:val="both"/>
        <w:rPr>
          <w:b/>
          <w:sz w:val="20"/>
          <w:szCs w:val="20"/>
        </w:rPr>
      </w:pPr>
      <w:r w:rsidRPr="00F63A64">
        <w:rPr>
          <w:b/>
          <w:sz w:val="20"/>
          <w:szCs w:val="20"/>
        </w:rPr>
        <w:t>Buna göre Einstein için aşağıdakilerden hangisi söylenebilir?</w:t>
      </w:r>
    </w:p>
    <w:p w:rsidR="009A7939" w:rsidRPr="00805005" w:rsidRDefault="009A7939" w:rsidP="002179DF">
      <w:pPr>
        <w:pStyle w:val="NoSpacing"/>
        <w:numPr>
          <w:ilvl w:val="0"/>
          <w:numId w:val="12"/>
        </w:numPr>
        <w:jc w:val="both"/>
        <w:rPr>
          <w:sz w:val="20"/>
          <w:szCs w:val="20"/>
        </w:rPr>
      </w:pPr>
      <w:r w:rsidRPr="00F63A64">
        <w:rPr>
          <w:sz w:val="20"/>
          <w:szCs w:val="20"/>
        </w:rPr>
        <w:t>Özgüveni olan biridir.</w:t>
      </w:r>
      <w:r>
        <w:rPr>
          <w:sz w:val="20"/>
          <w:szCs w:val="20"/>
        </w:rPr>
        <w:t xml:space="preserve">          C)  İyimser biridir.</w:t>
      </w:r>
    </w:p>
    <w:p w:rsidR="009A7939" w:rsidRDefault="009A7939" w:rsidP="002179DF">
      <w:pPr>
        <w:pStyle w:val="NoSpacing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B)     </w:t>
      </w:r>
      <w:r w:rsidRPr="00F63A64">
        <w:rPr>
          <w:sz w:val="20"/>
          <w:szCs w:val="20"/>
        </w:rPr>
        <w:t>Çalışkan biridir.</w:t>
      </w:r>
      <w:r>
        <w:rPr>
          <w:sz w:val="20"/>
          <w:szCs w:val="20"/>
        </w:rPr>
        <w:t xml:space="preserve">                    D) </w:t>
      </w:r>
      <w:r w:rsidRPr="00F63A64">
        <w:rPr>
          <w:sz w:val="20"/>
          <w:szCs w:val="20"/>
        </w:rPr>
        <w:t>Vurdumduymaz biridir.</w:t>
      </w:r>
    </w:p>
    <w:p w:rsidR="009A7939" w:rsidRPr="00F63A64" w:rsidRDefault="009A7939" w:rsidP="002179DF">
      <w:pPr>
        <w:pStyle w:val="NoSpacing"/>
        <w:ind w:left="284"/>
        <w:jc w:val="both"/>
        <w:rPr>
          <w:sz w:val="20"/>
          <w:szCs w:val="20"/>
        </w:rPr>
      </w:pPr>
    </w:p>
    <w:p w:rsidR="009A7939" w:rsidRDefault="009A7939" w:rsidP="002179DF">
      <w:pPr>
        <w:pStyle w:val="NoSpacing"/>
        <w:numPr>
          <w:ilvl w:val="0"/>
          <w:numId w:val="3"/>
        </w:numPr>
        <w:ind w:left="426" w:hanging="66"/>
        <w:jc w:val="both"/>
        <w:rPr>
          <w:sz w:val="20"/>
          <w:szCs w:val="20"/>
        </w:rPr>
      </w:pPr>
      <w:r>
        <w:rPr>
          <w:sz w:val="20"/>
          <w:szCs w:val="20"/>
        </w:rPr>
        <w:t>“Dün yaptığınız şey size hala çok iyi görünüyorsa bugün yeterli değilsiniz demektir.”</w:t>
      </w:r>
    </w:p>
    <w:p w:rsidR="009A7939" w:rsidRDefault="009A7939" w:rsidP="002179DF">
      <w:pPr>
        <w:pStyle w:val="NoSpacing"/>
        <w:ind w:left="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Bu cümleden aşağıdakilerden hangisi </w:t>
      </w:r>
      <w:r w:rsidRPr="00F63A64">
        <w:rPr>
          <w:b/>
          <w:sz w:val="20"/>
          <w:szCs w:val="20"/>
          <w:u w:val="single"/>
        </w:rPr>
        <w:t>çıkarılamaz?</w:t>
      </w:r>
    </w:p>
    <w:p w:rsidR="009A7939" w:rsidRDefault="009A7939" w:rsidP="002179DF">
      <w:pPr>
        <w:pStyle w:val="NoSpacing"/>
        <w:numPr>
          <w:ilvl w:val="0"/>
          <w:numId w:val="6"/>
        </w:numPr>
        <w:ind w:left="284" w:firstLine="0"/>
        <w:jc w:val="both"/>
        <w:rPr>
          <w:sz w:val="20"/>
          <w:szCs w:val="20"/>
        </w:rPr>
      </w:pPr>
      <w:r>
        <w:rPr>
          <w:sz w:val="20"/>
          <w:szCs w:val="20"/>
        </w:rPr>
        <w:t>İnsan hiçbir zaman en iyiye ulaştım, dememelidir.</w:t>
      </w:r>
    </w:p>
    <w:p w:rsidR="009A7939" w:rsidRDefault="009A7939" w:rsidP="002179DF">
      <w:pPr>
        <w:pStyle w:val="NoSpacing"/>
        <w:numPr>
          <w:ilvl w:val="0"/>
          <w:numId w:val="6"/>
        </w:numPr>
        <w:ind w:left="284" w:firstLine="0"/>
        <w:jc w:val="both"/>
        <w:rPr>
          <w:sz w:val="20"/>
          <w:szCs w:val="20"/>
        </w:rPr>
      </w:pPr>
      <w:r>
        <w:rPr>
          <w:sz w:val="20"/>
          <w:szCs w:val="20"/>
        </w:rPr>
        <w:t>İnsan, yaptıklarını hiçbir zaman yeterli görmemelidir.</w:t>
      </w:r>
    </w:p>
    <w:p w:rsidR="009A7939" w:rsidRDefault="009A7939" w:rsidP="002179DF">
      <w:pPr>
        <w:pStyle w:val="NoSpacing"/>
        <w:numPr>
          <w:ilvl w:val="0"/>
          <w:numId w:val="6"/>
        </w:numPr>
        <w:ind w:left="284" w:firstLine="0"/>
        <w:jc w:val="both"/>
        <w:rPr>
          <w:sz w:val="20"/>
          <w:szCs w:val="20"/>
        </w:rPr>
      </w:pPr>
      <w:r>
        <w:rPr>
          <w:sz w:val="20"/>
          <w:szCs w:val="20"/>
        </w:rPr>
        <w:t>İnsan, daima gelişim içersinde olmalıdır.</w:t>
      </w:r>
    </w:p>
    <w:p w:rsidR="009A7939" w:rsidRDefault="009A7939" w:rsidP="002179DF">
      <w:pPr>
        <w:pStyle w:val="NoSpacing"/>
        <w:numPr>
          <w:ilvl w:val="0"/>
          <w:numId w:val="6"/>
        </w:numPr>
        <w:ind w:left="284" w:firstLine="0"/>
        <w:jc w:val="both"/>
        <w:rPr>
          <w:sz w:val="20"/>
          <w:szCs w:val="20"/>
        </w:rPr>
      </w:pPr>
      <w:r>
        <w:rPr>
          <w:sz w:val="20"/>
          <w:szCs w:val="20"/>
        </w:rPr>
        <w:t>insana geçmişteki başarılar bir fayda sağlamaz.</w:t>
      </w:r>
    </w:p>
    <w:p w:rsidR="009A7939" w:rsidRDefault="009A7939" w:rsidP="002179DF">
      <w:pPr>
        <w:pStyle w:val="NoSpacing"/>
        <w:ind w:left="284"/>
        <w:jc w:val="both"/>
        <w:rPr>
          <w:sz w:val="20"/>
          <w:szCs w:val="20"/>
        </w:rPr>
      </w:pPr>
    </w:p>
    <w:p w:rsidR="009A7939" w:rsidRDefault="009A7939" w:rsidP="002179DF">
      <w:pPr>
        <w:pStyle w:val="NoSpacing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3. Pazaryerinde bir pazarcı sesinin çıktığı kadar bağırmaktadır:</w:t>
      </w:r>
    </w:p>
    <w:p w:rsidR="009A7939" w:rsidRDefault="009A7939" w:rsidP="002179DF">
      <w:pPr>
        <w:pStyle w:val="NoSpacing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-Gel kardeşim, al: domates, biber, patlıcan, elma, portakal,  nar, karnabahar, nane, limon…</w:t>
      </w:r>
    </w:p>
    <w:p w:rsidR="009A7939" w:rsidRDefault="009A7939" w:rsidP="002179DF">
      <w:pPr>
        <w:pStyle w:val="NoSpacing"/>
        <w:ind w:left="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Pazarcının söylediği sebze ve meyvelerden hangileri büyük ünlü uyumu kuralına uyar?</w:t>
      </w:r>
    </w:p>
    <w:p w:rsidR="009A7939" w:rsidRDefault="009A7939" w:rsidP="002179DF">
      <w:pPr>
        <w:pStyle w:val="NoSpacing"/>
        <w:numPr>
          <w:ilvl w:val="0"/>
          <w:numId w:val="10"/>
        </w:numPr>
        <w:ind w:left="284" w:firstLine="0"/>
        <w:jc w:val="both"/>
        <w:rPr>
          <w:sz w:val="20"/>
          <w:szCs w:val="20"/>
        </w:rPr>
      </w:pPr>
      <w:r>
        <w:rPr>
          <w:sz w:val="20"/>
          <w:szCs w:val="20"/>
        </w:rPr>
        <w:t>Elma-biber-limon</w:t>
      </w:r>
    </w:p>
    <w:p w:rsidR="009A7939" w:rsidRDefault="009A7939" w:rsidP="002179DF">
      <w:pPr>
        <w:pStyle w:val="NoSpacing"/>
        <w:numPr>
          <w:ilvl w:val="0"/>
          <w:numId w:val="10"/>
        </w:numPr>
        <w:ind w:left="284" w:firstLine="0"/>
        <w:jc w:val="both"/>
        <w:rPr>
          <w:sz w:val="20"/>
          <w:szCs w:val="20"/>
        </w:rPr>
      </w:pPr>
      <w:r>
        <w:rPr>
          <w:sz w:val="20"/>
          <w:szCs w:val="20"/>
        </w:rPr>
        <w:t>Nar-nane-portakal</w:t>
      </w:r>
    </w:p>
    <w:p w:rsidR="009A7939" w:rsidRDefault="009A7939" w:rsidP="002179DF">
      <w:pPr>
        <w:pStyle w:val="NoSpacing"/>
        <w:numPr>
          <w:ilvl w:val="0"/>
          <w:numId w:val="10"/>
        </w:numPr>
        <w:ind w:left="284" w:firstLine="0"/>
        <w:jc w:val="both"/>
        <w:rPr>
          <w:sz w:val="20"/>
          <w:szCs w:val="20"/>
        </w:rPr>
      </w:pPr>
      <w:r>
        <w:rPr>
          <w:sz w:val="20"/>
          <w:szCs w:val="20"/>
        </w:rPr>
        <w:t>Biber-patlıcan-portakal</w:t>
      </w:r>
    </w:p>
    <w:p w:rsidR="009A7939" w:rsidRDefault="009A7939" w:rsidP="002179DF">
      <w:pPr>
        <w:pStyle w:val="NoSpacing"/>
        <w:numPr>
          <w:ilvl w:val="0"/>
          <w:numId w:val="10"/>
        </w:numPr>
        <w:ind w:left="284" w:firstLine="0"/>
        <w:jc w:val="both"/>
        <w:rPr>
          <w:sz w:val="20"/>
          <w:szCs w:val="20"/>
        </w:rPr>
      </w:pPr>
      <w:r>
        <w:rPr>
          <w:sz w:val="20"/>
          <w:szCs w:val="20"/>
        </w:rPr>
        <w:t>Karnabahar-biber-domates</w:t>
      </w:r>
    </w:p>
    <w:p w:rsidR="009A7939" w:rsidRDefault="009A7939" w:rsidP="002179DF">
      <w:pPr>
        <w:pStyle w:val="NoSpacing"/>
        <w:ind w:left="284"/>
        <w:jc w:val="both"/>
        <w:rPr>
          <w:sz w:val="20"/>
          <w:szCs w:val="20"/>
        </w:rPr>
      </w:pPr>
    </w:p>
    <w:p w:rsidR="009A7939" w:rsidRDefault="009A7939" w:rsidP="002179DF">
      <w:pPr>
        <w:pStyle w:val="NoSpacing"/>
        <w:numPr>
          <w:ilvl w:val="0"/>
          <w:numId w:val="13"/>
        </w:numPr>
        <w:ind w:left="426" w:hanging="66"/>
        <w:jc w:val="both"/>
        <w:rPr>
          <w:sz w:val="20"/>
          <w:szCs w:val="20"/>
        </w:rPr>
      </w:pPr>
      <w:r>
        <w:rPr>
          <w:sz w:val="20"/>
          <w:szCs w:val="20"/>
        </w:rPr>
        <w:t>Trakya Bölgesi’ne ……………bu yemekten bizlere de ikram etti.</w:t>
      </w:r>
    </w:p>
    <w:p w:rsidR="009A7939" w:rsidRDefault="009A7939" w:rsidP="002179DF">
      <w:pPr>
        <w:pStyle w:val="NoSpacing"/>
        <w:ind w:left="28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Cümlesindeki boşluğa aşağıdaki sözcüklerden hangisi </w:t>
      </w:r>
      <w:r w:rsidRPr="0040465A">
        <w:rPr>
          <w:b/>
          <w:sz w:val="20"/>
          <w:szCs w:val="20"/>
          <w:u w:val="single"/>
        </w:rPr>
        <w:t>getirilemez?</w:t>
      </w:r>
    </w:p>
    <w:p w:rsidR="009A7939" w:rsidRDefault="009A7939" w:rsidP="002179DF">
      <w:pPr>
        <w:pStyle w:val="NoSpacing"/>
        <w:numPr>
          <w:ilvl w:val="0"/>
          <w:numId w:val="11"/>
        </w:numPr>
        <w:ind w:left="284" w:firstLine="0"/>
        <w:jc w:val="both"/>
        <w:rPr>
          <w:sz w:val="20"/>
          <w:szCs w:val="20"/>
        </w:rPr>
      </w:pPr>
      <w:r>
        <w:rPr>
          <w:sz w:val="20"/>
          <w:szCs w:val="20"/>
        </w:rPr>
        <w:t>has             B) esas      C) özgü           D) mahsus</w:t>
      </w:r>
    </w:p>
    <w:p w:rsidR="009A7939" w:rsidRPr="0040465A" w:rsidRDefault="009A7939" w:rsidP="009E5367">
      <w:pPr>
        <w:pStyle w:val="NoSpacing"/>
        <w:jc w:val="both"/>
        <w:rPr>
          <w:sz w:val="20"/>
          <w:szCs w:val="20"/>
          <w:u w:val="single"/>
        </w:rPr>
      </w:pPr>
    </w:p>
    <w:tbl>
      <w:tblPr>
        <w:tblpPr w:leftFromText="141" w:rightFromText="141" w:vertAnchor="text" w:horzAnchor="page" w:tblpX="3073" w:tblpY="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1"/>
        <w:gridCol w:w="387"/>
        <w:gridCol w:w="325"/>
        <w:gridCol w:w="323"/>
        <w:gridCol w:w="325"/>
        <w:gridCol w:w="346"/>
        <w:gridCol w:w="332"/>
      </w:tblGrid>
      <w:tr w:rsidR="009A7939" w:rsidRPr="000953CD" w:rsidTr="000953CD">
        <w:trPr>
          <w:trHeight w:val="294"/>
        </w:trPr>
        <w:tc>
          <w:tcPr>
            <w:tcW w:w="341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18"/>
                <w:szCs w:val="18"/>
              </w:rPr>
            </w:pPr>
            <w:r w:rsidRPr="000953CD">
              <w:rPr>
                <w:sz w:val="18"/>
                <w:szCs w:val="18"/>
              </w:rPr>
              <w:t>A</w:t>
            </w:r>
          </w:p>
        </w:tc>
        <w:tc>
          <w:tcPr>
            <w:tcW w:w="387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Y</w:t>
            </w:r>
          </w:p>
        </w:tc>
        <w:tc>
          <w:tcPr>
            <w:tcW w:w="325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F</w:t>
            </w:r>
          </w:p>
        </w:tc>
        <w:tc>
          <w:tcPr>
            <w:tcW w:w="323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E</w:t>
            </w:r>
          </w:p>
        </w:tc>
        <w:tc>
          <w:tcPr>
            <w:tcW w:w="325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C</w:t>
            </w:r>
          </w:p>
        </w:tc>
        <w:tc>
          <w:tcPr>
            <w:tcW w:w="346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R</w:t>
            </w:r>
          </w:p>
        </w:tc>
        <w:tc>
          <w:tcPr>
            <w:tcW w:w="332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İ</w:t>
            </w:r>
          </w:p>
        </w:tc>
      </w:tr>
      <w:tr w:rsidR="009A7939" w:rsidRPr="000953CD" w:rsidTr="000953CD">
        <w:trPr>
          <w:trHeight w:val="294"/>
        </w:trPr>
        <w:tc>
          <w:tcPr>
            <w:tcW w:w="341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 xml:space="preserve">R    </w:t>
            </w:r>
          </w:p>
        </w:tc>
        <w:tc>
          <w:tcPr>
            <w:tcW w:w="387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M</w:t>
            </w:r>
          </w:p>
        </w:tc>
        <w:tc>
          <w:tcPr>
            <w:tcW w:w="325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İ</w:t>
            </w:r>
          </w:p>
        </w:tc>
        <w:tc>
          <w:tcPr>
            <w:tcW w:w="323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L</w:t>
            </w:r>
          </w:p>
        </w:tc>
        <w:tc>
          <w:tcPr>
            <w:tcW w:w="325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L</w:t>
            </w:r>
          </w:p>
        </w:tc>
        <w:tc>
          <w:tcPr>
            <w:tcW w:w="346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E</w:t>
            </w:r>
          </w:p>
        </w:tc>
        <w:tc>
          <w:tcPr>
            <w:tcW w:w="332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T</w:t>
            </w:r>
          </w:p>
        </w:tc>
      </w:tr>
      <w:tr w:rsidR="009A7939" w:rsidRPr="000953CD" w:rsidTr="000953CD">
        <w:trPr>
          <w:trHeight w:val="294"/>
        </w:trPr>
        <w:tc>
          <w:tcPr>
            <w:tcW w:w="341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I</w:t>
            </w:r>
          </w:p>
        </w:tc>
        <w:tc>
          <w:tcPr>
            <w:tcW w:w="387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E</w:t>
            </w:r>
          </w:p>
        </w:tc>
        <w:tc>
          <w:tcPr>
            <w:tcW w:w="325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K</w:t>
            </w:r>
          </w:p>
        </w:tc>
        <w:tc>
          <w:tcPr>
            <w:tcW w:w="323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Ç</w:t>
            </w:r>
          </w:p>
        </w:tc>
        <w:tc>
          <w:tcPr>
            <w:tcW w:w="325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B</w:t>
            </w:r>
          </w:p>
        </w:tc>
        <w:tc>
          <w:tcPr>
            <w:tcW w:w="346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 xml:space="preserve">A </w:t>
            </w:r>
          </w:p>
        </w:tc>
        <w:tc>
          <w:tcPr>
            <w:tcW w:w="332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L</w:t>
            </w:r>
          </w:p>
        </w:tc>
      </w:tr>
      <w:tr w:rsidR="009A7939" w:rsidRPr="000953CD" w:rsidTr="000953CD">
        <w:trPr>
          <w:trHeight w:val="294"/>
        </w:trPr>
        <w:tc>
          <w:tcPr>
            <w:tcW w:w="341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K</w:t>
            </w:r>
          </w:p>
        </w:tc>
        <w:tc>
          <w:tcPr>
            <w:tcW w:w="387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N</w:t>
            </w:r>
          </w:p>
        </w:tc>
        <w:tc>
          <w:tcPr>
            <w:tcW w:w="325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İ</w:t>
            </w:r>
          </w:p>
        </w:tc>
        <w:tc>
          <w:tcPr>
            <w:tcW w:w="323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İ</w:t>
            </w:r>
          </w:p>
        </w:tc>
        <w:tc>
          <w:tcPr>
            <w:tcW w:w="325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E</w:t>
            </w:r>
          </w:p>
        </w:tc>
        <w:tc>
          <w:tcPr>
            <w:tcW w:w="346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N</w:t>
            </w:r>
          </w:p>
        </w:tc>
        <w:tc>
          <w:tcPr>
            <w:tcW w:w="332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A</w:t>
            </w:r>
          </w:p>
        </w:tc>
      </w:tr>
      <w:tr w:rsidR="009A7939" w:rsidRPr="000953CD" w:rsidTr="000953CD">
        <w:trPr>
          <w:trHeight w:val="294"/>
        </w:trPr>
        <w:tc>
          <w:tcPr>
            <w:tcW w:w="341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H</w:t>
            </w:r>
          </w:p>
        </w:tc>
        <w:tc>
          <w:tcPr>
            <w:tcW w:w="387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A</w:t>
            </w:r>
          </w:p>
        </w:tc>
        <w:tc>
          <w:tcPr>
            <w:tcW w:w="325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R</w:t>
            </w:r>
          </w:p>
        </w:tc>
        <w:tc>
          <w:tcPr>
            <w:tcW w:w="323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P</w:t>
            </w:r>
          </w:p>
        </w:tc>
        <w:tc>
          <w:tcPr>
            <w:tcW w:w="325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S</w:t>
            </w:r>
          </w:p>
        </w:tc>
        <w:tc>
          <w:tcPr>
            <w:tcW w:w="346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I</w:t>
            </w:r>
          </w:p>
        </w:tc>
        <w:tc>
          <w:tcPr>
            <w:tcW w:w="332" w:type="dxa"/>
          </w:tcPr>
          <w:p w:rsidR="009A7939" w:rsidRPr="000953CD" w:rsidRDefault="009A7939" w:rsidP="000953CD">
            <w:pPr>
              <w:pStyle w:val="NoSpacing"/>
              <w:jc w:val="both"/>
              <w:rPr>
                <w:sz w:val="20"/>
                <w:szCs w:val="20"/>
              </w:rPr>
            </w:pPr>
            <w:r w:rsidRPr="000953CD">
              <w:rPr>
                <w:sz w:val="20"/>
                <w:szCs w:val="20"/>
              </w:rPr>
              <w:t>Y</w:t>
            </w:r>
          </w:p>
        </w:tc>
      </w:tr>
    </w:tbl>
    <w:p w:rsidR="009A7939" w:rsidRPr="0040465A" w:rsidRDefault="009A7939" w:rsidP="0080154B">
      <w:pPr>
        <w:pStyle w:val="NoSpacing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5. </w:t>
      </w:r>
      <w:r>
        <w:rPr>
          <w:b/>
          <w:sz w:val="20"/>
          <w:szCs w:val="20"/>
        </w:rPr>
        <w:t xml:space="preserve">Aşağıdaki cümlelerde     altı çizili sözcüklerin hangisinin eş anlamlısı  bulmacada </w:t>
      </w:r>
      <w:r w:rsidRPr="009D2BC9">
        <w:rPr>
          <w:b/>
          <w:sz w:val="20"/>
          <w:szCs w:val="20"/>
          <w:u w:val="single"/>
        </w:rPr>
        <w:t>yoktur?</w:t>
      </w:r>
    </w:p>
    <w:p w:rsidR="009A7939" w:rsidRDefault="009A7939" w:rsidP="0080154B">
      <w:pPr>
        <w:pStyle w:val="NoSpacing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9A7939" w:rsidRDefault="009A7939" w:rsidP="0080154B">
      <w:pPr>
        <w:pStyle w:val="NoSpacing"/>
        <w:ind w:left="284" w:hanging="284"/>
        <w:jc w:val="both"/>
        <w:rPr>
          <w:sz w:val="20"/>
          <w:szCs w:val="20"/>
        </w:rPr>
      </w:pPr>
    </w:p>
    <w:p w:rsidR="009A7939" w:rsidRDefault="009A7939" w:rsidP="0080154B">
      <w:pPr>
        <w:pStyle w:val="NoSpacing"/>
        <w:jc w:val="both"/>
        <w:rPr>
          <w:sz w:val="20"/>
          <w:szCs w:val="20"/>
        </w:rPr>
      </w:pPr>
    </w:p>
    <w:p w:rsidR="009A7939" w:rsidRDefault="009A7939" w:rsidP="009D2BC9">
      <w:pPr>
        <w:pStyle w:val="NoSpacing"/>
        <w:numPr>
          <w:ilvl w:val="0"/>
          <w:numId w:val="1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Aklına yeni bir </w:t>
      </w:r>
      <w:r w:rsidRPr="0056318A">
        <w:rPr>
          <w:sz w:val="20"/>
          <w:szCs w:val="20"/>
          <w:u w:val="single"/>
        </w:rPr>
        <w:t>düşünce</w:t>
      </w:r>
      <w:r>
        <w:rPr>
          <w:sz w:val="20"/>
          <w:szCs w:val="20"/>
        </w:rPr>
        <w:t xml:space="preserve"> geldiğini söyledi.</w:t>
      </w:r>
    </w:p>
    <w:p w:rsidR="009A7939" w:rsidRDefault="009A7939" w:rsidP="009D2BC9">
      <w:pPr>
        <w:pStyle w:val="NoSpacing"/>
        <w:numPr>
          <w:ilvl w:val="0"/>
          <w:numId w:val="1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Bu hediyeyi güzel bir </w:t>
      </w:r>
      <w:r w:rsidRPr="0056318A">
        <w:rPr>
          <w:sz w:val="20"/>
          <w:szCs w:val="20"/>
          <w:u w:val="single"/>
        </w:rPr>
        <w:t>hatıra</w:t>
      </w:r>
      <w:r>
        <w:rPr>
          <w:sz w:val="20"/>
          <w:szCs w:val="20"/>
        </w:rPr>
        <w:t xml:space="preserve"> olarak saklayacak.</w:t>
      </w:r>
    </w:p>
    <w:p w:rsidR="009A7939" w:rsidRDefault="009A7939" w:rsidP="009D2BC9">
      <w:pPr>
        <w:pStyle w:val="NoSpacing"/>
        <w:numPr>
          <w:ilvl w:val="0"/>
          <w:numId w:val="15"/>
        </w:numPr>
        <w:jc w:val="both"/>
        <w:rPr>
          <w:sz w:val="20"/>
          <w:szCs w:val="20"/>
        </w:rPr>
      </w:pPr>
      <w:r w:rsidRPr="0056318A">
        <w:rPr>
          <w:sz w:val="20"/>
          <w:szCs w:val="20"/>
          <w:u w:val="single"/>
        </w:rPr>
        <w:t>Ulus</w:t>
      </w:r>
      <w:r>
        <w:rPr>
          <w:sz w:val="20"/>
          <w:szCs w:val="20"/>
        </w:rPr>
        <w:t xml:space="preserve">umuzun tarihi şanlı zaferlerle doludur. </w:t>
      </w:r>
    </w:p>
    <w:p w:rsidR="009A7939" w:rsidRDefault="009A7939" w:rsidP="009D2BC9">
      <w:pPr>
        <w:pStyle w:val="NoSpacing"/>
        <w:numPr>
          <w:ilvl w:val="0"/>
          <w:numId w:val="1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Öykünün kahramanı çok </w:t>
      </w:r>
      <w:r w:rsidRPr="0056318A">
        <w:rPr>
          <w:sz w:val="20"/>
          <w:szCs w:val="20"/>
          <w:u w:val="single"/>
        </w:rPr>
        <w:t>cesur</w:t>
      </w:r>
      <w:r>
        <w:rPr>
          <w:sz w:val="20"/>
          <w:szCs w:val="20"/>
        </w:rPr>
        <w:t xml:space="preserve"> biriydi. </w:t>
      </w:r>
    </w:p>
    <w:p w:rsidR="009A7939" w:rsidRDefault="009A7939" w:rsidP="006B5CDE">
      <w:pPr>
        <w:pStyle w:val="NoSpacing"/>
        <w:jc w:val="both"/>
        <w:rPr>
          <w:sz w:val="20"/>
          <w:szCs w:val="20"/>
        </w:rPr>
      </w:pPr>
    </w:p>
    <w:p w:rsidR="009A7939" w:rsidRPr="006B5CDE" w:rsidRDefault="009A7939" w:rsidP="006B5CDE">
      <w:pPr>
        <w:pStyle w:val="NoSpacing"/>
        <w:numPr>
          <w:ilvl w:val="0"/>
          <w:numId w:val="22"/>
        </w:numPr>
        <w:ind w:left="284" w:firstLine="0"/>
        <w:jc w:val="both"/>
        <w:rPr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Aşağıdaki atasözlerinin hangisinde mecazlı bir söyleyiş </w:t>
      </w:r>
      <w:r w:rsidRPr="006B5CDE">
        <w:rPr>
          <w:b/>
          <w:sz w:val="20"/>
          <w:szCs w:val="20"/>
          <w:u w:val="single"/>
        </w:rPr>
        <w:t>yoktur?</w:t>
      </w:r>
    </w:p>
    <w:p w:rsidR="009A7939" w:rsidRPr="006B5CDE" w:rsidRDefault="009A7939" w:rsidP="006B5CDE">
      <w:pPr>
        <w:pStyle w:val="NoSpacing"/>
        <w:numPr>
          <w:ilvl w:val="0"/>
          <w:numId w:val="23"/>
        </w:numPr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Bin dost az bir düşman çok.</w:t>
      </w:r>
    </w:p>
    <w:p w:rsidR="009A7939" w:rsidRPr="00CF257F" w:rsidRDefault="009A7939" w:rsidP="006B5CDE">
      <w:pPr>
        <w:pStyle w:val="NoSpacing"/>
        <w:numPr>
          <w:ilvl w:val="0"/>
          <w:numId w:val="23"/>
        </w:numPr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Dost başa bakar, düşman ayağa.</w:t>
      </w:r>
    </w:p>
    <w:p w:rsidR="009A7939" w:rsidRPr="006B5CDE" w:rsidRDefault="009A7939" w:rsidP="006B5CDE">
      <w:pPr>
        <w:pStyle w:val="NoSpacing"/>
        <w:numPr>
          <w:ilvl w:val="0"/>
          <w:numId w:val="23"/>
        </w:numPr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Dostun attığı taş baş yarmaz.</w:t>
      </w:r>
    </w:p>
    <w:p w:rsidR="009A7939" w:rsidRDefault="009A7939" w:rsidP="006B5CDE">
      <w:pPr>
        <w:pStyle w:val="NoSpacing"/>
        <w:numPr>
          <w:ilvl w:val="0"/>
          <w:numId w:val="23"/>
        </w:numPr>
        <w:jc w:val="both"/>
        <w:rPr>
          <w:sz w:val="20"/>
          <w:szCs w:val="20"/>
        </w:rPr>
      </w:pPr>
      <w:r w:rsidRPr="00CF257F">
        <w:rPr>
          <w:sz w:val="20"/>
          <w:szCs w:val="20"/>
        </w:rPr>
        <w:t>Dost, dostun e</w:t>
      </w:r>
      <w:r>
        <w:rPr>
          <w:sz w:val="20"/>
          <w:szCs w:val="20"/>
        </w:rPr>
        <w:t>y</w:t>
      </w:r>
      <w:r w:rsidRPr="00CF257F">
        <w:rPr>
          <w:sz w:val="20"/>
          <w:szCs w:val="20"/>
        </w:rPr>
        <w:t>erlenmiş atıdır.</w:t>
      </w:r>
    </w:p>
    <w:p w:rsidR="009A7939" w:rsidRDefault="009A7939" w:rsidP="00CF257F">
      <w:pPr>
        <w:pStyle w:val="NoSpacing"/>
        <w:ind w:left="644"/>
        <w:jc w:val="both"/>
        <w:rPr>
          <w:sz w:val="20"/>
          <w:szCs w:val="20"/>
        </w:rPr>
      </w:pPr>
    </w:p>
    <w:p w:rsidR="009A7939" w:rsidRPr="002A30BE" w:rsidRDefault="009A7939" w:rsidP="00CF257F">
      <w:pPr>
        <w:pStyle w:val="NoSpacing"/>
        <w:numPr>
          <w:ilvl w:val="0"/>
          <w:numId w:val="22"/>
        </w:numPr>
        <w:ind w:hanging="76"/>
        <w:jc w:val="both"/>
        <w:rPr>
          <w:b/>
          <w:sz w:val="20"/>
          <w:szCs w:val="20"/>
        </w:rPr>
      </w:pPr>
      <w:r w:rsidRPr="002A30BE">
        <w:rPr>
          <w:b/>
          <w:sz w:val="20"/>
          <w:szCs w:val="20"/>
        </w:rPr>
        <w:t xml:space="preserve">Aşağıdakilerden  hangisi yapısına göre </w:t>
      </w:r>
      <w:r>
        <w:rPr>
          <w:b/>
          <w:sz w:val="20"/>
          <w:szCs w:val="20"/>
        </w:rPr>
        <w:t>farklıdır?</w:t>
      </w:r>
    </w:p>
    <w:p w:rsidR="009A7939" w:rsidRPr="00CF257F" w:rsidRDefault="009A7939" w:rsidP="002A30BE">
      <w:pPr>
        <w:pStyle w:val="NoSpacing"/>
        <w:numPr>
          <w:ilvl w:val="0"/>
          <w:numId w:val="24"/>
        </w:numPr>
        <w:jc w:val="both"/>
        <w:rPr>
          <w:sz w:val="20"/>
          <w:szCs w:val="20"/>
        </w:rPr>
      </w:pPr>
      <w:r>
        <w:rPr>
          <w:sz w:val="20"/>
          <w:szCs w:val="20"/>
        </w:rPr>
        <w:t>tanık       B) kütük      C) yanık       D) sönük</w:t>
      </w:r>
    </w:p>
    <w:p w:rsidR="009A7939" w:rsidRDefault="009A7939" w:rsidP="00BB39AE">
      <w:pPr>
        <w:pStyle w:val="NoSpacing"/>
        <w:jc w:val="both"/>
        <w:rPr>
          <w:sz w:val="20"/>
          <w:szCs w:val="20"/>
        </w:rPr>
      </w:pPr>
    </w:p>
    <w:p w:rsidR="009A7939" w:rsidRDefault="009A7939" w:rsidP="00BB39AE">
      <w:pPr>
        <w:pStyle w:val="NoSpacing"/>
        <w:jc w:val="both"/>
        <w:rPr>
          <w:sz w:val="20"/>
          <w:szCs w:val="20"/>
        </w:rPr>
      </w:pPr>
    </w:p>
    <w:p w:rsidR="009A7939" w:rsidRDefault="009A7939" w:rsidP="00CF257F">
      <w:pPr>
        <w:pStyle w:val="NoSpacing"/>
        <w:numPr>
          <w:ilvl w:val="0"/>
          <w:numId w:val="22"/>
        </w:numPr>
        <w:jc w:val="both"/>
        <w:rPr>
          <w:b/>
          <w:sz w:val="20"/>
          <w:szCs w:val="20"/>
        </w:rPr>
      </w:pPr>
      <w:r w:rsidRPr="00BB39AE">
        <w:rPr>
          <w:b/>
          <w:sz w:val="20"/>
          <w:szCs w:val="20"/>
        </w:rPr>
        <w:t xml:space="preserve">Aşağıdaki cümlelerin düşünce akışına göre </w:t>
      </w:r>
      <w:r>
        <w:rPr>
          <w:b/>
          <w:sz w:val="20"/>
          <w:szCs w:val="20"/>
        </w:rPr>
        <w:t>sıralanışı</w:t>
      </w:r>
    </w:p>
    <w:p w:rsidR="009A7939" w:rsidRPr="00BB39AE" w:rsidRDefault="009A7939" w:rsidP="00CF257F">
      <w:pPr>
        <w:pStyle w:val="NoSpacing"/>
        <w:ind w:left="360"/>
        <w:jc w:val="both"/>
        <w:rPr>
          <w:b/>
          <w:sz w:val="20"/>
          <w:szCs w:val="20"/>
        </w:rPr>
      </w:pPr>
      <w:r w:rsidRPr="00BB39AE">
        <w:rPr>
          <w:b/>
          <w:sz w:val="20"/>
          <w:szCs w:val="20"/>
        </w:rPr>
        <w:t>hangi seçenekte doğru verilmiştir?</w:t>
      </w:r>
    </w:p>
    <w:p w:rsidR="009A7939" w:rsidRDefault="009A7939" w:rsidP="00CF257F">
      <w:pPr>
        <w:pStyle w:val="NoSpacing"/>
        <w:ind w:left="142" w:hanging="218"/>
        <w:jc w:val="both"/>
        <w:rPr>
          <w:sz w:val="20"/>
          <w:szCs w:val="20"/>
        </w:rPr>
      </w:pPr>
      <w:r>
        <w:rPr>
          <w:sz w:val="20"/>
          <w:szCs w:val="20"/>
        </w:rPr>
        <w:t>1.Çünkü sanatçılar hal, hareket ve sözleriyle halkı daha çok etkiler.</w:t>
      </w:r>
    </w:p>
    <w:p w:rsidR="009A7939" w:rsidRDefault="009A7939" w:rsidP="00CF257F">
      <w:pPr>
        <w:pStyle w:val="NoSpacing"/>
        <w:ind w:left="142" w:hanging="218"/>
        <w:jc w:val="both"/>
        <w:rPr>
          <w:sz w:val="20"/>
          <w:szCs w:val="20"/>
        </w:rPr>
      </w:pPr>
      <w:r>
        <w:rPr>
          <w:sz w:val="20"/>
          <w:szCs w:val="20"/>
        </w:rPr>
        <w:t>2.Toplumun dilini aydın dediğimiz sanatçılar, düşünürler, bilim adamları şekillendirir.</w:t>
      </w:r>
    </w:p>
    <w:p w:rsidR="009A7939" w:rsidRDefault="009A7939" w:rsidP="00CF257F">
      <w:pPr>
        <w:pStyle w:val="NoSpacing"/>
        <w:ind w:left="142" w:hanging="218"/>
        <w:jc w:val="both"/>
        <w:rPr>
          <w:sz w:val="20"/>
          <w:szCs w:val="20"/>
        </w:rPr>
      </w:pPr>
      <w:r>
        <w:rPr>
          <w:sz w:val="20"/>
          <w:szCs w:val="20"/>
        </w:rPr>
        <w:t>3.Özellikle sanatçılar dil konusunda çok hassas olmalıdırlar.</w:t>
      </w:r>
    </w:p>
    <w:p w:rsidR="009A7939" w:rsidRDefault="009A7939" w:rsidP="00CF257F">
      <w:pPr>
        <w:pStyle w:val="NoSpacing"/>
        <w:ind w:left="142" w:hanging="218"/>
        <w:jc w:val="both"/>
        <w:rPr>
          <w:sz w:val="20"/>
          <w:szCs w:val="20"/>
        </w:rPr>
      </w:pPr>
      <w:r>
        <w:rPr>
          <w:sz w:val="20"/>
          <w:szCs w:val="20"/>
        </w:rPr>
        <w:t>4.Bundan dolayı aydınlara çok iş düşmektedir.</w:t>
      </w:r>
    </w:p>
    <w:p w:rsidR="009A7939" w:rsidRDefault="009A7939" w:rsidP="005B6FC5">
      <w:pPr>
        <w:pStyle w:val="NoSpacing"/>
        <w:ind w:left="142" w:hanging="21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A)    2-3-1-4     B) 3-1-4-2     C) 2-4-3-1     D) 3-2-4-1</w:t>
      </w:r>
    </w:p>
    <w:p w:rsidR="009A7939" w:rsidRDefault="009A7939" w:rsidP="005B6FC5">
      <w:pPr>
        <w:pStyle w:val="NoSpacing"/>
        <w:ind w:left="142" w:hanging="218"/>
        <w:jc w:val="both"/>
        <w:rPr>
          <w:sz w:val="20"/>
          <w:szCs w:val="20"/>
        </w:rPr>
      </w:pPr>
    </w:p>
    <w:p w:rsidR="009A7939" w:rsidRDefault="009A7939" w:rsidP="005F7F1A">
      <w:pPr>
        <w:pStyle w:val="NoSpacing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7" type="#_x0000_t62" style="position:absolute;left:0;text-align:left;margin-left:33.15pt;margin-top:.6pt;width:122.25pt;height:35pt;z-index:251658240" adj="26106,11942">
            <v:textbox>
              <w:txbxContent>
                <w:p w:rsidR="009A7939" w:rsidRPr="00C756E7" w:rsidRDefault="009A7939" w:rsidP="005F7F1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Aşağıdakilerden hangisi kişisel görüş </w:t>
                  </w:r>
                  <w:r w:rsidRPr="00981F06">
                    <w:rPr>
                      <w:sz w:val="18"/>
                      <w:szCs w:val="18"/>
                      <w:u w:val="single"/>
                    </w:rPr>
                    <w:t>bildirmez?</w:t>
                  </w:r>
                </w:p>
              </w:txbxContent>
            </v:textbox>
          </v:shape>
        </w:pict>
      </w:r>
      <w:r>
        <w:rPr>
          <w:sz w:val="20"/>
          <w:szCs w:val="20"/>
        </w:rPr>
        <w:t xml:space="preserve">                                                                </w:t>
      </w:r>
    </w:p>
    <w:p w:rsidR="009A7939" w:rsidRDefault="009A7939" w:rsidP="005F7F1A">
      <w:pPr>
        <w:pStyle w:val="NoSpacing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</w:t>
      </w:r>
      <w:r w:rsidRPr="000953CD">
        <w:rPr>
          <w:rFonts w:ascii="Verdana" w:hAnsi="Verdana"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4" o:spid="_x0000_i1027" type="#_x0000_t75" style="width:35.25pt;height:54pt;visibility:visible">
            <v:imagedata r:id="rId7" o:title=""/>
          </v:shape>
        </w:pict>
      </w:r>
    </w:p>
    <w:p w:rsidR="009A7939" w:rsidRDefault="009A7939" w:rsidP="005F7F1A">
      <w:pPr>
        <w:pStyle w:val="NoSpacing"/>
        <w:numPr>
          <w:ilvl w:val="0"/>
          <w:numId w:val="26"/>
        </w:numPr>
        <w:jc w:val="both"/>
        <w:rPr>
          <w:sz w:val="20"/>
          <w:szCs w:val="20"/>
        </w:rPr>
      </w:pPr>
      <w:r>
        <w:rPr>
          <w:sz w:val="20"/>
          <w:szCs w:val="20"/>
        </w:rPr>
        <w:t>Yazarın  bu eseri çok başarılı.</w:t>
      </w:r>
    </w:p>
    <w:p w:rsidR="009A7939" w:rsidRDefault="009A7939" w:rsidP="005F7F1A">
      <w:pPr>
        <w:pStyle w:val="NoSpacing"/>
        <w:numPr>
          <w:ilvl w:val="0"/>
          <w:numId w:val="26"/>
        </w:numPr>
        <w:jc w:val="both"/>
        <w:rPr>
          <w:sz w:val="20"/>
          <w:szCs w:val="20"/>
        </w:rPr>
      </w:pPr>
      <w:r>
        <w:rPr>
          <w:sz w:val="20"/>
          <w:szCs w:val="20"/>
        </w:rPr>
        <w:t>Bahçedeki ağaçları çoğaltmalı.</w:t>
      </w:r>
    </w:p>
    <w:p w:rsidR="009A7939" w:rsidRDefault="009A7939" w:rsidP="005F7F1A">
      <w:pPr>
        <w:pStyle w:val="NoSpacing"/>
        <w:numPr>
          <w:ilvl w:val="0"/>
          <w:numId w:val="26"/>
        </w:numPr>
        <w:jc w:val="both"/>
        <w:rPr>
          <w:sz w:val="20"/>
          <w:szCs w:val="20"/>
        </w:rPr>
      </w:pPr>
      <w:r>
        <w:rPr>
          <w:sz w:val="20"/>
          <w:szCs w:val="20"/>
        </w:rPr>
        <w:t>İnsan işlerini günü gününe yapmalıdır.</w:t>
      </w:r>
    </w:p>
    <w:p w:rsidR="009A7939" w:rsidRDefault="009A7939" w:rsidP="0094739C">
      <w:pPr>
        <w:pStyle w:val="NoSpacing"/>
        <w:numPr>
          <w:ilvl w:val="0"/>
          <w:numId w:val="26"/>
        </w:numPr>
        <w:jc w:val="both"/>
        <w:rPr>
          <w:sz w:val="20"/>
          <w:szCs w:val="20"/>
        </w:rPr>
      </w:pPr>
      <w:r>
        <w:rPr>
          <w:sz w:val="20"/>
          <w:szCs w:val="20"/>
        </w:rPr>
        <w:t>Şiirde özlem duygusu dile getirilmiş.</w:t>
      </w:r>
    </w:p>
    <w:p w:rsidR="009A7939" w:rsidRDefault="009A7939" w:rsidP="0094739C">
      <w:pPr>
        <w:pStyle w:val="NoSpacing"/>
        <w:jc w:val="both"/>
        <w:rPr>
          <w:sz w:val="20"/>
          <w:szCs w:val="20"/>
        </w:rPr>
      </w:pPr>
    </w:p>
    <w:p w:rsidR="009A7939" w:rsidRPr="00A051EA" w:rsidRDefault="009A7939" w:rsidP="00A051EA">
      <w:pPr>
        <w:pStyle w:val="NoSpacing"/>
        <w:numPr>
          <w:ilvl w:val="0"/>
          <w:numId w:val="22"/>
        </w:numPr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Kardeş senin dediklerin </w:t>
      </w:r>
      <w:r w:rsidRPr="00A051EA">
        <w:rPr>
          <w:sz w:val="20"/>
          <w:szCs w:val="20"/>
          <w:u w:val="single"/>
        </w:rPr>
        <w:t>yok</w:t>
      </w:r>
    </w:p>
    <w:p w:rsidR="009A7939" w:rsidRDefault="009A7939" w:rsidP="00A051EA">
      <w:pPr>
        <w:pStyle w:val="NoSpacing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Halay çekilen toprak bu toprak değil</w:t>
      </w:r>
    </w:p>
    <w:p w:rsidR="009A7939" w:rsidRDefault="009A7939" w:rsidP="00A051EA">
      <w:pPr>
        <w:pStyle w:val="NoSpacing"/>
        <w:ind w:left="360"/>
        <w:jc w:val="both"/>
        <w:rPr>
          <w:sz w:val="20"/>
          <w:szCs w:val="20"/>
        </w:rPr>
      </w:pPr>
      <w:r w:rsidRPr="00A051EA">
        <w:rPr>
          <w:sz w:val="20"/>
          <w:szCs w:val="20"/>
          <w:u w:val="single"/>
        </w:rPr>
        <w:t xml:space="preserve">Çık </w:t>
      </w:r>
      <w:r>
        <w:rPr>
          <w:sz w:val="20"/>
          <w:szCs w:val="20"/>
        </w:rPr>
        <w:t>hele Anadolu’ya</w:t>
      </w:r>
    </w:p>
    <w:p w:rsidR="009A7939" w:rsidRPr="00A051EA" w:rsidRDefault="009A7939" w:rsidP="00A051EA">
      <w:pPr>
        <w:pStyle w:val="NoSpacing"/>
        <w:ind w:left="360"/>
        <w:jc w:val="both"/>
        <w:rPr>
          <w:sz w:val="20"/>
          <w:szCs w:val="20"/>
        </w:rPr>
      </w:pPr>
      <w:r w:rsidRPr="00A051EA">
        <w:rPr>
          <w:sz w:val="20"/>
          <w:szCs w:val="20"/>
        </w:rPr>
        <w:t>Kamyonlarla gel,</w:t>
      </w:r>
      <w:r>
        <w:rPr>
          <w:sz w:val="20"/>
          <w:szCs w:val="20"/>
        </w:rPr>
        <w:t xml:space="preserve"> </w:t>
      </w:r>
      <w:r w:rsidRPr="00A051EA">
        <w:rPr>
          <w:sz w:val="20"/>
          <w:szCs w:val="20"/>
        </w:rPr>
        <w:t xml:space="preserve">kağnılarla </w:t>
      </w:r>
      <w:r w:rsidRPr="00A051EA">
        <w:rPr>
          <w:sz w:val="20"/>
          <w:szCs w:val="20"/>
          <w:u w:val="single"/>
        </w:rPr>
        <w:t>gel</w:t>
      </w:r>
      <w:r w:rsidRPr="00A051EA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Pr="00A051EA">
        <w:rPr>
          <w:sz w:val="20"/>
          <w:szCs w:val="20"/>
        </w:rPr>
        <w:t>gayrı</w:t>
      </w:r>
    </w:p>
    <w:p w:rsidR="009A7939" w:rsidRDefault="009A7939" w:rsidP="00A051EA">
      <w:pPr>
        <w:pStyle w:val="NoSpacing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 kadar </w:t>
      </w:r>
      <w:r w:rsidRPr="00A051EA">
        <w:rPr>
          <w:sz w:val="20"/>
          <w:szCs w:val="20"/>
          <w:u w:val="single"/>
        </w:rPr>
        <w:t xml:space="preserve">uzak </w:t>
      </w:r>
      <w:r>
        <w:rPr>
          <w:sz w:val="20"/>
          <w:szCs w:val="20"/>
        </w:rPr>
        <w:t>değil</w:t>
      </w:r>
    </w:p>
    <w:p w:rsidR="009A7939" w:rsidRDefault="009A7939" w:rsidP="00A051EA">
      <w:pPr>
        <w:pStyle w:val="NoSpacing"/>
        <w:ind w:left="36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Şiirde altı çizili sözcüklerin karşıt(zıt) anlamı hangi seçenekte </w:t>
      </w:r>
      <w:r w:rsidRPr="00A051EA">
        <w:rPr>
          <w:b/>
          <w:sz w:val="20"/>
          <w:szCs w:val="20"/>
          <w:u w:val="single"/>
        </w:rPr>
        <w:t>yanlış</w:t>
      </w:r>
      <w:r>
        <w:rPr>
          <w:b/>
          <w:sz w:val="20"/>
          <w:szCs w:val="20"/>
        </w:rPr>
        <w:t xml:space="preserve"> verilmiştir.</w:t>
      </w:r>
    </w:p>
    <w:p w:rsidR="009A7939" w:rsidRDefault="009A7939" w:rsidP="00A051EA">
      <w:pPr>
        <w:pStyle w:val="NoSpacing"/>
        <w:numPr>
          <w:ilvl w:val="0"/>
          <w:numId w:val="25"/>
        </w:numPr>
        <w:jc w:val="both"/>
        <w:rPr>
          <w:sz w:val="20"/>
          <w:szCs w:val="20"/>
        </w:rPr>
      </w:pPr>
      <w:r>
        <w:rPr>
          <w:sz w:val="20"/>
          <w:szCs w:val="20"/>
        </w:rPr>
        <w:t>Çık-in      B) gel-git        C) yok-var     D) uzak-yakın</w:t>
      </w:r>
    </w:p>
    <w:p w:rsidR="009A7939" w:rsidRDefault="009A7939" w:rsidP="00B7093E">
      <w:pPr>
        <w:pStyle w:val="NoSpacing"/>
        <w:ind w:left="720"/>
        <w:jc w:val="both"/>
        <w:rPr>
          <w:sz w:val="20"/>
          <w:szCs w:val="20"/>
        </w:rPr>
      </w:pPr>
    </w:p>
    <w:p w:rsidR="009A7939" w:rsidRDefault="009A7939" w:rsidP="00B7093E">
      <w:pPr>
        <w:pStyle w:val="NoSpacing"/>
        <w:numPr>
          <w:ilvl w:val="0"/>
          <w:numId w:val="22"/>
        </w:numPr>
        <w:ind w:left="142" w:firstLine="0"/>
        <w:jc w:val="both"/>
        <w:rPr>
          <w:sz w:val="20"/>
          <w:szCs w:val="20"/>
        </w:rPr>
      </w:pPr>
      <w:r>
        <w:rPr>
          <w:sz w:val="20"/>
          <w:szCs w:val="20"/>
        </w:rPr>
        <w:t>Eğer hayatımızda bir hedefimiz yoksa çalışma ihtiyacı hissetmeyiz. Hedefsiz çalışanlar var ise de onlar yönünü bilmeden yola çıkan yelkenliler gibidir.Gayretlerini ne tarafa yönlendireceklerini bilemezler. İnsan; kendisi, ailesi, milleti veya insanlığın yararı için çalışabilir. Hiç fark etmez. Yeter ki ne için çalıştığını bilsin.</w:t>
      </w:r>
    </w:p>
    <w:p w:rsidR="009A7939" w:rsidRDefault="009A7939" w:rsidP="005F7F1A">
      <w:pPr>
        <w:pStyle w:val="NoSpacing"/>
        <w:ind w:left="142" w:hanging="218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 </w:t>
      </w:r>
      <w:r>
        <w:rPr>
          <w:b/>
          <w:sz w:val="20"/>
          <w:szCs w:val="20"/>
        </w:rPr>
        <w:t xml:space="preserve">Yukarıdaki paragrafta </w:t>
      </w:r>
      <w:r w:rsidRPr="00593E12">
        <w:rPr>
          <w:b/>
          <w:sz w:val="20"/>
          <w:szCs w:val="20"/>
          <w:u w:val="single"/>
        </w:rPr>
        <w:t>asıl</w:t>
      </w:r>
      <w:r>
        <w:rPr>
          <w:b/>
          <w:sz w:val="20"/>
          <w:szCs w:val="20"/>
        </w:rPr>
        <w:t xml:space="preserve"> anlatılmak istenen aşağıdakilerden hangisidir?</w:t>
      </w:r>
    </w:p>
    <w:p w:rsidR="009A7939" w:rsidRDefault="009A7939" w:rsidP="005F7F1A">
      <w:pPr>
        <w:pStyle w:val="NoSpacing"/>
        <w:numPr>
          <w:ilvl w:val="0"/>
          <w:numId w:val="21"/>
        </w:numPr>
        <w:ind w:left="142" w:hanging="218"/>
        <w:jc w:val="both"/>
        <w:rPr>
          <w:sz w:val="20"/>
          <w:szCs w:val="20"/>
        </w:rPr>
      </w:pPr>
      <w:r>
        <w:rPr>
          <w:sz w:val="20"/>
          <w:szCs w:val="20"/>
        </w:rPr>
        <w:t>Hedefi olmayan insanlar hayatta hiçbir şeyden zevk almazlar.</w:t>
      </w:r>
    </w:p>
    <w:p w:rsidR="009A7939" w:rsidRPr="0094739C" w:rsidRDefault="009A7939" w:rsidP="0094739C">
      <w:pPr>
        <w:pStyle w:val="NoSpacing"/>
        <w:numPr>
          <w:ilvl w:val="0"/>
          <w:numId w:val="21"/>
        </w:numPr>
        <w:ind w:left="142" w:hanging="218"/>
        <w:jc w:val="both"/>
        <w:rPr>
          <w:sz w:val="20"/>
          <w:szCs w:val="20"/>
        </w:rPr>
      </w:pPr>
      <w:r>
        <w:rPr>
          <w:sz w:val="20"/>
          <w:szCs w:val="20"/>
        </w:rPr>
        <w:t>İnsanın gayreti, çalışması muhakkak bir amaç uğruna olmalıdır.</w:t>
      </w:r>
      <w:r w:rsidRPr="0094739C">
        <w:rPr>
          <w:sz w:val="20"/>
          <w:szCs w:val="20"/>
        </w:rPr>
        <w:t xml:space="preserve">                                   </w:t>
      </w:r>
    </w:p>
    <w:p w:rsidR="009A7939" w:rsidRDefault="009A7939" w:rsidP="005F7F1A">
      <w:pPr>
        <w:pStyle w:val="NoSpacing"/>
        <w:numPr>
          <w:ilvl w:val="0"/>
          <w:numId w:val="21"/>
        </w:numPr>
        <w:ind w:left="142" w:hanging="218"/>
        <w:jc w:val="both"/>
        <w:rPr>
          <w:sz w:val="20"/>
          <w:szCs w:val="20"/>
        </w:rPr>
      </w:pPr>
      <w:r>
        <w:rPr>
          <w:sz w:val="20"/>
          <w:szCs w:val="20"/>
        </w:rPr>
        <w:t>İnsan, sadece kendini düşünmemeli, ailesini ve milletini de düşünmelidir.</w:t>
      </w:r>
    </w:p>
    <w:p w:rsidR="009A7939" w:rsidRDefault="009A7939" w:rsidP="005F7F1A">
      <w:pPr>
        <w:pStyle w:val="NoSpacing"/>
        <w:numPr>
          <w:ilvl w:val="0"/>
          <w:numId w:val="21"/>
        </w:numPr>
        <w:ind w:left="142" w:hanging="218"/>
        <w:jc w:val="both"/>
        <w:rPr>
          <w:sz w:val="20"/>
          <w:szCs w:val="20"/>
        </w:rPr>
      </w:pPr>
      <w:r>
        <w:rPr>
          <w:sz w:val="20"/>
          <w:szCs w:val="20"/>
        </w:rPr>
        <w:t>Amacınızı unutursanız çalışmalarınızın hiçbir değeri olmaz.</w:t>
      </w:r>
    </w:p>
    <w:p w:rsidR="009A7939" w:rsidRDefault="009A7939" w:rsidP="0094739C">
      <w:pPr>
        <w:pStyle w:val="NoSpacing"/>
        <w:jc w:val="both"/>
        <w:rPr>
          <w:sz w:val="20"/>
          <w:szCs w:val="20"/>
        </w:rPr>
      </w:pPr>
    </w:p>
    <w:p w:rsidR="009A7939" w:rsidRPr="0094739C" w:rsidRDefault="009A7939" w:rsidP="0094739C">
      <w:pPr>
        <w:pStyle w:val="NoSpacing"/>
        <w:numPr>
          <w:ilvl w:val="0"/>
          <w:numId w:val="22"/>
        </w:numPr>
        <w:jc w:val="both"/>
        <w:rPr>
          <w:b/>
          <w:sz w:val="20"/>
          <w:szCs w:val="20"/>
        </w:rPr>
      </w:pPr>
      <w:r w:rsidRPr="0094739C">
        <w:rPr>
          <w:b/>
          <w:sz w:val="20"/>
          <w:szCs w:val="20"/>
        </w:rPr>
        <w:t>“Eğilmek“ sözcüğü aşağıdaki cümlelerin hangisinde gerçek anlamıyla kullanılmıştır?</w:t>
      </w:r>
    </w:p>
    <w:p w:rsidR="009A7939" w:rsidRDefault="009A7939" w:rsidP="000A5F10">
      <w:pPr>
        <w:pStyle w:val="NoSpacing"/>
        <w:numPr>
          <w:ilvl w:val="0"/>
          <w:numId w:val="27"/>
        </w:num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Gazetemizde sanat konusuna daha çok eğilmeliyiz.</w:t>
      </w:r>
    </w:p>
    <w:p w:rsidR="009A7939" w:rsidRDefault="009A7939" w:rsidP="000A5F10">
      <w:pPr>
        <w:pStyle w:val="NoSpacing"/>
        <w:numPr>
          <w:ilvl w:val="0"/>
          <w:numId w:val="27"/>
        </w:num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Böyle baskılar karşısında kimsenin önünde eğilmez.</w:t>
      </w:r>
    </w:p>
    <w:p w:rsidR="009A7939" w:rsidRDefault="009A7939" w:rsidP="000A5F10">
      <w:pPr>
        <w:pStyle w:val="NoSpacing"/>
        <w:numPr>
          <w:ilvl w:val="0"/>
          <w:numId w:val="27"/>
        </w:num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Bahçedeki ağaçlar şiddetli fırtınadan eğilmiş.</w:t>
      </w:r>
    </w:p>
    <w:p w:rsidR="009A7939" w:rsidRDefault="009A7939" w:rsidP="000A5F10">
      <w:pPr>
        <w:pStyle w:val="NoSpacing"/>
        <w:numPr>
          <w:ilvl w:val="0"/>
          <w:numId w:val="27"/>
        </w:num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İlgilenmediğim bu işlere biraz daha eğilmeliyim.</w:t>
      </w:r>
    </w:p>
    <w:p w:rsidR="009A7939" w:rsidRDefault="009A7939" w:rsidP="00B7093E">
      <w:pPr>
        <w:pStyle w:val="NoSpacing"/>
        <w:ind w:left="426"/>
        <w:jc w:val="both"/>
        <w:rPr>
          <w:sz w:val="20"/>
          <w:szCs w:val="20"/>
        </w:rPr>
      </w:pPr>
    </w:p>
    <w:p w:rsidR="009A7939" w:rsidRPr="00B7093E" w:rsidRDefault="009A7939" w:rsidP="00B7093E">
      <w:pPr>
        <w:pStyle w:val="NoSpacing"/>
        <w:numPr>
          <w:ilvl w:val="0"/>
          <w:numId w:val="22"/>
        </w:numPr>
        <w:jc w:val="both"/>
        <w:rPr>
          <w:b/>
          <w:sz w:val="20"/>
          <w:szCs w:val="20"/>
        </w:rPr>
      </w:pPr>
      <w:r w:rsidRPr="00B7093E">
        <w:rPr>
          <w:b/>
          <w:sz w:val="20"/>
          <w:szCs w:val="20"/>
        </w:rPr>
        <w:t xml:space="preserve">Aşağıdaki cümlelerin hangisinde yazım yanlışı </w:t>
      </w:r>
      <w:r w:rsidRPr="00B7093E">
        <w:rPr>
          <w:b/>
          <w:sz w:val="20"/>
          <w:szCs w:val="20"/>
          <w:u w:val="single"/>
        </w:rPr>
        <w:t>yoktur?</w:t>
      </w:r>
    </w:p>
    <w:p w:rsidR="009A7939" w:rsidRPr="00C14989" w:rsidRDefault="009A7939" w:rsidP="00B7093E">
      <w:pPr>
        <w:pStyle w:val="NoSpacing"/>
        <w:numPr>
          <w:ilvl w:val="0"/>
          <w:numId w:val="29"/>
        </w:numPr>
        <w:jc w:val="both"/>
        <w:rPr>
          <w:b/>
          <w:sz w:val="20"/>
          <w:szCs w:val="20"/>
        </w:rPr>
      </w:pPr>
      <w:r>
        <w:rPr>
          <w:sz w:val="20"/>
          <w:szCs w:val="20"/>
        </w:rPr>
        <w:t>Sanatçılarda  eserlerinde  topluma ayna tutar.</w:t>
      </w:r>
    </w:p>
    <w:p w:rsidR="009A7939" w:rsidRDefault="009A7939" w:rsidP="00B7093E">
      <w:pPr>
        <w:pStyle w:val="NoSpacing"/>
        <w:numPr>
          <w:ilvl w:val="0"/>
          <w:numId w:val="29"/>
        </w:numPr>
        <w:jc w:val="both"/>
        <w:rPr>
          <w:sz w:val="20"/>
          <w:szCs w:val="20"/>
        </w:rPr>
      </w:pPr>
      <w:r w:rsidRPr="00C14989">
        <w:rPr>
          <w:sz w:val="20"/>
          <w:szCs w:val="20"/>
        </w:rPr>
        <w:t>Dünyada, insanın isteyipte yapamayacağı şey yoktur.</w:t>
      </w:r>
    </w:p>
    <w:p w:rsidR="009A7939" w:rsidRDefault="009A7939" w:rsidP="00B7093E">
      <w:pPr>
        <w:pStyle w:val="NoSpacing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>Film ikinci salonda mı başlıyacak?</w:t>
      </w:r>
    </w:p>
    <w:p w:rsidR="009A7939" w:rsidRPr="00C14989" w:rsidRDefault="009A7939" w:rsidP="00B7093E">
      <w:pPr>
        <w:pStyle w:val="NoSpacing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>Ödevini bitirdin mi oyun oynayabilirsin.</w:t>
      </w:r>
    </w:p>
    <w:p w:rsidR="009A7939" w:rsidRDefault="009A7939" w:rsidP="00B7093E">
      <w:pPr>
        <w:pStyle w:val="NoSpacing"/>
        <w:ind w:left="720"/>
        <w:jc w:val="both"/>
        <w:rPr>
          <w:sz w:val="20"/>
          <w:szCs w:val="20"/>
        </w:rPr>
      </w:pPr>
    </w:p>
    <w:p w:rsidR="009A7939" w:rsidRPr="00B7093E" w:rsidRDefault="009A7939" w:rsidP="00B7093E">
      <w:pPr>
        <w:pStyle w:val="NoSpacing"/>
        <w:ind w:left="720"/>
        <w:jc w:val="both"/>
        <w:rPr>
          <w:sz w:val="20"/>
          <w:szCs w:val="20"/>
        </w:rPr>
      </w:pPr>
    </w:p>
    <w:sectPr w:rsidR="009A7939" w:rsidRPr="00B7093E" w:rsidSect="00CB25AA">
      <w:headerReference w:type="default" r:id="rId8"/>
      <w:pgSz w:w="11906" w:h="16838"/>
      <w:pgMar w:top="287" w:right="566" w:bottom="284" w:left="426" w:header="137" w:footer="120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939" w:rsidRDefault="009A7939" w:rsidP="009F6CE2">
      <w:pPr>
        <w:spacing w:after="0" w:line="240" w:lineRule="auto"/>
      </w:pPr>
      <w:r>
        <w:separator/>
      </w:r>
    </w:p>
  </w:endnote>
  <w:endnote w:type="continuationSeparator" w:id="0">
    <w:p w:rsidR="009A7939" w:rsidRDefault="009A7939" w:rsidP="009F6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939" w:rsidRDefault="009A7939" w:rsidP="009F6CE2">
      <w:pPr>
        <w:spacing w:after="0" w:line="240" w:lineRule="auto"/>
      </w:pPr>
      <w:r>
        <w:separator/>
      </w:r>
    </w:p>
  </w:footnote>
  <w:footnote w:type="continuationSeparator" w:id="0">
    <w:p w:rsidR="009A7939" w:rsidRDefault="009A7939" w:rsidP="009F6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939" w:rsidRDefault="009A7939">
    <w:pPr>
      <w:pStyle w:val="Header"/>
    </w:pPr>
    <w:r>
      <w:t xml:space="preserve">       </w:t>
    </w:r>
  </w:p>
  <w:p w:rsidR="009A7939" w:rsidRDefault="009A7939">
    <w:pPr>
      <w:pStyle w:val="Header"/>
    </w:pPr>
    <w:r>
      <w:t xml:space="preserve">           2010-2011 EĞİTİM-ÖĞRETİM YILI BAŞÖĞRETMEN ATATÜRK İ.Ö.O.    6.SINIFLAR    1.DÖNEM 2.SINAV </w:t>
    </w:r>
  </w:p>
  <w:p w:rsidR="009A7939" w:rsidRDefault="009A7939">
    <w:pPr>
      <w:pStyle w:val="Header"/>
    </w:pPr>
    <w:r>
      <w:rPr>
        <w:noProof/>
      </w:rPr>
      <w:pict>
        <v:shapetype id="_x0000_t61" coordsize="21600,21600" o:spt="61" adj="1350,25920" path="m,l0@8@12@24,0@9,,21600@6,21600@15@27@7,21600,21600,21600,21600@9@18@30,21600@8,21600,0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/>
          <v:handles>
            <v:h position="#0,#1"/>
          </v:handles>
        </v:shapetype>
        <v:shape id="_x0000_s2049" type="#_x0000_t61" style="position:absolute;margin-left:81.45pt;margin-top:8.3pt;width:461.25pt;height:48pt;z-index:251660288" adj="-1545,8370">
          <v:textbox>
            <w:txbxContent>
              <w:p w:rsidR="009A7939" w:rsidRDefault="009A7939" w:rsidP="009F6CE2">
                <w:pPr>
                  <w:pStyle w:val="NoSpacing"/>
                </w:pPr>
                <w:r>
                  <w:t xml:space="preserve">ADIM SOYADIM:                                                                                      PUANIM: </w:t>
                </w:r>
              </w:p>
              <w:p w:rsidR="009A7939" w:rsidRDefault="009A7939" w:rsidP="009F6CE2">
                <w:pPr>
                  <w:pStyle w:val="NoSpacing"/>
                </w:pPr>
                <w:r>
                  <w:t>NUMARAM:</w:t>
                </w:r>
              </w:p>
              <w:p w:rsidR="009A7939" w:rsidRDefault="009A7939" w:rsidP="009F6CE2">
                <w:pPr>
                  <w:pStyle w:val="NoSpacing"/>
                </w:pPr>
                <w:r>
                  <w:t xml:space="preserve">SINIFIM:                                              </w:t>
                </w:r>
                <w:hyperlink r:id="rId1" w:history="1">
                  <w:r w:rsidRPr="00784CE4">
                    <w:rPr>
                      <w:rStyle w:val="Hyperlink"/>
                    </w:rPr>
                    <w:t>www.edebiyatogretmeni.net</w:t>
                  </w:r>
                </w:hyperlink>
                <w:r>
                  <w:t xml:space="preserve"> </w:t>
                </w:r>
              </w:p>
              <w:p w:rsidR="009A7939" w:rsidRDefault="009A7939"/>
            </w:txbxContent>
          </v:textbox>
        </v:shape>
      </w:pict>
    </w:r>
  </w:p>
  <w:p w:rsidR="009A7939" w:rsidRDefault="009A7939">
    <w:pPr>
      <w:pStyle w:val="Header"/>
    </w:pPr>
    <w:hyperlink r:id="rId2" w:history="1">
      <w:r w:rsidRPr="000953CD">
        <w:rPr>
          <w:rFonts w:ascii="Arial" w:hAnsi="Arial" w:cs="Arial"/>
          <w:noProof/>
          <w:color w:val="0000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1" o:spid="_x0000_i1026" type="#_x0000_t75" alt="1631" href="http://images.google.com.tr/imgres?imgurl=http://i0909.hizliresim.com/2009/9/25/1631.gif&amp;imgrefurl=http://www.arkadasfm.com/k2-Cizgi-Filmler-izle&amp;usg=__YgN_xjfNX0Zder--ak8GwttbgKw=&amp;h=407&amp;w=300&amp;sz=26&amp;hl=en&amp;start=710&amp;um=1&amp;tbnid=8HAEWnXfCReJ4M:&amp;tbnh=125&amp;tbnw=92&amp;prev=/images?q=%C3%A7izgi+resimler&amp;ndsp=18&amp;hl=en&amp;rlz=1T4GGLJ_en-GBTR316TR316&amp;sa=N&amp;start=702&amp;um" style="width:54pt;height:60pt;visibility:visible" o:button="t">
            <v:fill o:detectmouseclick="t"/>
            <v:imagedata r:id="rId3" o:title=""/>
          </v:shape>
        </w:pic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51E5"/>
    <w:multiLevelType w:val="hybridMultilevel"/>
    <w:tmpl w:val="91EA4500"/>
    <w:lvl w:ilvl="0" w:tplc="3906FA36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0BC559A"/>
    <w:multiLevelType w:val="hybridMultilevel"/>
    <w:tmpl w:val="4A1EC2F4"/>
    <w:lvl w:ilvl="0" w:tplc="B7AAA698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024A6F85"/>
    <w:multiLevelType w:val="hybridMultilevel"/>
    <w:tmpl w:val="07105E92"/>
    <w:lvl w:ilvl="0" w:tplc="041F000F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144205"/>
    <w:multiLevelType w:val="hybridMultilevel"/>
    <w:tmpl w:val="07105E92"/>
    <w:lvl w:ilvl="0" w:tplc="041F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E07FAD"/>
    <w:multiLevelType w:val="hybridMultilevel"/>
    <w:tmpl w:val="A60E0ADE"/>
    <w:lvl w:ilvl="0" w:tplc="88826EAC">
      <w:start w:val="1"/>
      <w:numFmt w:val="upp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1779253F"/>
    <w:multiLevelType w:val="hybridMultilevel"/>
    <w:tmpl w:val="2FD8C7C2"/>
    <w:lvl w:ilvl="0" w:tplc="1F4CFCB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E27479"/>
    <w:multiLevelType w:val="hybridMultilevel"/>
    <w:tmpl w:val="19A66FD2"/>
    <w:lvl w:ilvl="0" w:tplc="F698AD9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6D3917"/>
    <w:multiLevelType w:val="hybridMultilevel"/>
    <w:tmpl w:val="E7D808F2"/>
    <w:lvl w:ilvl="0" w:tplc="ABD0F3AE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7B16AAD"/>
    <w:multiLevelType w:val="hybridMultilevel"/>
    <w:tmpl w:val="F9DAAD84"/>
    <w:lvl w:ilvl="0" w:tplc="580C3BBC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8144B59"/>
    <w:multiLevelType w:val="hybridMultilevel"/>
    <w:tmpl w:val="2788F166"/>
    <w:lvl w:ilvl="0" w:tplc="6F64E4D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0C52237"/>
    <w:multiLevelType w:val="hybridMultilevel"/>
    <w:tmpl w:val="8CC6EC02"/>
    <w:lvl w:ilvl="0" w:tplc="88826EAC">
      <w:start w:val="1"/>
      <w:numFmt w:val="upp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330C1B4C"/>
    <w:multiLevelType w:val="hybridMultilevel"/>
    <w:tmpl w:val="1598C32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6FF049E"/>
    <w:multiLevelType w:val="hybridMultilevel"/>
    <w:tmpl w:val="11D0A054"/>
    <w:lvl w:ilvl="0" w:tplc="0EE2671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8DD453C"/>
    <w:multiLevelType w:val="hybridMultilevel"/>
    <w:tmpl w:val="A9ACB80E"/>
    <w:lvl w:ilvl="0" w:tplc="04408004">
      <w:start w:val="3"/>
      <w:numFmt w:val="upp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419A6BE0"/>
    <w:multiLevelType w:val="hybridMultilevel"/>
    <w:tmpl w:val="9D3A3ED0"/>
    <w:lvl w:ilvl="0" w:tplc="88826EAC">
      <w:start w:val="1"/>
      <w:numFmt w:val="upp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>
    <w:nsid w:val="42993AA2"/>
    <w:multiLevelType w:val="hybridMultilevel"/>
    <w:tmpl w:val="393C4210"/>
    <w:lvl w:ilvl="0" w:tplc="C3484FF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6F6B34"/>
    <w:multiLevelType w:val="hybridMultilevel"/>
    <w:tmpl w:val="27FC5BD6"/>
    <w:lvl w:ilvl="0" w:tplc="C7B4B8E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85B1AC3"/>
    <w:multiLevelType w:val="hybridMultilevel"/>
    <w:tmpl w:val="3886D242"/>
    <w:lvl w:ilvl="0" w:tplc="88826EAC">
      <w:start w:val="1"/>
      <w:numFmt w:val="upperLetter"/>
      <w:lvlText w:val="%1)"/>
      <w:lvlJc w:val="left"/>
      <w:pPr>
        <w:ind w:left="644" w:hanging="360"/>
      </w:pPr>
      <w:rPr>
        <w:rFonts w:cs="Times New Roman"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4B956542"/>
    <w:multiLevelType w:val="hybridMultilevel"/>
    <w:tmpl w:val="CE8A41BA"/>
    <w:lvl w:ilvl="0" w:tplc="4A2CF58E">
      <w:start w:val="1"/>
      <w:numFmt w:val="upp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4F5D7120"/>
    <w:multiLevelType w:val="hybridMultilevel"/>
    <w:tmpl w:val="1A1E4EAC"/>
    <w:lvl w:ilvl="0" w:tplc="5C2205A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3C9113C"/>
    <w:multiLevelType w:val="hybridMultilevel"/>
    <w:tmpl w:val="B89CE108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46D246A"/>
    <w:multiLevelType w:val="hybridMultilevel"/>
    <w:tmpl w:val="122C9C16"/>
    <w:lvl w:ilvl="0" w:tplc="95AA4686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B4B1EDC"/>
    <w:multiLevelType w:val="hybridMultilevel"/>
    <w:tmpl w:val="3F40062A"/>
    <w:lvl w:ilvl="0" w:tplc="DD70C800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>
    <w:nsid w:val="672372B7"/>
    <w:multiLevelType w:val="hybridMultilevel"/>
    <w:tmpl w:val="FDE28C92"/>
    <w:lvl w:ilvl="0" w:tplc="1F50B714">
      <w:start w:val="1"/>
      <w:numFmt w:val="upp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>
    <w:nsid w:val="683220F9"/>
    <w:multiLevelType w:val="hybridMultilevel"/>
    <w:tmpl w:val="4C7E0770"/>
    <w:lvl w:ilvl="0" w:tplc="041F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BD93424"/>
    <w:multiLevelType w:val="hybridMultilevel"/>
    <w:tmpl w:val="A2901116"/>
    <w:lvl w:ilvl="0" w:tplc="78280BB6">
      <w:start w:val="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>
    <w:nsid w:val="6C401A13"/>
    <w:multiLevelType w:val="hybridMultilevel"/>
    <w:tmpl w:val="1A662DA0"/>
    <w:lvl w:ilvl="0" w:tplc="041F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55E5E5A"/>
    <w:multiLevelType w:val="hybridMultilevel"/>
    <w:tmpl w:val="D20808A0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E054ECE"/>
    <w:multiLevelType w:val="hybridMultilevel"/>
    <w:tmpl w:val="91A00932"/>
    <w:lvl w:ilvl="0" w:tplc="88826EAC">
      <w:start w:val="1"/>
      <w:numFmt w:val="upp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0"/>
  </w:num>
  <w:num w:numId="2">
    <w:abstractNumId w:val="11"/>
  </w:num>
  <w:num w:numId="3">
    <w:abstractNumId w:val="27"/>
  </w:num>
  <w:num w:numId="4">
    <w:abstractNumId w:val="12"/>
  </w:num>
  <w:num w:numId="5">
    <w:abstractNumId w:val="8"/>
  </w:num>
  <w:num w:numId="6">
    <w:abstractNumId w:val="7"/>
  </w:num>
  <w:num w:numId="7">
    <w:abstractNumId w:val="13"/>
  </w:num>
  <w:num w:numId="8">
    <w:abstractNumId w:val="28"/>
  </w:num>
  <w:num w:numId="9">
    <w:abstractNumId w:val="10"/>
  </w:num>
  <w:num w:numId="10">
    <w:abstractNumId w:val="21"/>
  </w:num>
  <w:num w:numId="11">
    <w:abstractNumId w:val="18"/>
  </w:num>
  <w:num w:numId="12">
    <w:abstractNumId w:val="14"/>
  </w:num>
  <w:num w:numId="13">
    <w:abstractNumId w:val="2"/>
  </w:num>
  <w:num w:numId="14">
    <w:abstractNumId w:val="3"/>
  </w:num>
  <w:num w:numId="15">
    <w:abstractNumId w:val="4"/>
  </w:num>
  <w:num w:numId="16">
    <w:abstractNumId w:val="25"/>
  </w:num>
  <w:num w:numId="17">
    <w:abstractNumId w:val="0"/>
  </w:num>
  <w:num w:numId="18">
    <w:abstractNumId w:val="22"/>
  </w:num>
  <w:num w:numId="19">
    <w:abstractNumId w:val="24"/>
  </w:num>
  <w:num w:numId="20">
    <w:abstractNumId w:val="26"/>
  </w:num>
  <w:num w:numId="21">
    <w:abstractNumId w:val="23"/>
  </w:num>
  <w:num w:numId="22">
    <w:abstractNumId w:val="1"/>
  </w:num>
  <w:num w:numId="23">
    <w:abstractNumId w:val="17"/>
  </w:num>
  <w:num w:numId="24">
    <w:abstractNumId w:val="5"/>
  </w:num>
  <w:num w:numId="25">
    <w:abstractNumId w:val="16"/>
  </w:num>
  <w:num w:numId="26">
    <w:abstractNumId w:val="6"/>
  </w:num>
  <w:num w:numId="27">
    <w:abstractNumId w:val="9"/>
  </w:num>
  <w:num w:numId="28">
    <w:abstractNumId w:val="19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6CE2"/>
    <w:rsid w:val="00057197"/>
    <w:rsid w:val="000953CD"/>
    <w:rsid w:val="000A5F10"/>
    <w:rsid w:val="00162A40"/>
    <w:rsid w:val="00173641"/>
    <w:rsid w:val="001C44AE"/>
    <w:rsid w:val="001E036F"/>
    <w:rsid w:val="002179DF"/>
    <w:rsid w:val="00225BB3"/>
    <w:rsid w:val="002A30BE"/>
    <w:rsid w:val="0040465A"/>
    <w:rsid w:val="00414DD4"/>
    <w:rsid w:val="004E4E15"/>
    <w:rsid w:val="0056318A"/>
    <w:rsid w:val="00593E12"/>
    <w:rsid w:val="005B6FC5"/>
    <w:rsid w:val="005F009B"/>
    <w:rsid w:val="005F7F1A"/>
    <w:rsid w:val="00686553"/>
    <w:rsid w:val="006B5CDE"/>
    <w:rsid w:val="007372BB"/>
    <w:rsid w:val="00784CE4"/>
    <w:rsid w:val="007F6E47"/>
    <w:rsid w:val="0080154B"/>
    <w:rsid w:val="00805005"/>
    <w:rsid w:val="0094739C"/>
    <w:rsid w:val="009731AA"/>
    <w:rsid w:val="00981F06"/>
    <w:rsid w:val="009949F4"/>
    <w:rsid w:val="009A7939"/>
    <w:rsid w:val="009D2BC9"/>
    <w:rsid w:val="009D6855"/>
    <w:rsid w:val="009E5367"/>
    <w:rsid w:val="009F6CE2"/>
    <w:rsid w:val="00A051EA"/>
    <w:rsid w:val="00A26888"/>
    <w:rsid w:val="00AE5375"/>
    <w:rsid w:val="00B7093E"/>
    <w:rsid w:val="00B85E11"/>
    <w:rsid w:val="00B93E01"/>
    <w:rsid w:val="00BB3466"/>
    <w:rsid w:val="00BB39AE"/>
    <w:rsid w:val="00C14989"/>
    <w:rsid w:val="00C756E7"/>
    <w:rsid w:val="00CB25AA"/>
    <w:rsid w:val="00CF257F"/>
    <w:rsid w:val="00E37ED0"/>
    <w:rsid w:val="00F119CD"/>
    <w:rsid w:val="00F63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E1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F6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F6CE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F6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F6CE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F6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6CE2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9F6CE2"/>
  </w:style>
  <w:style w:type="paragraph" w:styleId="ListParagraph">
    <w:name w:val="List Paragraph"/>
    <w:basedOn w:val="Normal"/>
    <w:uiPriority w:val="99"/>
    <w:qFormat/>
    <w:rsid w:val="007F6E47"/>
    <w:pPr>
      <w:ind w:left="720"/>
      <w:contextualSpacing/>
    </w:pPr>
  </w:style>
  <w:style w:type="table" w:styleId="TableGrid">
    <w:name w:val="Table Grid"/>
    <w:basedOn w:val="TableNormal"/>
    <w:uiPriority w:val="99"/>
    <w:rsid w:val="009D2BC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B346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images.google.com.tr/imgres?imgurl=http://i0909.hizliresim.com/2009/9/25/1631.gif&amp;imgrefurl=http://www.arkadasfm.com/k2-Cizgi-Filmler-izle&amp;usg=__YgN_xjfNX0Zder--ak8GwttbgKw=&amp;h=407&amp;w=300&amp;sz=26&amp;hl=en&amp;start=710&amp;um=1&amp;tbnid=8HAEWnXfCReJ4M:&amp;tbnh=125&amp;tbnw=92&amp;prev=/images?q=%C3%A7izgi+resimler&amp;ndsp=18&amp;hl=en&amp;rlz=1T4GGLJ_en-GBTR316TR316&amp;sa=N&amp;start=702&amp;um=1" TargetMode="External"/><Relationship Id="rId1" Type="http://schemas.openxmlformats.org/officeDocument/2006/relationships/hyperlink" Target="http://www.edebiyatogretmeni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307</TotalTime>
  <Pages>1</Pages>
  <Words>608</Words>
  <Characters>3467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DATRON PL5C</dc:creator>
  <cp:keywords/>
  <dc:description/>
  <cp:lastModifiedBy>yusuf</cp:lastModifiedBy>
  <cp:revision>13</cp:revision>
  <cp:lastPrinted>2010-12-12T20:13:00Z</cp:lastPrinted>
  <dcterms:created xsi:type="dcterms:W3CDTF">2010-12-12T08:02:00Z</dcterms:created>
  <dcterms:modified xsi:type="dcterms:W3CDTF">2010-12-19T20:05:00Z</dcterms:modified>
</cp:coreProperties>
</file>