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E25" w:rsidRDefault="00866E25" w:rsidP="007E280F">
      <w:pPr>
        <w:jc w:val="center"/>
        <w:rPr>
          <w:b/>
          <w:bCs/>
        </w:rPr>
      </w:pPr>
      <w:hyperlink r:id="rId5" w:history="1">
        <w:r w:rsidRPr="003C570E">
          <w:rPr>
            <w:rStyle w:val="Hyperlink"/>
            <w:b/>
            <w:bCs/>
          </w:rPr>
          <w:t>www.edebiyatogretmeni.net</w:t>
        </w:r>
      </w:hyperlink>
      <w:r>
        <w:rPr>
          <w:b/>
          <w:bCs/>
        </w:rPr>
        <w:t xml:space="preserve">  </w:t>
      </w:r>
    </w:p>
    <w:p w:rsidR="00866E25" w:rsidRPr="007E280F" w:rsidRDefault="00866E25" w:rsidP="007E280F">
      <w:pPr>
        <w:jc w:val="center"/>
        <w:rPr>
          <w:b/>
          <w:bCs/>
        </w:rPr>
      </w:pPr>
      <w:r w:rsidRPr="007E280F">
        <w:rPr>
          <w:b/>
          <w:bCs/>
        </w:rPr>
        <w:t>HACI  YILMAZ  YILMAZ   İLKÖĞRETİM OKULU 2009– 2010 EĞİTİM  VE ÖĞRETİM YILI</w:t>
      </w:r>
    </w:p>
    <w:p w:rsidR="00866E25" w:rsidRPr="007E280F" w:rsidRDefault="00866E25" w:rsidP="007E280F">
      <w:pPr>
        <w:jc w:val="center"/>
        <w:rPr>
          <w:b/>
          <w:bCs/>
        </w:rPr>
      </w:pPr>
      <w:r w:rsidRPr="007E280F">
        <w:rPr>
          <w:b/>
          <w:bCs/>
        </w:rPr>
        <w:t>TÜRKÇE DERSİ I. DÖNEM ZÜMRE ÖĞRETMENLERİ TOPLANTI TUTANAĞIDIR</w:t>
      </w:r>
    </w:p>
    <w:p w:rsidR="00866E25" w:rsidRPr="007E280F" w:rsidRDefault="00866E25" w:rsidP="007E280F">
      <w:pPr>
        <w:jc w:val="both"/>
      </w:pPr>
    </w:p>
    <w:p w:rsidR="00866E25" w:rsidRPr="007E280F" w:rsidRDefault="00866E25" w:rsidP="007E280F">
      <w:pPr>
        <w:jc w:val="both"/>
      </w:pPr>
    </w:p>
    <w:p w:rsidR="00866E25" w:rsidRPr="007E280F" w:rsidRDefault="00866E25" w:rsidP="007E280F">
      <w:pPr>
        <w:jc w:val="both"/>
        <w:rPr>
          <w:b/>
          <w:bCs/>
        </w:rPr>
      </w:pPr>
      <w:r w:rsidRPr="007E280F">
        <w:rPr>
          <w:b/>
          <w:bCs/>
        </w:rPr>
        <w:t xml:space="preserve">         Dersin Adı                         </w:t>
      </w:r>
      <w:r>
        <w:rPr>
          <w:b/>
          <w:bCs/>
        </w:rPr>
        <w:t xml:space="preserve">    </w:t>
      </w:r>
      <w:r w:rsidRPr="007E280F">
        <w:rPr>
          <w:b/>
          <w:bCs/>
        </w:rPr>
        <w:t>:   Türkçe</w:t>
      </w:r>
    </w:p>
    <w:p w:rsidR="00866E25" w:rsidRPr="007E280F" w:rsidRDefault="00866E25" w:rsidP="007E280F">
      <w:pPr>
        <w:ind w:firstLine="708"/>
        <w:jc w:val="both"/>
        <w:rPr>
          <w:b/>
          <w:bCs/>
        </w:rPr>
      </w:pPr>
      <w:r w:rsidRPr="007E280F">
        <w:rPr>
          <w:b/>
          <w:bCs/>
        </w:rPr>
        <w:t>Toplantı No                        :   1</w:t>
      </w:r>
    </w:p>
    <w:p w:rsidR="00866E25" w:rsidRPr="007E280F" w:rsidRDefault="00866E25" w:rsidP="007E280F">
      <w:pPr>
        <w:ind w:firstLine="708"/>
        <w:jc w:val="both"/>
        <w:rPr>
          <w:b/>
          <w:bCs/>
        </w:rPr>
      </w:pPr>
      <w:r w:rsidRPr="007E280F">
        <w:rPr>
          <w:b/>
          <w:bCs/>
        </w:rPr>
        <w:t>Toplantı Tarihi                  :   09/09/2009</w:t>
      </w:r>
    </w:p>
    <w:p w:rsidR="00866E25" w:rsidRPr="007E280F" w:rsidRDefault="00866E25" w:rsidP="007E280F">
      <w:pPr>
        <w:ind w:firstLine="708"/>
        <w:jc w:val="both"/>
        <w:rPr>
          <w:b/>
          <w:bCs/>
        </w:rPr>
      </w:pPr>
      <w:r w:rsidRPr="007E280F">
        <w:rPr>
          <w:b/>
          <w:bCs/>
        </w:rPr>
        <w:t>Toplantı Yeri                     :  Öğretmenler Odası</w:t>
      </w:r>
    </w:p>
    <w:p w:rsidR="00866E25" w:rsidRPr="007E280F" w:rsidRDefault="00866E25" w:rsidP="007E280F">
      <w:pPr>
        <w:ind w:firstLine="708"/>
        <w:jc w:val="both"/>
        <w:rPr>
          <w:b/>
          <w:bCs/>
        </w:rPr>
      </w:pPr>
      <w:r w:rsidRPr="007E280F">
        <w:rPr>
          <w:b/>
          <w:bCs/>
        </w:rPr>
        <w:t>Toplantı Saati                    :  11:00</w:t>
      </w:r>
    </w:p>
    <w:p w:rsidR="00866E25" w:rsidRPr="007E280F" w:rsidRDefault="00866E25" w:rsidP="007E280F">
      <w:pPr>
        <w:ind w:firstLine="708"/>
        <w:jc w:val="both"/>
        <w:rPr>
          <w:b/>
          <w:bCs/>
        </w:rPr>
      </w:pPr>
      <w:r w:rsidRPr="007E280F">
        <w:rPr>
          <w:b/>
          <w:bCs/>
        </w:rPr>
        <w:t xml:space="preserve">Toplantıya Katılanlar       </w:t>
      </w:r>
      <w:r>
        <w:rPr>
          <w:b/>
          <w:bCs/>
        </w:rPr>
        <w:t xml:space="preserve">:  </w:t>
      </w:r>
      <w:r w:rsidRPr="007E280F">
        <w:rPr>
          <w:b/>
          <w:bCs/>
        </w:rPr>
        <w:t>Hüseyin KOSKOS (Türkçe Öğretmeni)</w:t>
      </w:r>
    </w:p>
    <w:p w:rsidR="00866E25" w:rsidRPr="007E280F" w:rsidRDefault="00866E25" w:rsidP="007E280F">
      <w:pPr>
        <w:ind w:firstLine="708"/>
        <w:jc w:val="both"/>
      </w:pPr>
      <w:r w:rsidRPr="007E280F">
        <w:rPr>
          <w:b/>
          <w:bCs/>
        </w:rPr>
        <w:t xml:space="preserve">                                         </w:t>
      </w:r>
      <w:r>
        <w:rPr>
          <w:b/>
          <w:bCs/>
        </w:rPr>
        <w:t xml:space="preserve">      </w:t>
      </w:r>
      <w:r w:rsidRPr="007E280F">
        <w:rPr>
          <w:b/>
          <w:bCs/>
        </w:rPr>
        <w:t>Sibel YILDIZ ÖZCAN(Türkçe Öğretmeni)</w:t>
      </w:r>
    </w:p>
    <w:p w:rsidR="00866E25" w:rsidRPr="007E280F" w:rsidRDefault="00866E25" w:rsidP="007E280F">
      <w:pPr>
        <w:ind w:firstLine="708"/>
        <w:jc w:val="both"/>
        <w:rPr>
          <w:b/>
          <w:bCs/>
        </w:rPr>
      </w:pPr>
      <w:r w:rsidRPr="007E280F">
        <w:rPr>
          <w:b/>
          <w:bCs/>
        </w:rPr>
        <w:t>GÜNDEM:</w:t>
      </w:r>
    </w:p>
    <w:p w:rsidR="00866E25" w:rsidRPr="007E280F" w:rsidRDefault="00866E25" w:rsidP="007E280F">
      <w:pPr>
        <w:jc w:val="both"/>
      </w:pPr>
    </w:p>
    <w:p w:rsidR="00866E25" w:rsidRPr="007E280F" w:rsidRDefault="00866E25" w:rsidP="007E280F">
      <w:pPr>
        <w:tabs>
          <w:tab w:val="left" w:pos="1124"/>
        </w:tabs>
        <w:jc w:val="both"/>
      </w:pPr>
      <w:r w:rsidRPr="007E280F">
        <w:rPr>
          <w:b/>
          <w:bCs/>
        </w:rPr>
        <w:t>1-</w:t>
      </w:r>
      <w:r w:rsidRPr="007E280F">
        <w:t xml:space="preserve"> Açılış ve yoklama.</w:t>
      </w:r>
    </w:p>
    <w:p w:rsidR="00866E25" w:rsidRPr="007E280F" w:rsidRDefault="00866E25" w:rsidP="007E280F">
      <w:pPr>
        <w:jc w:val="both"/>
      </w:pPr>
      <w:r w:rsidRPr="007E280F">
        <w:rPr>
          <w:b/>
          <w:bCs/>
        </w:rPr>
        <w:t>2-</w:t>
      </w:r>
      <w:r w:rsidRPr="007E280F">
        <w:t xml:space="preserve"> Türk Millî Eğitiminin Temel Amaçları(1739 sayılı) ve Türkçe Dersinin Genel Amaçlarının okunup incelenmesi.</w:t>
      </w:r>
    </w:p>
    <w:p w:rsidR="00866E25" w:rsidRPr="007E280F" w:rsidRDefault="00866E25" w:rsidP="007E280F">
      <w:pPr>
        <w:jc w:val="both"/>
      </w:pPr>
      <w:r w:rsidRPr="007E280F">
        <w:rPr>
          <w:b/>
          <w:bCs/>
        </w:rPr>
        <w:t>3</w:t>
      </w:r>
      <w:r w:rsidRPr="007E280F">
        <w:t>.Bir önceki zümre kararlarının incelenmesi</w:t>
      </w:r>
    </w:p>
    <w:p w:rsidR="00866E25" w:rsidRPr="007E280F" w:rsidRDefault="00866E25" w:rsidP="007E280F">
      <w:pPr>
        <w:jc w:val="both"/>
      </w:pPr>
      <w:r w:rsidRPr="007E280F">
        <w:rPr>
          <w:b/>
          <w:bCs/>
        </w:rPr>
        <w:t>4 -</w:t>
      </w:r>
      <w:r w:rsidRPr="007E280F">
        <w:t xml:space="preserve"> Müfredat programının incelenmesi (2098 S.T.D).</w:t>
      </w:r>
    </w:p>
    <w:p w:rsidR="00866E25" w:rsidRPr="007E280F" w:rsidRDefault="00866E25" w:rsidP="007E280F">
      <w:pPr>
        <w:jc w:val="both"/>
      </w:pPr>
      <w:r w:rsidRPr="007E280F">
        <w:rPr>
          <w:b/>
          <w:bCs/>
        </w:rPr>
        <w:t>5 -</w:t>
      </w:r>
      <w:r w:rsidRPr="007E280F">
        <w:t xml:space="preserve"> Yıllık ve günlük plânlarla ilgili açıklamalar (2551 S.T.D).</w:t>
      </w:r>
    </w:p>
    <w:p w:rsidR="00866E25" w:rsidRPr="007E280F" w:rsidRDefault="00866E25" w:rsidP="007E280F">
      <w:pPr>
        <w:jc w:val="both"/>
      </w:pPr>
      <w:r w:rsidRPr="007E280F">
        <w:rPr>
          <w:b/>
          <w:bCs/>
        </w:rPr>
        <w:t>6 -</w:t>
      </w:r>
      <w:r w:rsidRPr="007E280F">
        <w:t xml:space="preserve"> Atatürkçülük konularının yıllık ve günlük planlara aktarılması (2504 S.T.D)</w:t>
      </w:r>
    </w:p>
    <w:p w:rsidR="00866E25" w:rsidRPr="007E280F" w:rsidRDefault="00866E25" w:rsidP="007E280F">
      <w:pPr>
        <w:jc w:val="both"/>
      </w:pPr>
      <w:r w:rsidRPr="007E280F">
        <w:rPr>
          <w:b/>
          <w:bCs/>
        </w:rPr>
        <w:t>7</w:t>
      </w:r>
      <w:r w:rsidRPr="007E280F">
        <w:t xml:space="preserve"> </w:t>
      </w:r>
      <w:r w:rsidRPr="007E280F">
        <w:rPr>
          <w:b/>
          <w:bCs/>
        </w:rPr>
        <w:t>-</w:t>
      </w:r>
      <w:r w:rsidRPr="007E280F">
        <w:t xml:space="preserve"> Öğrenci başarısını arttırma   için alınacak   tedbirler.</w:t>
      </w:r>
    </w:p>
    <w:p w:rsidR="00866E25" w:rsidRPr="007E280F" w:rsidRDefault="00866E25" w:rsidP="007E280F">
      <w:pPr>
        <w:jc w:val="both"/>
      </w:pPr>
      <w:r w:rsidRPr="007E280F">
        <w:rPr>
          <w:b/>
          <w:bCs/>
        </w:rPr>
        <w:t>8</w:t>
      </w:r>
      <w:r w:rsidRPr="007E280F">
        <w:t>- Okuma ve yazma alışkanlıklarının geliştirilmesi</w:t>
      </w:r>
    </w:p>
    <w:p w:rsidR="00866E25" w:rsidRPr="007E280F" w:rsidRDefault="00866E25" w:rsidP="007E280F">
      <w:pPr>
        <w:jc w:val="both"/>
      </w:pPr>
      <w:r w:rsidRPr="007E280F">
        <w:rPr>
          <w:b/>
          <w:bCs/>
        </w:rPr>
        <w:t>9 -</w:t>
      </w:r>
      <w:r w:rsidRPr="007E280F">
        <w:t xml:space="preserve"> Öğretim metot ve teknikleri.</w:t>
      </w:r>
    </w:p>
    <w:p w:rsidR="00866E25" w:rsidRPr="007E280F" w:rsidRDefault="00866E25" w:rsidP="007E280F">
      <w:pPr>
        <w:jc w:val="both"/>
      </w:pPr>
      <w:r w:rsidRPr="007E280F">
        <w:rPr>
          <w:b/>
          <w:bCs/>
        </w:rPr>
        <w:t>10 -</w:t>
      </w:r>
      <w:r w:rsidRPr="007E280F">
        <w:t xml:space="preserve"> Derslerde kullanılacak araç ve gereçler.</w:t>
      </w:r>
    </w:p>
    <w:p w:rsidR="00866E25" w:rsidRPr="007E280F" w:rsidRDefault="00866E25" w:rsidP="007E280F">
      <w:pPr>
        <w:jc w:val="both"/>
      </w:pPr>
      <w:r w:rsidRPr="007E280F">
        <w:rPr>
          <w:b/>
          <w:bCs/>
        </w:rPr>
        <w:t>11-</w:t>
      </w:r>
      <w:r w:rsidRPr="007E280F">
        <w:t xml:space="preserve"> Diğer zümre öğretmenleri ile iş birliği.</w:t>
      </w:r>
    </w:p>
    <w:p w:rsidR="00866E25" w:rsidRPr="007E280F" w:rsidRDefault="00866E25" w:rsidP="007E280F">
      <w:pPr>
        <w:jc w:val="both"/>
      </w:pPr>
      <w:r w:rsidRPr="007E280F">
        <w:rPr>
          <w:b/>
          <w:bCs/>
        </w:rPr>
        <w:t>12 -</w:t>
      </w:r>
      <w:r w:rsidRPr="007E280F">
        <w:t xml:space="preserve"> Ölçme ve değerlendirme.</w:t>
      </w:r>
    </w:p>
    <w:p w:rsidR="00866E25" w:rsidRPr="007E280F" w:rsidRDefault="00866E25" w:rsidP="007E280F">
      <w:pPr>
        <w:jc w:val="both"/>
      </w:pPr>
      <w:r w:rsidRPr="007E280F">
        <w:rPr>
          <w:b/>
          <w:bCs/>
        </w:rPr>
        <w:t>13-</w:t>
      </w:r>
      <w:r w:rsidRPr="007E280F">
        <w:t xml:space="preserve"> İlköğretim Kurumları Yönetmeliğinin 32. , 33. , 35. , 36. , 38., 39., 40.  maddelerinin okunup  incelenmesi (Ölçme ve Değerlendirme).</w:t>
      </w:r>
    </w:p>
    <w:p w:rsidR="00866E25" w:rsidRPr="007E280F" w:rsidRDefault="00866E25" w:rsidP="007E280F">
      <w:pPr>
        <w:jc w:val="both"/>
      </w:pPr>
      <w:r w:rsidRPr="007E280F">
        <w:rPr>
          <w:b/>
          <w:bCs/>
        </w:rPr>
        <w:t>14</w:t>
      </w:r>
      <w:r w:rsidRPr="007E280F">
        <w:t xml:space="preserve">-Öğrencilere verilecek projelerin ve performans ödevlerinin tespiti           </w:t>
      </w:r>
    </w:p>
    <w:p w:rsidR="00866E25" w:rsidRPr="007E280F" w:rsidRDefault="00866E25" w:rsidP="007E280F">
      <w:pPr>
        <w:jc w:val="both"/>
      </w:pPr>
      <w:r w:rsidRPr="007E280F">
        <w:rPr>
          <w:b/>
          <w:bCs/>
        </w:rPr>
        <w:t>15</w:t>
      </w:r>
      <w:r w:rsidRPr="007E280F">
        <w:t>-Özel gün ve haftalar.</w:t>
      </w:r>
    </w:p>
    <w:p w:rsidR="00866E25" w:rsidRPr="007E280F" w:rsidRDefault="00866E25" w:rsidP="007E280F">
      <w:pPr>
        <w:jc w:val="both"/>
      </w:pPr>
      <w:r w:rsidRPr="007E280F">
        <w:rPr>
          <w:b/>
          <w:bCs/>
        </w:rPr>
        <w:t>16-</w:t>
      </w:r>
      <w:r w:rsidRPr="007E280F">
        <w:t xml:space="preserve"> Dilek ve temenniler.</w:t>
      </w:r>
    </w:p>
    <w:p w:rsidR="00866E25" w:rsidRPr="007E280F" w:rsidRDefault="00866E25" w:rsidP="007E280F">
      <w:pPr>
        <w:jc w:val="both"/>
      </w:pPr>
    </w:p>
    <w:p w:rsidR="00866E25" w:rsidRPr="007E280F" w:rsidRDefault="00866E25" w:rsidP="007E280F">
      <w:pPr>
        <w:jc w:val="both"/>
      </w:pPr>
    </w:p>
    <w:p w:rsidR="00866E25" w:rsidRPr="007E280F" w:rsidRDefault="00866E25" w:rsidP="007E280F">
      <w:pPr>
        <w:ind w:firstLine="708"/>
        <w:jc w:val="both"/>
        <w:rPr>
          <w:b/>
          <w:bCs/>
          <w:u w:val="single"/>
        </w:rPr>
      </w:pPr>
      <w:r w:rsidRPr="007E280F">
        <w:rPr>
          <w:b/>
          <w:bCs/>
          <w:u w:val="single"/>
        </w:rPr>
        <w:t>GÜNDEM MADDELERİNİN GÖRÜŞÜLMESİ</w:t>
      </w:r>
    </w:p>
    <w:p w:rsidR="00866E25" w:rsidRPr="007E280F" w:rsidRDefault="00866E25" w:rsidP="007E280F">
      <w:pPr>
        <w:ind w:firstLine="708"/>
        <w:jc w:val="both"/>
      </w:pPr>
    </w:p>
    <w:p w:rsidR="00866E25" w:rsidRPr="007E280F" w:rsidRDefault="00866E25" w:rsidP="007E280F">
      <w:pPr>
        <w:spacing w:line="480" w:lineRule="auto"/>
        <w:jc w:val="both"/>
      </w:pPr>
      <w:r w:rsidRPr="007E280F">
        <w:t xml:space="preserve"> </w:t>
      </w:r>
      <w:r w:rsidRPr="007E280F">
        <w:rPr>
          <w:b/>
          <w:bCs/>
        </w:rPr>
        <w:t>1-</w:t>
      </w:r>
      <w:r w:rsidRPr="007E280F">
        <w:t xml:space="preserve"> Türkçe Öğretmeni Hüseyin KOSKOS başarıılı bir yıl geçirilmesi  dilekleriyle toplantıyı başlattı. </w:t>
      </w:r>
    </w:p>
    <w:p w:rsidR="00866E25" w:rsidRPr="007E280F" w:rsidRDefault="00866E25" w:rsidP="007E280F">
      <w:pPr>
        <w:jc w:val="both"/>
      </w:pPr>
      <w:r w:rsidRPr="007E280F">
        <w:t xml:space="preserve"> </w:t>
      </w:r>
      <w:r w:rsidRPr="007E280F">
        <w:rPr>
          <w:b/>
          <w:bCs/>
        </w:rPr>
        <w:t>2-</w:t>
      </w:r>
      <w:r w:rsidRPr="007E280F">
        <w:t xml:space="preserve"> Türk Milli Eğitiminin Temel Amaçları ve Türkçe Dersinin Genel Amaçları Sibel Yıldız ÖZCAN tarafından okundu.</w:t>
      </w:r>
    </w:p>
    <w:p w:rsidR="00866E25" w:rsidRPr="007E280F" w:rsidRDefault="00866E25" w:rsidP="007E280F">
      <w:pPr>
        <w:jc w:val="both"/>
      </w:pPr>
      <w:r w:rsidRPr="007E280F">
        <w:t xml:space="preserve"> </w:t>
      </w:r>
      <w:r w:rsidRPr="007E280F">
        <w:rPr>
          <w:b/>
          <w:bCs/>
        </w:rPr>
        <w:t>3</w:t>
      </w:r>
      <w:r w:rsidRPr="007E280F">
        <w:t>. Bir önceki öğretim yılına ait zümre kararları okunarak incelendi. Yapılan incelemede daha önce alınan kararların bir kısmının gerçekleştirildiği tespit edildi. Özellikle okuma ve yazma alışkanlığının geliştirilmesi hususunda daha özenli çalışılması gerektiğine karar verildi.</w:t>
      </w:r>
    </w:p>
    <w:p w:rsidR="00866E25" w:rsidRPr="007E280F" w:rsidRDefault="00866E25" w:rsidP="007E280F">
      <w:pPr>
        <w:jc w:val="both"/>
      </w:pPr>
      <w:r w:rsidRPr="007E280F">
        <w:rPr>
          <w:b/>
          <w:bCs/>
        </w:rPr>
        <w:t xml:space="preserve"> 4-</w:t>
      </w:r>
      <w:r w:rsidRPr="007E280F">
        <w:t>Müfredat Programı incelendi. Yapılan değişiklikler incelendi. Hüseyin KOSKOS, konu dağılımlarının yerinde olduğu bunun da derse olan ilgiyi arttırdığını  ifade etti.</w:t>
      </w:r>
    </w:p>
    <w:p w:rsidR="00866E25" w:rsidRPr="007E280F" w:rsidRDefault="00866E25" w:rsidP="007E280F">
      <w:pPr>
        <w:tabs>
          <w:tab w:val="left" w:pos="1598"/>
        </w:tabs>
        <w:jc w:val="both"/>
      </w:pPr>
      <w:r w:rsidRPr="007E280F">
        <w:t xml:space="preserve"> </w:t>
      </w:r>
      <w:r w:rsidRPr="007E280F">
        <w:rPr>
          <w:b/>
          <w:bCs/>
        </w:rPr>
        <w:t>5-</w:t>
      </w:r>
      <w:r w:rsidRPr="007E280F">
        <w:t xml:space="preserve"> Türkçe Öğretmeni Sibel Yıldız ÖZCAN derslerin işlenişinde Milli Eğitim Bakanlığının tema esasına dayalı olarak hazırladığı yıllık planın takip edileceğini  ve kazanım dağılım tablolarından okulun imkanları ölçüsünde gerekli görülenlerden  yararlanılacağını söyledi. </w:t>
      </w:r>
    </w:p>
    <w:p w:rsidR="00866E25" w:rsidRPr="007E280F" w:rsidRDefault="00866E25" w:rsidP="007E280F">
      <w:pPr>
        <w:jc w:val="both"/>
      </w:pPr>
    </w:p>
    <w:p w:rsidR="00866E25" w:rsidRPr="007E280F" w:rsidRDefault="00866E25" w:rsidP="007E280F">
      <w:pPr>
        <w:tabs>
          <w:tab w:val="left" w:pos="1598"/>
        </w:tabs>
        <w:jc w:val="both"/>
      </w:pPr>
      <w:r w:rsidRPr="007E280F">
        <w:t xml:space="preserve">           Hüseyin KOSKOS, yıllık planların, İlköğretim Türkçe Programı ile Atatürk İlke ve İnkılâpları Yönergesi dikkate alınarak yapılacağını  ifade etti. Öğretmen Kılavuz Kitabının, günlük planın yerini aldığını, bu nedenle ayrıca  günlük plan yapılmasının gerekmediğini ekledi.    </w:t>
      </w:r>
    </w:p>
    <w:p w:rsidR="00866E25" w:rsidRPr="007E280F" w:rsidRDefault="00866E25" w:rsidP="007E280F">
      <w:pPr>
        <w:tabs>
          <w:tab w:val="left" w:pos="1598"/>
        </w:tabs>
        <w:jc w:val="both"/>
      </w:pPr>
      <w:r w:rsidRPr="007E280F">
        <w:t xml:space="preserve">                </w:t>
      </w:r>
    </w:p>
    <w:p w:rsidR="00866E25" w:rsidRPr="007E280F" w:rsidRDefault="00866E25" w:rsidP="007E280F">
      <w:pPr>
        <w:jc w:val="both"/>
      </w:pPr>
      <w:r w:rsidRPr="007E280F">
        <w:t xml:space="preserve">  </w:t>
      </w:r>
      <w:r w:rsidRPr="007E280F">
        <w:rPr>
          <w:b/>
          <w:bCs/>
        </w:rPr>
        <w:t>6-</w:t>
      </w:r>
      <w:r w:rsidRPr="007E280F">
        <w:t xml:space="preserve"> Atatürkçülük konuları ile  ilgili Tebliğler Dergisi incelendi. Atatürk ilke ve inkılaplarıyla Atatürkçülük konularının kılavuz kitaplarda önemli gün ve haftalarla ilişkilendirilerek verilmesi nedeniyle zamanında işlenmesine özen gösterilmesine karar verildi.</w:t>
      </w:r>
    </w:p>
    <w:p w:rsidR="00866E25" w:rsidRPr="007E280F" w:rsidRDefault="00866E25" w:rsidP="007E280F">
      <w:pPr>
        <w:jc w:val="both"/>
      </w:pPr>
      <w:r w:rsidRPr="007E280F">
        <w:t xml:space="preserve"> </w:t>
      </w:r>
      <w:r w:rsidRPr="007E280F">
        <w:rPr>
          <w:b/>
          <w:bCs/>
        </w:rPr>
        <w:t>7-</w:t>
      </w:r>
      <w:r w:rsidRPr="007E280F">
        <w:t xml:space="preserve"> Türkçe Öğretmeni Hüseyin KOSKOS, bir önceki yıla ait başarı değerlendirmesini yaptı.Buna göre Türkçe dersin de olan başarının iyi olduğunu; fakat istenilen seviyeye ulaşmadığını söyledi Öğrencilerin daha başarılı, sosyal, araştırmacı, eleştirici, duyarlı birer birey olarak toplum hayatına katılmaları için yapılması gerekenler üzerinde duruldu.</w:t>
      </w:r>
    </w:p>
    <w:p w:rsidR="00866E25" w:rsidRPr="007E280F" w:rsidRDefault="00866E25" w:rsidP="007E280F">
      <w:pPr>
        <w:jc w:val="both"/>
        <w:rPr>
          <w:b/>
          <w:bCs/>
        </w:rPr>
      </w:pPr>
      <w:r w:rsidRPr="007E280F">
        <w:t xml:space="preserve">                </w:t>
      </w:r>
      <w:r w:rsidRPr="007E280F">
        <w:rPr>
          <w:b/>
          <w:bCs/>
        </w:rPr>
        <w:t>Tüm bunların neticesinde aşağıdaki kararlar alındı:</w:t>
      </w:r>
    </w:p>
    <w:p w:rsidR="00866E25" w:rsidRPr="007E280F" w:rsidRDefault="00866E25" w:rsidP="007E280F">
      <w:pPr>
        <w:ind w:firstLine="708"/>
        <w:jc w:val="both"/>
      </w:pPr>
      <w:r w:rsidRPr="007E280F">
        <w:rPr>
          <w:b/>
          <w:bCs/>
        </w:rPr>
        <w:t>a)</w:t>
      </w:r>
      <w:r w:rsidRPr="007E280F">
        <w:t xml:space="preserve"> Türkçe derslerindeki başarıyı yükseltmek için öğrencilerin </w:t>
      </w:r>
      <w:r w:rsidRPr="007E280F">
        <w:rPr>
          <w:u w:val="single"/>
        </w:rPr>
        <w:t>okuma, yazma ve anlama</w:t>
      </w:r>
      <w:r w:rsidRPr="007E280F">
        <w:t xml:space="preserve"> çalışmalarına ağırlık verilecek, yapılan eksiklikler  anında belirtilecektir.</w:t>
      </w:r>
    </w:p>
    <w:p w:rsidR="00866E25" w:rsidRPr="007E280F" w:rsidRDefault="00866E25" w:rsidP="007E280F">
      <w:pPr>
        <w:ind w:firstLine="708"/>
        <w:jc w:val="both"/>
      </w:pPr>
      <w:r w:rsidRPr="007E280F">
        <w:rPr>
          <w:b/>
          <w:bCs/>
        </w:rPr>
        <w:t>b)</w:t>
      </w:r>
      <w:r w:rsidRPr="007E280F">
        <w:t xml:space="preserve"> Dersin amacına ulaşılabilmesi için öğrenciler </w:t>
      </w:r>
      <w:r w:rsidRPr="007E280F">
        <w:rPr>
          <w:u w:val="single"/>
        </w:rPr>
        <w:t>kitap okumaya teşvik edilecek</w:t>
      </w:r>
      <w:r w:rsidRPr="007E280F">
        <w:t xml:space="preserve">; </w:t>
      </w:r>
      <w:r w:rsidRPr="007E280F">
        <w:rPr>
          <w:u w:val="single"/>
        </w:rPr>
        <w:t>okumanın faydaları</w:t>
      </w:r>
      <w:r w:rsidRPr="007E280F">
        <w:t xml:space="preserve"> üzerinde ısrarla durulacak, öğrencilerde </w:t>
      </w:r>
      <w:r w:rsidRPr="007E280F">
        <w:rPr>
          <w:u w:val="single"/>
        </w:rPr>
        <w:t>kütüphaneden yararlanma bilinci oluşturulacaktır</w:t>
      </w:r>
      <w:r w:rsidRPr="007E280F">
        <w:t>.</w:t>
      </w:r>
    </w:p>
    <w:p w:rsidR="00866E25" w:rsidRPr="007E280F" w:rsidRDefault="00866E25" w:rsidP="007E280F">
      <w:pPr>
        <w:ind w:firstLine="708"/>
        <w:jc w:val="both"/>
      </w:pPr>
      <w:r w:rsidRPr="007E280F">
        <w:rPr>
          <w:b/>
          <w:bCs/>
        </w:rPr>
        <w:t>c)</w:t>
      </w:r>
      <w:r w:rsidRPr="007E280F">
        <w:t xml:space="preserve"> İşlenecek </w:t>
      </w:r>
      <w:r w:rsidRPr="007E280F">
        <w:rPr>
          <w:u w:val="single"/>
        </w:rPr>
        <w:t>konular öğrencilere önceden duyurulacak, güdülenmenin sağlanması için  araştırma ödevleri</w:t>
      </w:r>
      <w:r w:rsidRPr="007E280F">
        <w:t xml:space="preserve"> </w:t>
      </w:r>
      <w:r w:rsidRPr="007E280F">
        <w:rPr>
          <w:u w:val="single"/>
        </w:rPr>
        <w:t>verilerek öğrencilerin ders öncesi bir hazırlık yapmaları</w:t>
      </w:r>
      <w:r w:rsidRPr="007E280F">
        <w:t xml:space="preserve"> sağlanacaktır. Metinleri seçilen yazar ve şairlerin  kitaplarının  sınıfa getirilmesine çalışılacaktır.</w:t>
      </w:r>
    </w:p>
    <w:p w:rsidR="00866E25" w:rsidRPr="007E280F" w:rsidRDefault="00866E25" w:rsidP="007E280F">
      <w:pPr>
        <w:ind w:firstLine="708"/>
        <w:jc w:val="both"/>
      </w:pPr>
      <w:r w:rsidRPr="007E280F">
        <w:rPr>
          <w:b/>
          <w:bCs/>
        </w:rPr>
        <w:t>d)</w:t>
      </w:r>
      <w:r w:rsidRPr="007E280F">
        <w:t xml:space="preserve"> Konular işlenirken daha önce işlenen konularla </w:t>
      </w:r>
      <w:r w:rsidRPr="007E280F">
        <w:rPr>
          <w:u w:val="single"/>
        </w:rPr>
        <w:t>bağlantı kurularak</w:t>
      </w:r>
      <w:r w:rsidRPr="007E280F">
        <w:t xml:space="preserve">, zihindeki kopuklukların giderilmesine çalışılacaktır. Öğrencilerin okuma, anlama ve anlatma yeteneklerini geliştirerek, toplum önünde rahatça </w:t>
      </w:r>
      <w:r w:rsidRPr="007E280F">
        <w:rPr>
          <w:u w:val="single"/>
        </w:rPr>
        <w:t>konuşabilmeleri</w:t>
      </w:r>
      <w:r w:rsidRPr="007E280F">
        <w:t xml:space="preserve"> için ders dışı faaliyetlere önem verilecektir. </w:t>
      </w:r>
    </w:p>
    <w:p w:rsidR="00866E25" w:rsidRPr="007E280F" w:rsidRDefault="00866E25" w:rsidP="007E280F">
      <w:pPr>
        <w:ind w:firstLine="708"/>
        <w:jc w:val="both"/>
      </w:pPr>
      <w:r w:rsidRPr="007E280F">
        <w:rPr>
          <w:b/>
          <w:bCs/>
        </w:rPr>
        <w:t>e)</w:t>
      </w:r>
      <w:r w:rsidRPr="007E280F">
        <w:t xml:space="preserve"> Genel öğrenci yapımızın yurt ve dünya gündeminden uzak bir profil çizmesi nedeniyle verilen ödevlerle  radyo ve televizyon programlarındaki  panel, açıkoturum, forum, belgesel v.b. programları  seyretmeleri sağlanarak bu eksiklik giderilecek ve topluma bilinçli bireyler kazandırılacaktır.</w:t>
      </w:r>
    </w:p>
    <w:p w:rsidR="00866E25" w:rsidRPr="007E280F" w:rsidRDefault="00866E25" w:rsidP="007E280F">
      <w:pPr>
        <w:ind w:firstLine="708"/>
        <w:jc w:val="both"/>
      </w:pPr>
      <w:r w:rsidRPr="007E280F">
        <w:rPr>
          <w:b/>
          <w:bCs/>
        </w:rPr>
        <w:t>f)</w:t>
      </w:r>
      <w:r w:rsidRPr="007E280F">
        <w:t xml:space="preserve"> Dil bilgisi hususunda mümkün olduğunca ezberden kaçınılacak, dramatize ve oyunlar yoluyla konular kavratılacak, etkinlikler ders ortamında yapılacaktır.</w:t>
      </w:r>
    </w:p>
    <w:p w:rsidR="00866E25" w:rsidRPr="007E280F" w:rsidRDefault="00866E25" w:rsidP="007E280F">
      <w:pPr>
        <w:ind w:firstLine="708"/>
        <w:jc w:val="both"/>
      </w:pPr>
      <w:r w:rsidRPr="007E280F">
        <w:rPr>
          <w:b/>
          <w:bCs/>
        </w:rPr>
        <w:t>g)</w:t>
      </w:r>
      <w:r w:rsidRPr="007E280F">
        <w:t xml:space="preserve"> Okul, ilçe, il ve yurt genelinde yapılacak </w:t>
      </w:r>
      <w:r w:rsidRPr="007E280F">
        <w:rPr>
          <w:u w:val="single"/>
        </w:rPr>
        <w:t>yarışmalara öğrencilerin katılması sağlanacak</w:t>
      </w:r>
      <w:r w:rsidRPr="007E280F">
        <w:t>, dereceye girenlerin eserleri okul panosuna asılacak ve başarılı öğrenciler diğerlerini teşvik amacıyla başarı belgesiyle ödüllendirilecektir. Edebiyata karşı ilgi ve yeteneği olan öğrenciler desteklenecektir.</w:t>
      </w:r>
    </w:p>
    <w:p w:rsidR="00866E25" w:rsidRPr="007E280F" w:rsidRDefault="00866E25" w:rsidP="007E280F">
      <w:pPr>
        <w:ind w:firstLine="708"/>
        <w:jc w:val="both"/>
      </w:pPr>
      <w:r w:rsidRPr="007E280F">
        <w:rPr>
          <w:b/>
          <w:bCs/>
        </w:rPr>
        <w:t>h)</w:t>
      </w:r>
      <w:r w:rsidRPr="007E280F">
        <w:t xml:space="preserve"> Öğrencilerin aktif olarak derse katılmaları sağlanacaktır. Böylece öğrencilerde görülen </w:t>
      </w:r>
      <w:r w:rsidRPr="007E280F">
        <w:rPr>
          <w:u w:val="single"/>
        </w:rPr>
        <w:t>anlatım ve dil bozuklukları</w:t>
      </w:r>
      <w:r w:rsidRPr="007E280F">
        <w:t xml:space="preserve"> giderilerek bu konudaki becerileri geliştirilecektir.</w:t>
      </w:r>
    </w:p>
    <w:p w:rsidR="00866E25" w:rsidRPr="007E280F" w:rsidRDefault="00866E25" w:rsidP="007E280F">
      <w:pPr>
        <w:jc w:val="both"/>
      </w:pPr>
      <w:r w:rsidRPr="007E280F">
        <w:t xml:space="preserve">    </w:t>
      </w:r>
      <w:r w:rsidRPr="007E280F">
        <w:tab/>
      </w:r>
      <w:r w:rsidRPr="007E280F">
        <w:rPr>
          <w:b/>
          <w:bCs/>
        </w:rPr>
        <w:t>ı)</w:t>
      </w:r>
      <w:r w:rsidRPr="007E280F">
        <w:t>Bütün bunlara rağmen başarısız olan öğrencilerin başarısızlık sebeplerini öğrenmek için velilerle iş birliğine gidilecektir.</w:t>
      </w:r>
    </w:p>
    <w:p w:rsidR="00866E25" w:rsidRPr="007E280F" w:rsidRDefault="00866E25" w:rsidP="007E280F">
      <w:pPr>
        <w:jc w:val="both"/>
      </w:pPr>
      <w:r w:rsidRPr="007E280F">
        <w:t xml:space="preserve">       </w:t>
      </w:r>
    </w:p>
    <w:p w:rsidR="00866E25" w:rsidRPr="007E280F" w:rsidRDefault="00866E25" w:rsidP="007E280F">
      <w:pPr>
        <w:jc w:val="both"/>
      </w:pPr>
      <w:r w:rsidRPr="007E280F">
        <w:rPr>
          <w:b/>
          <w:bCs/>
        </w:rPr>
        <w:t>8</w:t>
      </w:r>
      <w:r w:rsidRPr="007E280F">
        <w:t>- Öğrencilerin yazma becerisi kazanmasında hayal gücünün çok etkili olduğu ve bunun da en önemli yolunun okumadan geçtiği düşünülerek kitap okuma alışkanlığı kazandırmaya önem verilmelidir. Bunun için de aşağıdaki çalışmalar yapılacaktır:</w:t>
      </w:r>
    </w:p>
    <w:p w:rsidR="00866E25" w:rsidRPr="007E280F" w:rsidRDefault="00866E25" w:rsidP="007E280F">
      <w:pPr>
        <w:numPr>
          <w:ilvl w:val="0"/>
          <w:numId w:val="13"/>
        </w:numPr>
        <w:jc w:val="both"/>
      </w:pPr>
      <w:r w:rsidRPr="007E280F">
        <w:t>Öğrenciler için okul dışında bir okuma saati tespit edilerek velilerin haberdar edilmesi sağlanacak, hatta onların da çocuklarıyla kitap okumaları istenecektir.</w:t>
      </w:r>
    </w:p>
    <w:p w:rsidR="00866E25" w:rsidRPr="007E280F" w:rsidRDefault="00866E25" w:rsidP="007E280F">
      <w:pPr>
        <w:numPr>
          <w:ilvl w:val="0"/>
          <w:numId w:val="13"/>
        </w:numPr>
        <w:jc w:val="both"/>
      </w:pPr>
      <w:r w:rsidRPr="007E280F">
        <w:t>Sınıflarda en çok kitap okuyan üç öğrenci her ay düzenli olarak tespit edilerek idare tarafından başarı belgesiyle ödüllendirilecek ve öğrenci fotoğrafları okul sitesinde ve okuma panosunda yayınlanacaktır.</w:t>
      </w:r>
    </w:p>
    <w:p w:rsidR="00866E25" w:rsidRPr="007E280F" w:rsidRDefault="00866E25" w:rsidP="007E280F">
      <w:pPr>
        <w:numPr>
          <w:ilvl w:val="0"/>
          <w:numId w:val="13"/>
        </w:numPr>
        <w:jc w:val="both"/>
      </w:pPr>
      <w:r w:rsidRPr="007E280F">
        <w:t>Öğrencilerin kitap alma ve hediye etme gibi güzel bir davranışı yaşayabilmesi için sınıflarda hediyeleşme kampanyası başlatılacaktır.</w:t>
      </w:r>
    </w:p>
    <w:p w:rsidR="00866E25" w:rsidRPr="007E280F" w:rsidRDefault="00866E25" w:rsidP="007E280F">
      <w:pPr>
        <w:numPr>
          <w:ilvl w:val="0"/>
          <w:numId w:val="13"/>
        </w:numPr>
        <w:jc w:val="both"/>
      </w:pPr>
      <w:r w:rsidRPr="007E280F">
        <w:t>Okuma ile ilgili olarak sene başında okumanın önemi ile ilgili slogan yarışması düzenlenerek eserlerin okulun içerisinde sergilenmesi ve taratılarak internet sitemizde verilmesi sağlanacaktır.</w:t>
      </w:r>
    </w:p>
    <w:p w:rsidR="00866E25" w:rsidRPr="007E280F" w:rsidRDefault="00866E25" w:rsidP="007E280F">
      <w:pPr>
        <w:numPr>
          <w:ilvl w:val="0"/>
          <w:numId w:val="13"/>
        </w:numPr>
        <w:jc w:val="both"/>
      </w:pPr>
      <w:r w:rsidRPr="007E280F">
        <w:t>Öğrencilerin okuma gelişimini hızlandırmak ve anlamayı kolaylaştırmak amacıyla uygun zamanlarda hızlı okuma teknikleri verilecektir.</w:t>
      </w:r>
    </w:p>
    <w:p w:rsidR="00866E25" w:rsidRPr="007E280F" w:rsidRDefault="00866E25" w:rsidP="007E280F">
      <w:pPr>
        <w:numPr>
          <w:ilvl w:val="0"/>
          <w:numId w:val="13"/>
        </w:numPr>
        <w:jc w:val="both"/>
      </w:pPr>
      <w:r w:rsidRPr="007E280F">
        <w:t>Kütüphanenin okulun en cazip alanı olması sağlanacak, özellikle öğrencilerin ilgilerini çekmesi ve onları dinlendirmesi açısından fon müzikleri ve klasik müzik parçaları dinletilecektir.</w:t>
      </w:r>
    </w:p>
    <w:p w:rsidR="00866E25" w:rsidRPr="007E280F" w:rsidRDefault="00866E25" w:rsidP="007E280F">
      <w:pPr>
        <w:numPr>
          <w:ilvl w:val="0"/>
          <w:numId w:val="13"/>
        </w:numPr>
        <w:jc w:val="both"/>
      </w:pPr>
      <w:r w:rsidRPr="007E280F">
        <w:t xml:space="preserve">Kütüphanenin düzenli olarak işleyebilmesi için nöbetçi sistemi getirilecektir.  </w:t>
      </w:r>
    </w:p>
    <w:p w:rsidR="00866E25" w:rsidRPr="007E280F" w:rsidRDefault="00866E25" w:rsidP="007E280F">
      <w:pPr>
        <w:numPr>
          <w:ilvl w:val="0"/>
          <w:numId w:val="13"/>
        </w:numPr>
        <w:jc w:val="both"/>
      </w:pPr>
      <w:r w:rsidRPr="007E280F">
        <w:t>Öğrencilerin yazma becerisi kazanmaları için öncelikle düşünceyi geliştirme yolları ve anlatım teknikleri işlenilen her metin üzerine belirtilecek ve öğrencilerin bunları kavrayıp uygulamaları sağlanacak, uygulamalar güzel bir şekilde yapılacaktır.</w:t>
      </w:r>
    </w:p>
    <w:p w:rsidR="00866E25" w:rsidRPr="007E280F" w:rsidRDefault="00866E25" w:rsidP="007E280F">
      <w:pPr>
        <w:numPr>
          <w:ilvl w:val="0"/>
          <w:numId w:val="13"/>
        </w:numPr>
        <w:jc w:val="both"/>
      </w:pPr>
      <w:r w:rsidRPr="007E280F">
        <w:t>Okudukları metinleri kendi hayal güçleriyle değiştirip yazmaları istenerek aslında kendilerinin de küçük birer yazar oldukları hissettirilecek ve yazdıkları eserler panolarda düzenli olarak sergilenecektir.</w:t>
      </w:r>
    </w:p>
    <w:p w:rsidR="00866E25" w:rsidRPr="007E280F" w:rsidRDefault="00866E25" w:rsidP="007E280F">
      <w:pPr>
        <w:numPr>
          <w:ilvl w:val="0"/>
          <w:numId w:val="13"/>
        </w:numPr>
        <w:jc w:val="both"/>
      </w:pPr>
      <w:r w:rsidRPr="007E280F">
        <w:t>İlçe içinde dereceye giren  öğrenciler okul sitesinde eserleriyle birlikte yayınlanacaktır.</w:t>
      </w:r>
    </w:p>
    <w:p w:rsidR="00866E25" w:rsidRPr="007E280F" w:rsidRDefault="00866E25" w:rsidP="007E280F">
      <w:pPr>
        <w:numPr>
          <w:ilvl w:val="0"/>
          <w:numId w:val="13"/>
        </w:numPr>
        <w:jc w:val="both"/>
      </w:pPr>
      <w:r w:rsidRPr="007E280F">
        <w:t>Kelime hazinelerinin gelişmesine, atasözleri ve deyimleri günlük konuşma dillerinde kullanma alışkanlığı kazanmalarına önem verilecektir. Derslerde öğrencileri dinlendirme aralarında sessiz sinema oyunlarıyla bunlar verilmeye çalışılacaktır.</w:t>
      </w:r>
    </w:p>
    <w:p w:rsidR="00866E25" w:rsidRPr="007E280F" w:rsidRDefault="00866E25" w:rsidP="007E280F">
      <w:pPr>
        <w:jc w:val="both"/>
      </w:pPr>
      <w:r w:rsidRPr="007E280F">
        <w:t xml:space="preserve"> </w:t>
      </w:r>
      <w:r w:rsidRPr="007E280F">
        <w:rPr>
          <w:b/>
          <w:bCs/>
        </w:rPr>
        <w:t>9-</w:t>
      </w:r>
      <w:r w:rsidRPr="007E280F">
        <w:t xml:space="preserve">  Türkçe Öğretmeni Hüseyin KOSKOS, işlenen konuların türü ve özellikleri göz önünde bulundurularak anlatım, dinleme, sesli ve sessiz okuma, not tutma, soru-cevap, araştırma, inceleme, tartışma, yöntem ve tekniklerinin yanında özellikle öğrencilerin kişisel gelişimine katkıda bulunmak kendilerini ifade ederek özgüven kazandırmak amacıyla dramatizasyon çalışmalarına önem verilecektir. </w:t>
      </w:r>
    </w:p>
    <w:p w:rsidR="00866E25" w:rsidRPr="007E280F" w:rsidRDefault="00866E25" w:rsidP="007E280F">
      <w:pPr>
        <w:jc w:val="both"/>
      </w:pPr>
      <w:r w:rsidRPr="007E280F">
        <w:t xml:space="preserve">    </w:t>
      </w:r>
    </w:p>
    <w:p w:rsidR="00866E25" w:rsidRPr="007E280F" w:rsidRDefault="00866E25" w:rsidP="007E280F">
      <w:pPr>
        <w:jc w:val="both"/>
      </w:pPr>
      <w:r w:rsidRPr="007E280F">
        <w:rPr>
          <w:b/>
          <w:bCs/>
        </w:rPr>
        <w:t>10-</w:t>
      </w:r>
      <w:r w:rsidRPr="007E280F">
        <w:t xml:space="preserve"> </w:t>
      </w:r>
      <w:r w:rsidRPr="007E280F">
        <w:rPr>
          <w:u w:val="single"/>
        </w:rPr>
        <w:t>Türkçe sözlük, İmla kılavuzu, Atasözleri ve Deyimler sözlüğü Türkçe dersinde kullanılan temel araç gereçlerdir. Bunun yanında yeri geldikçe; dil bilgisi kitapları, ansiklopediler, antolojiler, öyküler,</w:t>
      </w:r>
      <w:r w:rsidRPr="007E280F">
        <w:t xml:space="preserve"> </w:t>
      </w:r>
      <w:r w:rsidRPr="007E280F">
        <w:rPr>
          <w:u w:val="single"/>
        </w:rPr>
        <w:t xml:space="preserve">masallar, romanlar, gazete ve dergiler, şiir ve  oyun CD ‘leri </w:t>
      </w:r>
      <w:r w:rsidRPr="007E280F">
        <w:t>ders işlenişinde kullanılabilir.</w:t>
      </w:r>
    </w:p>
    <w:p w:rsidR="00866E25" w:rsidRPr="007E280F" w:rsidRDefault="00866E25" w:rsidP="007E280F">
      <w:pPr>
        <w:jc w:val="both"/>
      </w:pPr>
      <w:r w:rsidRPr="007E280F">
        <w:t xml:space="preserve">            Sibel Yıldız ÖZCAN sınıflarda derse  ilgiyi arttırmak ve dikkati yoğunlaştırmak amacıyla özellikle okuma ve yazma çalışmaları sırasında fon müziklerinin dinletilmesinin faydalı olabileceğini söyledi. </w:t>
      </w:r>
    </w:p>
    <w:p w:rsidR="00866E25" w:rsidRPr="007E280F" w:rsidRDefault="00866E25" w:rsidP="007E280F">
      <w:pPr>
        <w:jc w:val="both"/>
      </w:pPr>
      <w:r w:rsidRPr="007E280F">
        <w:t xml:space="preserve">            Hüseyin KOSKOS ise sınıf kitaplığında her öğrencinin faydalanması için birer Türkçe sözlük, İmla kılavuzu ve Atasözleri ve Deyimler sözlüğü bulundurulmasının faydalı olabileceğini ifade etti. Ayrıca sınıf rehber öğretmeni ile işbirliği yapılarak sınıf kitaplığında öğrencilerin seviyesine uygun hikâye, roman, şiir vb. türde kitapların bulunması sağlanacaktır, diye ekledi.</w:t>
      </w:r>
    </w:p>
    <w:p w:rsidR="00866E25" w:rsidRPr="007E280F" w:rsidRDefault="00866E25" w:rsidP="007E280F">
      <w:pPr>
        <w:jc w:val="both"/>
      </w:pPr>
      <w:r w:rsidRPr="007E280F">
        <w:t xml:space="preserve">     </w:t>
      </w:r>
    </w:p>
    <w:p w:rsidR="00866E25" w:rsidRPr="007E280F" w:rsidRDefault="00866E25" w:rsidP="007E280F">
      <w:pPr>
        <w:jc w:val="both"/>
      </w:pPr>
      <w:r w:rsidRPr="007E280F">
        <w:t xml:space="preserve">  </w:t>
      </w:r>
      <w:r w:rsidRPr="007E280F">
        <w:rPr>
          <w:b/>
          <w:bCs/>
        </w:rPr>
        <w:t>11-</w:t>
      </w:r>
      <w:r w:rsidRPr="007E280F">
        <w:t xml:space="preserve">Türkçe Öğretmeni Sibel Yıldız ÖZCAN,yöre şartlarından kaynaklanan telaffuz ve anlatım bozukluklarının düzeltilmesinde, yazılı ve sözlü anlatımlarda; düzgün cümle kurma, imlâ kuralları ve noktalama işaretlerine uymak konusunda diğer derslerin zümre öğretmenleri ile iş birliğine gidilmesi gerektiğini söyledi. </w:t>
      </w:r>
    </w:p>
    <w:p w:rsidR="00866E25" w:rsidRPr="007E280F" w:rsidRDefault="00866E25" w:rsidP="007E280F">
      <w:pPr>
        <w:jc w:val="both"/>
      </w:pPr>
      <w:r w:rsidRPr="007E280F">
        <w:t xml:space="preserve">       İlköğretim 1. kademeden başlayarak el yazısı kullanımının sadece Türkçe dersinde uygulanan bir kural olmadığı bunun bir bütünlük içinde yürütülmesi gerektiği belirtilerek diğer zümre öğretmenleriyle işbirliği yapılmasına karar verildi. </w:t>
      </w:r>
    </w:p>
    <w:p w:rsidR="00866E25" w:rsidRPr="007E280F" w:rsidRDefault="00866E25" w:rsidP="007E280F">
      <w:pPr>
        <w:jc w:val="both"/>
      </w:pPr>
    </w:p>
    <w:p w:rsidR="00866E25" w:rsidRPr="007E280F" w:rsidRDefault="00866E25" w:rsidP="007E280F">
      <w:pPr>
        <w:jc w:val="both"/>
      </w:pPr>
      <w:r w:rsidRPr="007E280F">
        <w:t xml:space="preserve">  </w:t>
      </w:r>
      <w:r w:rsidRPr="007E280F">
        <w:rPr>
          <w:b/>
          <w:bCs/>
        </w:rPr>
        <w:t xml:space="preserve">12 -  </w:t>
      </w:r>
      <w:r w:rsidRPr="007E280F">
        <w:t>Yazılı sınavların süresi  40 dakika olacaktır. Türkçe Öğretmeni Hüseyin KOSKOS, Türkçe dersinde her öğretim dönemi boyunca 3 yazılı sınavın yapılacağını söyledi. Yazılı sınavların ilk ikisi klasik tarzda pedagojik esaslara uygun olarak (basitten zora, az puandan çok puana doğru) yapılacağını; 3. yazılının ise, çoktan seçmeli dört seçenekli 25 sorudan oluşan ve SBS’ye yönelik test şeklinde ve ortak yapılacağını ekledi. Yazılı tarihlerinin aşağıda belirtilen şekilde yıllık planlara alınması kararlaştırıldı:</w:t>
      </w:r>
    </w:p>
    <w:p w:rsidR="00866E25" w:rsidRPr="007E280F" w:rsidRDefault="00866E25" w:rsidP="007E280F">
      <w:pPr>
        <w:jc w:val="both"/>
        <w:rPr>
          <w:b/>
          <w:bCs/>
        </w:rPr>
      </w:pPr>
      <w:r w:rsidRPr="007E280F">
        <w:t xml:space="preserve">                                  </w:t>
      </w:r>
    </w:p>
    <w:p w:rsidR="00866E25" w:rsidRPr="007E280F" w:rsidRDefault="00866E25" w:rsidP="007E280F">
      <w:pPr>
        <w:jc w:val="both"/>
      </w:pPr>
      <w:r w:rsidRPr="007E280F">
        <w:t xml:space="preserve">      </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07"/>
        <w:gridCol w:w="2384"/>
        <w:gridCol w:w="6329"/>
      </w:tblGrid>
      <w:tr w:rsidR="00866E25" w:rsidRPr="007E280F">
        <w:tc>
          <w:tcPr>
            <w:tcW w:w="819" w:type="pct"/>
          </w:tcPr>
          <w:p w:rsidR="00866E25" w:rsidRPr="007E280F" w:rsidRDefault="00866E25" w:rsidP="00765958">
            <w:pPr>
              <w:jc w:val="both"/>
            </w:pPr>
            <w:r w:rsidRPr="007E280F">
              <w:t>DÖNEM</w:t>
            </w:r>
          </w:p>
        </w:tc>
        <w:tc>
          <w:tcPr>
            <w:tcW w:w="1144" w:type="pct"/>
          </w:tcPr>
          <w:p w:rsidR="00866E25" w:rsidRPr="007E280F" w:rsidRDefault="00866E25" w:rsidP="00765958">
            <w:pPr>
              <w:jc w:val="both"/>
            </w:pPr>
            <w:r w:rsidRPr="007E280F">
              <w:t>YAZILI</w:t>
            </w:r>
          </w:p>
        </w:tc>
        <w:tc>
          <w:tcPr>
            <w:tcW w:w="3037" w:type="pct"/>
          </w:tcPr>
          <w:p w:rsidR="00866E25" w:rsidRPr="007E280F" w:rsidRDefault="00866E25" w:rsidP="00765958">
            <w:pPr>
              <w:jc w:val="both"/>
            </w:pPr>
            <w:r w:rsidRPr="007E280F">
              <w:t>TARİH</w:t>
            </w:r>
          </w:p>
        </w:tc>
      </w:tr>
      <w:tr w:rsidR="00866E25" w:rsidRPr="007E280F">
        <w:trPr>
          <w:trHeight w:val="300"/>
        </w:trPr>
        <w:tc>
          <w:tcPr>
            <w:tcW w:w="819" w:type="pct"/>
            <w:vMerge w:val="restart"/>
          </w:tcPr>
          <w:p w:rsidR="00866E25" w:rsidRPr="007E280F" w:rsidRDefault="00866E25" w:rsidP="00765958">
            <w:pPr>
              <w:jc w:val="both"/>
            </w:pPr>
            <w:r w:rsidRPr="007E280F">
              <w:t xml:space="preserve">     1</w:t>
            </w:r>
          </w:p>
        </w:tc>
        <w:tc>
          <w:tcPr>
            <w:tcW w:w="1144" w:type="pct"/>
          </w:tcPr>
          <w:p w:rsidR="00866E25" w:rsidRPr="007E280F" w:rsidRDefault="00866E25" w:rsidP="00765958">
            <w:pPr>
              <w:jc w:val="both"/>
            </w:pPr>
            <w:r w:rsidRPr="007E280F">
              <w:t>1.</w:t>
            </w:r>
          </w:p>
        </w:tc>
        <w:tc>
          <w:tcPr>
            <w:tcW w:w="3037" w:type="pct"/>
          </w:tcPr>
          <w:p w:rsidR="00866E25" w:rsidRPr="007E280F" w:rsidRDefault="00866E25" w:rsidP="00765958">
            <w:pPr>
              <w:jc w:val="both"/>
            </w:pPr>
            <w:r w:rsidRPr="007E280F">
              <w:t>Ekim</w:t>
            </w:r>
          </w:p>
        </w:tc>
      </w:tr>
      <w:tr w:rsidR="00866E25" w:rsidRPr="007E280F">
        <w:trPr>
          <w:trHeight w:val="336"/>
        </w:trPr>
        <w:tc>
          <w:tcPr>
            <w:tcW w:w="819" w:type="pct"/>
            <w:vMerge/>
          </w:tcPr>
          <w:p w:rsidR="00866E25" w:rsidRPr="007E280F" w:rsidRDefault="00866E25" w:rsidP="00765958">
            <w:pPr>
              <w:jc w:val="both"/>
            </w:pPr>
          </w:p>
        </w:tc>
        <w:tc>
          <w:tcPr>
            <w:tcW w:w="1144" w:type="pct"/>
          </w:tcPr>
          <w:p w:rsidR="00866E25" w:rsidRPr="007E280F" w:rsidRDefault="00866E25" w:rsidP="00765958">
            <w:pPr>
              <w:jc w:val="both"/>
            </w:pPr>
            <w:r w:rsidRPr="007E280F">
              <w:t>2.</w:t>
            </w:r>
          </w:p>
        </w:tc>
        <w:tc>
          <w:tcPr>
            <w:tcW w:w="3037" w:type="pct"/>
          </w:tcPr>
          <w:p w:rsidR="00866E25" w:rsidRPr="007E280F" w:rsidRDefault="00866E25" w:rsidP="00765958">
            <w:pPr>
              <w:jc w:val="both"/>
            </w:pPr>
            <w:r w:rsidRPr="007E280F">
              <w:t>Kasım</w:t>
            </w:r>
          </w:p>
        </w:tc>
      </w:tr>
      <w:tr w:rsidR="00866E25" w:rsidRPr="007E280F">
        <w:trPr>
          <w:trHeight w:val="204"/>
        </w:trPr>
        <w:tc>
          <w:tcPr>
            <w:tcW w:w="819" w:type="pct"/>
            <w:vMerge/>
          </w:tcPr>
          <w:p w:rsidR="00866E25" w:rsidRPr="007E280F" w:rsidRDefault="00866E25" w:rsidP="00765958">
            <w:pPr>
              <w:jc w:val="both"/>
            </w:pPr>
          </w:p>
        </w:tc>
        <w:tc>
          <w:tcPr>
            <w:tcW w:w="1144" w:type="pct"/>
          </w:tcPr>
          <w:p w:rsidR="00866E25" w:rsidRPr="007E280F" w:rsidRDefault="00866E25" w:rsidP="00765958">
            <w:pPr>
              <w:jc w:val="both"/>
            </w:pPr>
            <w:r w:rsidRPr="007E280F">
              <w:t>3.</w:t>
            </w:r>
          </w:p>
        </w:tc>
        <w:tc>
          <w:tcPr>
            <w:tcW w:w="3037" w:type="pct"/>
          </w:tcPr>
          <w:p w:rsidR="00866E25" w:rsidRPr="007E280F" w:rsidRDefault="00866E25" w:rsidP="00765958">
            <w:pPr>
              <w:jc w:val="both"/>
            </w:pPr>
            <w:r w:rsidRPr="007E280F">
              <w:t xml:space="preserve">Ocak         </w:t>
            </w:r>
          </w:p>
        </w:tc>
      </w:tr>
      <w:tr w:rsidR="00866E25" w:rsidRPr="007E280F">
        <w:trPr>
          <w:trHeight w:val="264"/>
        </w:trPr>
        <w:tc>
          <w:tcPr>
            <w:tcW w:w="819" w:type="pct"/>
            <w:vMerge w:val="restart"/>
          </w:tcPr>
          <w:p w:rsidR="00866E25" w:rsidRPr="007E280F" w:rsidRDefault="00866E25" w:rsidP="00765958">
            <w:pPr>
              <w:jc w:val="both"/>
            </w:pPr>
            <w:r w:rsidRPr="007E280F">
              <w:t xml:space="preserve">     2</w:t>
            </w:r>
          </w:p>
        </w:tc>
        <w:tc>
          <w:tcPr>
            <w:tcW w:w="1144" w:type="pct"/>
          </w:tcPr>
          <w:p w:rsidR="00866E25" w:rsidRPr="007E280F" w:rsidRDefault="00866E25" w:rsidP="00765958">
            <w:pPr>
              <w:jc w:val="both"/>
            </w:pPr>
            <w:r w:rsidRPr="007E280F">
              <w:t>1.</w:t>
            </w:r>
          </w:p>
        </w:tc>
        <w:tc>
          <w:tcPr>
            <w:tcW w:w="3037" w:type="pct"/>
          </w:tcPr>
          <w:p w:rsidR="00866E25" w:rsidRPr="007E280F" w:rsidRDefault="00866E25" w:rsidP="00765958">
            <w:pPr>
              <w:jc w:val="both"/>
            </w:pPr>
            <w:r w:rsidRPr="007E280F">
              <w:t xml:space="preserve">Mart         </w:t>
            </w:r>
          </w:p>
        </w:tc>
      </w:tr>
      <w:tr w:rsidR="00866E25" w:rsidRPr="007E280F">
        <w:trPr>
          <w:trHeight w:val="324"/>
        </w:trPr>
        <w:tc>
          <w:tcPr>
            <w:tcW w:w="819" w:type="pct"/>
            <w:vMerge/>
          </w:tcPr>
          <w:p w:rsidR="00866E25" w:rsidRPr="007E280F" w:rsidRDefault="00866E25" w:rsidP="00765958">
            <w:pPr>
              <w:jc w:val="both"/>
            </w:pPr>
          </w:p>
        </w:tc>
        <w:tc>
          <w:tcPr>
            <w:tcW w:w="1144" w:type="pct"/>
          </w:tcPr>
          <w:p w:rsidR="00866E25" w:rsidRPr="007E280F" w:rsidRDefault="00866E25" w:rsidP="00765958">
            <w:pPr>
              <w:jc w:val="both"/>
            </w:pPr>
            <w:r w:rsidRPr="007E280F">
              <w:t>2.</w:t>
            </w:r>
          </w:p>
        </w:tc>
        <w:tc>
          <w:tcPr>
            <w:tcW w:w="3037" w:type="pct"/>
          </w:tcPr>
          <w:p w:rsidR="00866E25" w:rsidRPr="007E280F" w:rsidRDefault="00866E25" w:rsidP="00765958">
            <w:pPr>
              <w:jc w:val="both"/>
            </w:pPr>
            <w:r w:rsidRPr="007E280F">
              <w:t xml:space="preserve">Nisan       </w:t>
            </w:r>
          </w:p>
        </w:tc>
      </w:tr>
      <w:tr w:rsidR="00866E25" w:rsidRPr="007E280F">
        <w:trPr>
          <w:trHeight w:val="240"/>
        </w:trPr>
        <w:tc>
          <w:tcPr>
            <w:tcW w:w="819" w:type="pct"/>
            <w:vMerge/>
          </w:tcPr>
          <w:p w:rsidR="00866E25" w:rsidRPr="007E280F" w:rsidRDefault="00866E25" w:rsidP="00765958">
            <w:pPr>
              <w:jc w:val="both"/>
            </w:pPr>
          </w:p>
        </w:tc>
        <w:tc>
          <w:tcPr>
            <w:tcW w:w="1144" w:type="pct"/>
          </w:tcPr>
          <w:p w:rsidR="00866E25" w:rsidRPr="007E280F" w:rsidRDefault="00866E25" w:rsidP="00765958">
            <w:pPr>
              <w:jc w:val="both"/>
            </w:pPr>
            <w:r w:rsidRPr="007E280F">
              <w:t>3.</w:t>
            </w:r>
          </w:p>
        </w:tc>
        <w:tc>
          <w:tcPr>
            <w:tcW w:w="3037" w:type="pct"/>
          </w:tcPr>
          <w:p w:rsidR="00866E25" w:rsidRPr="007E280F" w:rsidRDefault="00866E25" w:rsidP="00765958">
            <w:pPr>
              <w:jc w:val="both"/>
            </w:pPr>
            <w:r w:rsidRPr="007E280F">
              <w:t xml:space="preserve">Mayıs   </w:t>
            </w:r>
          </w:p>
        </w:tc>
      </w:tr>
    </w:tbl>
    <w:p w:rsidR="00866E25" w:rsidRPr="007E280F" w:rsidRDefault="00866E25" w:rsidP="007E280F">
      <w:pPr>
        <w:jc w:val="both"/>
      </w:pPr>
    </w:p>
    <w:p w:rsidR="00866E25" w:rsidRPr="007E280F" w:rsidRDefault="00866E25" w:rsidP="007E280F">
      <w:pPr>
        <w:jc w:val="both"/>
        <w:rPr>
          <w:u w:val="single"/>
        </w:rPr>
      </w:pPr>
    </w:p>
    <w:p w:rsidR="00866E25" w:rsidRPr="007E280F" w:rsidRDefault="00866E25" w:rsidP="007E280F">
      <w:pPr>
        <w:jc w:val="both"/>
        <w:rPr>
          <w:b/>
          <w:bCs/>
        </w:rPr>
      </w:pPr>
      <w:r w:rsidRPr="007E280F">
        <w:rPr>
          <w:b/>
          <w:bCs/>
          <w:u w:val="single"/>
        </w:rPr>
        <w:t xml:space="preserve">GRUP   </w:t>
      </w:r>
      <w:r w:rsidRPr="007E280F">
        <w:rPr>
          <w:b/>
          <w:bCs/>
        </w:rPr>
        <w:t xml:space="preserve">                                         </w:t>
      </w:r>
      <w:r w:rsidRPr="007E280F">
        <w:rPr>
          <w:b/>
          <w:bCs/>
          <w:u w:val="single"/>
        </w:rPr>
        <w:t xml:space="preserve">SORU ADEDİ </w:t>
      </w:r>
      <w:r w:rsidRPr="007E280F">
        <w:rPr>
          <w:b/>
          <w:bCs/>
        </w:rPr>
        <w:t xml:space="preserve">                       </w:t>
      </w:r>
      <w:r>
        <w:rPr>
          <w:b/>
          <w:bCs/>
        </w:rPr>
        <w:t xml:space="preserve">       </w:t>
      </w:r>
      <w:r w:rsidRPr="007E280F">
        <w:rPr>
          <w:b/>
          <w:bCs/>
        </w:rPr>
        <w:t xml:space="preserve">    </w:t>
      </w:r>
      <w:r w:rsidRPr="007E280F">
        <w:rPr>
          <w:b/>
          <w:bCs/>
          <w:u w:val="single"/>
        </w:rPr>
        <w:t>ORANI</w:t>
      </w:r>
    </w:p>
    <w:p w:rsidR="00866E25" w:rsidRPr="007E280F" w:rsidRDefault="00866E25" w:rsidP="007E280F">
      <w:pPr>
        <w:jc w:val="both"/>
      </w:pPr>
      <w:r w:rsidRPr="007E280F">
        <w:t>Türkçe anlam ve anlatım                               4                                               % 40</w:t>
      </w:r>
    </w:p>
    <w:p w:rsidR="00866E25" w:rsidRPr="007E280F" w:rsidRDefault="00866E25" w:rsidP="007E280F">
      <w:pPr>
        <w:jc w:val="both"/>
      </w:pPr>
      <w:r w:rsidRPr="007E280F">
        <w:t>Dilbilgisi                                                       3- 5                                            % 30</w:t>
      </w:r>
    </w:p>
    <w:p w:rsidR="00866E25" w:rsidRPr="007E280F" w:rsidRDefault="00866E25" w:rsidP="007E280F">
      <w:pPr>
        <w:jc w:val="both"/>
      </w:pPr>
      <w:r w:rsidRPr="007E280F">
        <w:t>Yazılı anlatım (kompozisyon)                        1                                               % 30</w:t>
      </w:r>
    </w:p>
    <w:p w:rsidR="00866E25" w:rsidRPr="007E280F" w:rsidRDefault="00866E25" w:rsidP="007E280F">
      <w:pPr>
        <w:jc w:val="both"/>
      </w:pPr>
    </w:p>
    <w:p w:rsidR="00866E25" w:rsidRDefault="00866E25" w:rsidP="007E280F">
      <w:pPr>
        <w:jc w:val="both"/>
      </w:pPr>
      <w:r w:rsidRPr="007E280F">
        <w:t xml:space="preserve">  </w:t>
      </w:r>
    </w:p>
    <w:p w:rsidR="00866E25" w:rsidRDefault="00866E25" w:rsidP="007E280F">
      <w:pPr>
        <w:jc w:val="both"/>
      </w:pPr>
    </w:p>
    <w:p w:rsidR="00866E25" w:rsidRDefault="00866E25" w:rsidP="007E280F">
      <w:pPr>
        <w:jc w:val="both"/>
      </w:pPr>
    </w:p>
    <w:p w:rsidR="00866E25" w:rsidRDefault="00866E25" w:rsidP="007E280F">
      <w:pPr>
        <w:jc w:val="both"/>
      </w:pPr>
    </w:p>
    <w:p w:rsidR="00866E25" w:rsidRDefault="00866E25" w:rsidP="007E280F">
      <w:pPr>
        <w:jc w:val="both"/>
      </w:pPr>
    </w:p>
    <w:p w:rsidR="00866E25" w:rsidRDefault="00866E25" w:rsidP="007E280F">
      <w:pPr>
        <w:jc w:val="both"/>
      </w:pPr>
    </w:p>
    <w:p w:rsidR="00866E25" w:rsidRDefault="00866E25" w:rsidP="007E280F">
      <w:pPr>
        <w:jc w:val="both"/>
      </w:pPr>
    </w:p>
    <w:p w:rsidR="00866E25" w:rsidRDefault="00866E25" w:rsidP="007E280F">
      <w:pPr>
        <w:jc w:val="both"/>
      </w:pPr>
    </w:p>
    <w:p w:rsidR="00866E25" w:rsidRDefault="00866E25" w:rsidP="007E280F">
      <w:pPr>
        <w:jc w:val="both"/>
      </w:pPr>
    </w:p>
    <w:p w:rsidR="00866E25" w:rsidRPr="007E280F" w:rsidRDefault="00866E25" w:rsidP="007E280F">
      <w:pPr>
        <w:jc w:val="both"/>
        <w:rPr>
          <w:b/>
          <w:bCs/>
        </w:rPr>
      </w:pPr>
      <w:r w:rsidRPr="007E280F">
        <w:rPr>
          <w:b/>
          <w:bCs/>
        </w:rPr>
        <w:t>Kompozisyon değerlendirilmesi ise aşağıdaki ölçütlere göre yapılacaktır:</w:t>
      </w:r>
    </w:p>
    <w:p w:rsidR="00866E25" w:rsidRPr="007E280F" w:rsidRDefault="00866E25" w:rsidP="007E280F">
      <w:pPr>
        <w:jc w:val="both"/>
        <w:rPr>
          <w:b/>
          <w:bCs/>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5210"/>
      </w:tblGrid>
      <w:tr w:rsidR="00866E25" w:rsidRPr="007E280F">
        <w:tc>
          <w:tcPr>
            <w:tcW w:w="2500" w:type="pct"/>
          </w:tcPr>
          <w:p w:rsidR="00866E25" w:rsidRPr="007E280F" w:rsidRDefault="00866E25" w:rsidP="00765958">
            <w:pPr>
              <w:jc w:val="both"/>
            </w:pPr>
            <w:r w:rsidRPr="007E280F">
              <w:t>GRUP</w:t>
            </w:r>
          </w:p>
        </w:tc>
        <w:tc>
          <w:tcPr>
            <w:tcW w:w="2500" w:type="pct"/>
          </w:tcPr>
          <w:p w:rsidR="00866E25" w:rsidRPr="007E280F" w:rsidRDefault="00866E25" w:rsidP="00765958">
            <w:pPr>
              <w:jc w:val="both"/>
            </w:pPr>
            <w:r w:rsidRPr="007E280F">
              <w:t>DEĞERLENDİRME</w:t>
            </w:r>
          </w:p>
        </w:tc>
      </w:tr>
      <w:tr w:rsidR="00866E25" w:rsidRPr="007E280F">
        <w:tc>
          <w:tcPr>
            <w:tcW w:w="2500" w:type="pct"/>
          </w:tcPr>
          <w:p w:rsidR="00866E25" w:rsidRPr="007E280F" w:rsidRDefault="00866E25" w:rsidP="00765958">
            <w:pPr>
              <w:jc w:val="both"/>
            </w:pPr>
            <w:r w:rsidRPr="007E280F">
              <w:t>Anlatım (konuyu anlama, örnekleme,…)</w:t>
            </w:r>
          </w:p>
        </w:tc>
        <w:tc>
          <w:tcPr>
            <w:tcW w:w="2500" w:type="pct"/>
          </w:tcPr>
          <w:p w:rsidR="00866E25" w:rsidRPr="007E280F" w:rsidRDefault="00866E25" w:rsidP="00765958">
            <w:pPr>
              <w:jc w:val="both"/>
            </w:pPr>
            <w:r w:rsidRPr="007E280F">
              <w:t>10</w:t>
            </w:r>
          </w:p>
        </w:tc>
      </w:tr>
      <w:tr w:rsidR="00866E25" w:rsidRPr="007E280F">
        <w:tc>
          <w:tcPr>
            <w:tcW w:w="2500" w:type="pct"/>
          </w:tcPr>
          <w:p w:rsidR="00866E25" w:rsidRPr="007E280F" w:rsidRDefault="00866E25" w:rsidP="00765958">
            <w:pPr>
              <w:jc w:val="both"/>
            </w:pPr>
            <w:r w:rsidRPr="007E280F">
              <w:t>Plân (olayları sıralama, bütünlük,…)</w:t>
            </w:r>
          </w:p>
        </w:tc>
        <w:tc>
          <w:tcPr>
            <w:tcW w:w="2500" w:type="pct"/>
          </w:tcPr>
          <w:p w:rsidR="00866E25" w:rsidRPr="007E280F" w:rsidRDefault="00866E25" w:rsidP="00765958">
            <w:pPr>
              <w:jc w:val="both"/>
            </w:pPr>
            <w:r w:rsidRPr="007E280F">
              <w:t>5</w:t>
            </w:r>
          </w:p>
        </w:tc>
      </w:tr>
      <w:tr w:rsidR="00866E25" w:rsidRPr="007E280F">
        <w:tc>
          <w:tcPr>
            <w:tcW w:w="2500" w:type="pct"/>
          </w:tcPr>
          <w:p w:rsidR="00866E25" w:rsidRPr="007E280F" w:rsidRDefault="00866E25" w:rsidP="00765958">
            <w:pPr>
              <w:jc w:val="both"/>
            </w:pPr>
            <w:r w:rsidRPr="007E280F">
              <w:t>Tertip (yazının düzgünlüğü,…)</w:t>
            </w:r>
          </w:p>
        </w:tc>
        <w:tc>
          <w:tcPr>
            <w:tcW w:w="2500" w:type="pct"/>
          </w:tcPr>
          <w:p w:rsidR="00866E25" w:rsidRPr="007E280F" w:rsidRDefault="00866E25" w:rsidP="00765958">
            <w:pPr>
              <w:jc w:val="both"/>
            </w:pPr>
            <w:r w:rsidRPr="007E280F">
              <w:t>5</w:t>
            </w:r>
          </w:p>
        </w:tc>
      </w:tr>
      <w:tr w:rsidR="00866E25" w:rsidRPr="007E280F">
        <w:tc>
          <w:tcPr>
            <w:tcW w:w="2500" w:type="pct"/>
          </w:tcPr>
          <w:p w:rsidR="00866E25" w:rsidRPr="007E280F" w:rsidRDefault="00866E25" w:rsidP="00765958">
            <w:pPr>
              <w:jc w:val="both"/>
            </w:pPr>
            <w:r w:rsidRPr="007E280F">
              <w:t>İmla (dilde duruluk, uygun kelime seçimi,…)</w:t>
            </w:r>
          </w:p>
        </w:tc>
        <w:tc>
          <w:tcPr>
            <w:tcW w:w="2500" w:type="pct"/>
          </w:tcPr>
          <w:p w:rsidR="00866E25" w:rsidRPr="007E280F" w:rsidRDefault="00866E25" w:rsidP="00765958">
            <w:pPr>
              <w:jc w:val="both"/>
            </w:pPr>
            <w:r w:rsidRPr="007E280F">
              <w:t>5</w:t>
            </w:r>
          </w:p>
        </w:tc>
      </w:tr>
      <w:tr w:rsidR="00866E25" w:rsidRPr="007E280F">
        <w:tc>
          <w:tcPr>
            <w:tcW w:w="2500" w:type="pct"/>
          </w:tcPr>
          <w:p w:rsidR="00866E25" w:rsidRPr="007E280F" w:rsidRDefault="00866E25" w:rsidP="00765958">
            <w:pPr>
              <w:jc w:val="both"/>
            </w:pPr>
            <w:r w:rsidRPr="007E280F">
              <w:t>Düşüncede özgünlük</w:t>
            </w:r>
          </w:p>
        </w:tc>
        <w:tc>
          <w:tcPr>
            <w:tcW w:w="2500" w:type="pct"/>
          </w:tcPr>
          <w:p w:rsidR="00866E25" w:rsidRPr="007E280F" w:rsidRDefault="00866E25" w:rsidP="00765958">
            <w:pPr>
              <w:jc w:val="both"/>
            </w:pPr>
            <w:r w:rsidRPr="007E280F">
              <w:t>5</w:t>
            </w:r>
          </w:p>
        </w:tc>
      </w:tr>
    </w:tbl>
    <w:p w:rsidR="00866E25" w:rsidRPr="007E280F" w:rsidRDefault="00866E25" w:rsidP="007E280F">
      <w:pPr>
        <w:jc w:val="both"/>
      </w:pPr>
      <w:r w:rsidRPr="007E280F">
        <w:t xml:space="preserve">        </w:t>
      </w:r>
    </w:p>
    <w:p w:rsidR="00866E25" w:rsidRPr="007E280F" w:rsidRDefault="00866E25" w:rsidP="007E280F">
      <w:pPr>
        <w:jc w:val="both"/>
      </w:pPr>
      <w:r w:rsidRPr="007E280F">
        <w:t xml:space="preserve">       Sibel Yıldız ÖZCAN, kompozisyon sorularında öğrencilerin yıl içerisinde öğrendikleri türleri kavrayıp o türde eser  verebilmelerini değerlendirmek için türün ve anlatımı geliştirme yollarından bazılarının belirtilmesi gerektiğini ifade etti. </w:t>
      </w:r>
    </w:p>
    <w:p w:rsidR="00866E25" w:rsidRPr="007E280F" w:rsidRDefault="00866E25" w:rsidP="007E280F">
      <w:pPr>
        <w:jc w:val="both"/>
      </w:pPr>
      <w:r w:rsidRPr="007E280F">
        <w:t xml:space="preserve">       Hüseyin KOSKOS, sınavlar bir amaç değil, bir araçtır. Sınavlarda, öğrencinin ne bildiği değil; neyi, ne kadar kavradığı ölçülür. Sınav tarihleri en az bir hafta önceden öğrencilere duyurulmalıdır, dedi.                     </w:t>
      </w:r>
    </w:p>
    <w:p w:rsidR="00866E25" w:rsidRPr="007E280F" w:rsidRDefault="00866E25" w:rsidP="007E280F">
      <w:pPr>
        <w:jc w:val="both"/>
      </w:pPr>
      <w:r w:rsidRPr="007E280F">
        <w:t xml:space="preserve">       Yazılılarda bilgi ve beceriyi ölçen kapsayıcı sorular sorulmasına; soruların açık, anlaşılır, kısa ve tüm konuları kapsar nitelikte çok sayıda olmasına; soruların ezbere dayalı olmamasına ve öğrencilerin imgeleme gücünü geliştirecek nitelikte olmasına; yazılı soruların fotokopi ile çoğaltılmasına; yazılıların bir ders saati içerisinde yapılmasına; not bareminin kâğıtlarda gösterilmesine;  yapılan sınavların sonuçlarının en geç 15 gün içerisinde öğrenciye duyurulmasına karar verildi.</w:t>
      </w:r>
    </w:p>
    <w:p w:rsidR="00866E25" w:rsidRPr="007E280F" w:rsidRDefault="00866E25" w:rsidP="007E280F">
      <w:pPr>
        <w:jc w:val="both"/>
      </w:pPr>
      <w:r w:rsidRPr="007E280F">
        <w:rPr>
          <w:b/>
          <w:bCs/>
        </w:rPr>
        <w:t>13-</w:t>
      </w:r>
      <w:r w:rsidRPr="007E280F">
        <w:t xml:space="preserve">İlköğretim Kurumları Yönetmeliğinin ilgili maddeleri Türkçe Öğretmeni Hüseyin KOSKOS tarafından okunmuştur. Burada ölçme ve değerlendirmenin genel esaslarına dikkat edildi. Değerlendirme ve not verme sistemi vurgulandı. </w:t>
      </w:r>
    </w:p>
    <w:p w:rsidR="00866E25" w:rsidRPr="007E280F" w:rsidRDefault="00866E25" w:rsidP="007E280F">
      <w:pPr>
        <w:jc w:val="both"/>
      </w:pPr>
      <w:r w:rsidRPr="007E280F">
        <w:t xml:space="preserve">         Daha önceki yıllarda uygulanan sözlü sınavların kaldırıldığını yerine proje ve performans ödevlerinin getirildiğini belirtti. Ayrıca İlköğretim Kurumları Yönetmeliğinde performans ödevlerinin  artık ödev değil </w:t>
      </w:r>
      <w:r w:rsidRPr="007E280F">
        <w:rPr>
          <w:u w:val="single"/>
        </w:rPr>
        <w:t>görev</w:t>
      </w:r>
      <w:r w:rsidRPr="007E280F">
        <w:t xml:space="preserve"> olduğu ifade edildi. Yönetmeliğin, </w:t>
      </w:r>
      <w:r w:rsidRPr="007E280F">
        <w:rPr>
          <w:b/>
          <w:bCs/>
        </w:rPr>
        <w:t>“Öğrenciler, bir ders yılında istedikleri ders veya derslerden bireysel ya da grup çalışması şeklinde en az bir proje; her yarıyılda derslerden bireysel ya da grup çalışması şeklinde en az bir performans ödevi hazırlar.”</w:t>
      </w:r>
      <w:r w:rsidRPr="007E280F">
        <w:t xml:space="preserve">  hükmü vurgulandı. </w:t>
      </w:r>
    </w:p>
    <w:p w:rsidR="00866E25" w:rsidRPr="007E280F" w:rsidRDefault="00866E25" w:rsidP="007E280F">
      <w:pPr>
        <w:jc w:val="both"/>
        <w:rPr>
          <w:b/>
          <w:bCs/>
        </w:rPr>
      </w:pPr>
      <w:r w:rsidRPr="007E280F">
        <w:rPr>
          <w:b/>
          <w:bCs/>
        </w:rPr>
        <w:t xml:space="preserve">         </w:t>
      </w:r>
    </w:p>
    <w:p w:rsidR="00866E25" w:rsidRDefault="00866E25" w:rsidP="007E280F">
      <w:pPr>
        <w:jc w:val="both"/>
        <w:rPr>
          <w:b/>
          <w:bCs/>
        </w:rPr>
      </w:pPr>
    </w:p>
    <w:p w:rsidR="00866E25" w:rsidRDefault="00866E25" w:rsidP="007E280F">
      <w:pPr>
        <w:jc w:val="both"/>
        <w:rPr>
          <w:b/>
          <w:bCs/>
        </w:rPr>
      </w:pPr>
    </w:p>
    <w:p w:rsidR="00866E25" w:rsidRPr="007E280F" w:rsidRDefault="00866E25" w:rsidP="007E280F">
      <w:pPr>
        <w:jc w:val="both"/>
        <w:rPr>
          <w:b/>
          <w:bCs/>
        </w:rPr>
      </w:pPr>
      <w:r w:rsidRPr="007E280F">
        <w:rPr>
          <w:b/>
          <w:bCs/>
        </w:rPr>
        <w:t>14. Ödevlerin tespiti</w:t>
      </w:r>
    </w:p>
    <w:p w:rsidR="00866E25" w:rsidRPr="007E280F" w:rsidRDefault="00866E25" w:rsidP="007E280F">
      <w:pPr>
        <w:ind w:firstLine="708"/>
        <w:jc w:val="both"/>
        <w:rPr>
          <w:b/>
          <w:bCs/>
        </w:rPr>
      </w:pPr>
      <w:r w:rsidRPr="007E280F">
        <w:rPr>
          <w:b/>
          <w:bCs/>
        </w:rPr>
        <w:t xml:space="preserve">Türkçe dersi 6. 7. ve 8. sınıf proje ödev konuları olarak aşağıdaki konular belirlendi: </w:t>
      </w:r>
    </w:p>
    <w:p w:rsidR="00866E25" w:rsidRPr="007E280F" w:rsidRDefault="00866E25" w:rsidP="007E280F">
      <w:r w:rsidRPr="007E280F">
        <w:rPr>
          <w:b/>
          <w:bCs/>
        </w:rPr>
        <w:t xml:space="preserve"> </w:t>
      </w:r>
      <w:r w:rsidRPr="007E280F">
        <w:rPr>
          <w:b/>
          <w:bCs/>
          <w:color w:val="000000"/>
        </w:rPr>
        <w:t>1-</w:t>
      </w:r>
      <w:r w:rsidRPr="007E280F">
        <w:rPr>
          <w:color w:val="000000"/>
        </w:rPr>
        <w:t xml:space="preserve"> Karagöz-Hacivat kuklası hazırlama ve bir replikle sunumu.</w:t>
      </w:r>
    </w:p>
    <w:p w:rsidR="00866E25" w:rsidRPr="007E280F" w:rsidRDefault="00866E25" w:rsidP="007E280F">
      <w:r w:rsidRPr="007E280F">
        <w:rPr>
          <w:b/>
          <w:bCs/>
          <w:color w:val="000000"/>
        </w:rPr>
        <w:t>2-</w:t>
      </w:r>
      <w:r w:rsidRPr="007E280F">
        <w:rPr>
          <w:color w:val="000000"/>
        </w:rPr>
        <w:t>Kendi sesinden şiir kaseti hazırlama(Şiirler öğrenciler tarafından belirlenecek)</w:t>
      </w:r>
    </w:p>
    <w:p w:rsidR="00866E25" w:rsidRPr="007E280F" w:rsidRDefault="00866E25" w:rsidP="007E280F">
      <w:r w:rsidRPr="007E280F">
        <w:rPr>
          <w:b/>
          <w:bCs/>
          <w:color w:val="000000"/>
        </w:rPr>
        <w:t>3-</w:t>
      </w:r>
      <w:r w:rsidRPr="007E280F">
        <w:rPr>
          <w:color w:val="000000"/>
        </w:rPr>
        <w:t xml:space="preserve"> Mehmet Akif ERSOY’un Hayatı ve İstiklal Marşı’nın incelenmesi.</w:t>
      </w:r>
    </w:p>
    <w:p w:rsidR="00866E25" w:rsidRPr="007E280F" w:rsidRDefault="00866E25" w:rsidP="007E280F">
      <w:r w:rsidRPr="007E280F">
        <w:rPr>
          <w:b/>
          <w:bCs/>
          <w:color w:val="000000"/>
        </w:rPr>
        <w:t>4-</w:t>
      </w:r>
      <w:r w:rsidRPr="007E280F">
        <w:rPr>
          <w:color w:val="000000"/>
        </w:rPr>
        <w:t>Türkçemize sahip çıkma, doğru kullanma ( araştırma ödevi)</w:t>
      </w:r>
    </w:p>
    <w:p w:rsidR="00866E25" w:rsidRPr="007E280F" w:rsidRDefault="00866E25" w:rsidP="007E280F">
      <w:pPr>
        <w:jc w:val="both"/>
      </w:pPr>
      <w:r w:rsidRPr="007E280F">
        <w:rPr>
          <w:b/>
          <w:bCs/>
          <w:color w:val="000000"/>
        </w:rPr>
        <w:t>5-</w:t>
      </w:r>
      <w:r w:rsidRPr="007E280F">
        <w:rPr>
          <w:color w:val="000000"/>
        </w:rPr>
        <w:t>Meslek tanıtımı yapma. Bir meslek sahibi ile mesleğinin özellikleri hakkında röportaj yapma(grup çalışması)</w:t>
      </w:r>
    </w:p>
    <w:p w:rsidR="00866E25" w:rsidRPr="007E280F" w:rsidRDefault="00866E25" w:rsidP="007E280F">
      <w:r w:rsidRPr="007E280F">
        <w:rPr>
          <w:color w:val="000000"/>
        </w:rPr>
        <w:t xml:space="preserve"> </w:t>
      </w:r>
      <w:r w:rsidRPr="007E280F">
        <w:rPr>
          <w:b/>
          <w:bCs/>
          <w:color w:val="000000"/>
        </w:rPr>
        <w:t>6-</w:t>
      </w:r>
      <w:r w:rsidRPr="007E280F">
        <w:rPr>
          <w:color w:val="000000"/>
        </w:rPr>
        <w:t>Herhangi bir konuda röportaj yapma( eğitim, sağlık, ekonomi, spor, iletişim vb.)</w:t>
      </w:r>
    </w:p>
    <w:p w:rsidR="00866E25" w:rsidRPr="007E280F" w:rsidRDefault="00866E25" w:rsidP="007E280F">
      <w:r w:rsidRPr="007E280F">
        <w:rPr>
          <w:b/>
          <w:bCs/>
          <w:color w:val="000000"/>
        </w:rPr>
        <w:t>7-</w:t>
      </w:r>
      <w:r w:rsidRPr="007E280F">
        <w:rPr>
          <w:color w:val="000000"/>
        </w:rPr>
        <w:t>Türkçe ile ilgili bir konu seçerek anket yapma.</w:t>
      </w:r>
    </w:p>
    <w:p w:rsidR="00866E25" w:rsidRPr="007E280F" w:rsidRDefault="00866E25" w:rsidP="007E280F">
      <w:r w:rsidRPr="007E280F">
        <w:rPr>
          <w:b/>
          <w:bCs/>
          <w:color w:val="000000"/>
        </w:rPr>
        <w:t>8-</w:t>
      </w:r>
      <w:r w:rsidRPr="007E280F">
        <w:rPr>
          <w:color w:val="000000"/>
        </w:rPr>
        <w:t>Dilimizde kullanılan yabancı sözcüklerin Türkçe karşılıklarını bulma çalışması.</w:t>
      </w:r>
    </w:p>
    <w:p w:rsidR="00866E25" w:rsidRPr="007E280F" w:rsidRDefault="00866E25" w:rsidP="007E280F">
      <w:r w:rsidRPr="007E280F">
        <w:rPr>
          <w:b/>
          <w:bCs/>
          <w:color w:val="000000"/>
        </w:rPr>
        <w:t>9-</w:t>
      </w:r>
      <w:r w:rsidRPr="007E280F">
        <w:rPr>
          <w:color w:val="000000"/>
        </w:rPr>
        <w:t>Türkçenin kullanımıyla ilgili yapılan yanlışlıkların gözlem  yoluyla tespiti  ve bu yanlışlıkları düzeltme çalışması.</w:t>
      </w:r>
    </w:p>
    <w:p w:rsidR="00866E25" w:rsidRPr="007E280F" w:rsidRDefault="00866E25" w:rsidP="007E280F">
      <w:r w:rsidRPr="007E280F">
        <w:rPr>
          <w:b/>
          <w:bCs/>
          <w:color w:val="000000"/>
        </w:rPr>
        <w:t>10-</w:t>
      </w:r>
      <w:r w:rsidRPr="007E280F">
        <w:rPr>
          <w:color w:val="000000"/>
        </w:rPr>
        <w:t>Bir oyun  canlandırma çalışması.( Gölge oyunu, orta oyunu vb.)</w:t>
      </w:r>
    </w:p>
    <w:p w:rsidR="00866E25" w:rsidRPr="007E280F" w:rsidRDefault="00866E25" w:rsidP="007E280F">
      <w:r w:rsidRPr="007E280F">
        <w:rPr>
          <w:b/>
          <w:bCs/>
          <w:color w:val="000000"/>
        </w:rPr>
        <w:t>11-</w:t>
      </w:r>
      <w:r w:rsidRPr="007E280F">
        <w:rPr>
          <w:color w:val="000000"/>
        </w:rPr>
        <w:t>Senaryosunu kendi yazdıkları bir oyunu canlandırma.</w:t>
      </w:r>
    </w:p>
    <w:p w:rsidR="00866E25" w:rsidRPr="007E280F" w:rsidRDefault="00866E25" w:rsidP="007E280F">
      <w:r w:rsidRPr="007E280F">
        <w:rPr>
          <w:b/>
          <w:bCs/>
          <w:color w:val="000000"/>
        </w:rPr>
        <w:t>12-</w:t>
      </w:r>
      <w:r w:rsidRPr="007E280F">
        <w:rPr>
          <w:color w:val="000000"/>
        </w:rPr>
        <w:t>Deyimleri konularına göre sınıflandırma.</w:t>
      </w:r>
    </w:p>
    <w:p w:rsidR="00866E25" w:rsidRPr="007E280F" w:rsidRDefault="00866E25" w:rsidP="007E280F">
      <w:r w:rsidRPr="007E280F">
        <w:rPr>
          <w:b/>
          <w:bCs/>
          <w:color w:val="000000"/>
        </w:rPr>
        <w:t>13-</w:t>
      </w:r>
      <w:r w:rsidRPr="007E280F">
        <w:rPr>
          <w:color w:val="000000"/>
        </w:rPr>
        <w:t>Deyimlerin çıkış kaynaklarını araştırma.</w:t>
      </w:r>
    </w:p>
    <w:p w:rsidR="00866E25" w:rsidRPr="007E280F" w:rsidRDefault="00866E25" w:rsidP="007E280F">
      <w:r w:rsidRPr="007E280F">
        <w:rPr>
          <w:color w:val="000000"/>
        </w:rPr>
        <w:t>1</w:t>
      </w:r>
      <w:r w:rsidRPr="007E280F">
        <w:rPr>
          <w:b/>
          <w:bCs/>
          <w:color w:val="000000"/>
        </w:rPr>
        <w:t>4-</w:t>
      </w:r>
      <w:r w:rsidRPr="007E280F">
        <w:rPr>
          <w:color w:val="000000"/>
        </w:rPr>
        <w:t>Atasözlerinin çıkış kaynaklarını araştırma.</w:t>
      </w:r>
    </w:p>
    <w:p w:rsidR="00866E25" w:rsidRPr="007E280F" w:rsidRDefault="00866E25" w:rsidP="007E280F">
      <w:r w:rsidRPr="007E280F">
        <w:rPr>
          <w:b/>
          <w:bCs/>
          <w:color w:val="000000"/>
        </w:rPr>
        <w:t>15</w:t>
      </w:r>
      <w:r w:rsidRPr="007E280F">
        <w:rPr>
          <w:color w:val="000000"/>
        </w:rPr>
        <w:t>-Konularına göre şiir antolojisi hazırlama.</w:t>
      </w:r>
    </w:p>
    <w:p w:rsidR="00866E25" w:rsidRPr="007E280F" w:rsidRDefault="00866E25" w:rsidP="007E280F">
      <w:r w:rsidRPr="007E280F">
        <w:rPr>
          <w:b/>
          <w:bCs/>
          <w:color w:val="000000"/>
        </w:rPr>
        <w:t>16-</w:t>
      </w:r>
      <w:r w:rsidRPr="007E280F">
        <w:rPr>
          <w:color w:val="000000"/>
        </w:rPr>
        <w:t>Kitap inceleme.</w:t>
      </w:r>
    </w:p>
    <w:p w:rsidR="00866E25" w:rsidRPr="007E280F" w:rsidRDefault="00866E25" w:rsidP="007E280F">
      <w:r w:rsidRPr="007E280F">
        <w:rPr>
          <w:b/>
          <w:bCs/>
          <w:color w:val="000000"/>
        </w:rPr>
        <w:t>17-</w:t>
      </w:r>
      <w:r w:rsidRPr="007E280F">
        <w:rPr>
          <w:color w:val="000000"/>
        </w:rPr>
        <w:t>Yaşanılan yörenin folklorunu inceleme.(yöresel kelimeler, mani, masal, ninni, bilmece, türkü, efsane vb.)</w:t>
      </w:r>
    </w:p>
    <w:p w:rsidR="00866E25" w:rsidRPr="007E280F" w:rsidRDefault="00866E25" w:rsidP="007E280F">
      <w:r w:rsidRPr="007E280F">
        <w:rPr>
          <w:b/>
          <w:bCs/>
          <w:color w:val="000000"/>
        </w:rPr>
        <w:t>18-</w:t>
      </w:r>
      <w:r w:rsidRPr="007E280F">
        <w:rPr>
          <w:color w:val="000000"/>
        </w:rPr>
        <w:t>Atatürk’ün eğitim politikası üzerine araştırma yazısı hazırlama.</w:t>
      </w:r>
    </w:p>
    <w:p w:rsidR="00866E25" w:rsidRPr="007E280F" w:rsidRDefault="00866E25" w:rsidP="007E280F">
      <w:r w:rsidRPr="007E280F">
        <w:rPr>
          <w:b/>
          <w:bCs/>
          <w:color w:val="000000"/>
        </w:rPr>
        <w:t>19-</w:t>
      </w:r>
      <w:r w:rsidRPr="007E280F">
        <w:rPr>
          <w:color w:val="000000"/>
        </w:rPr>
        <w:t>Atatürk’ün  çeşitli konulardaki sözlerini,  sınıflandırarak resimli olarak derleme.</w:t>
      </w:r>
    </w:p>
    <w:p w:rsidR="00866E25" w:rsidRPr="007E280F" w:rsidRDefault="00866E25" w:rsidP="007E280F">
      <w:r w:rsidRPr="007E280F">
        <w:rPr>
          <w:b/>
          <w:bCs/>
          <w:color w:val="000000"/>
        </w:rPr>
        <w:t>20-</w:t>
      </w:r>
      <w:r w:rsidRPr="007E280F">
        <w:rPr>
          <w:color w:val="000000"/>
        </w:rPr>
        <w:t>Bir ya da iki ay süre ile günlük tutma(Belli bir süreye ilişkin kısmı değerlendirmek üzere)</w:t>
      </w:r>
    </w:p>
    <w:p w:rsidR="00866E25" w:rsidRPr="007E280F" w:rsidRDefault="00866E25" w:rsidP="007E280F">
      <w:r w:rsidRPr="007E280F">
        <w:rPr>
          <w:b/>
          <w:bCs/>
          <w:color w:val="000000"/>
        </w:rPr>
        <w:t>21-</w:t>
      </w:r>
      <w:r w:rsidRPr="007E280F">
        <w:rPr>
          <w:color w:val="000000"/>
        </w:rPr>
        <w:t xml:space="preserve"> Kurtuluş savaşında Türk kadınının katkılarını anlatan bir araştırma yazısı hazırlama.</w:t>
      </w:r>
    </w:p>
    <w:p w:rsidR="00866E25" w:rsidRPr="007E280F" w:rsidRDefault="00866E25" w:rsidP="007E280F">
      <w:r w:rsidRPr="007E280F">
        <w:rPr>
          <w:b/>
          <w:bCs/>
          <w:color w:val="000000"/>
        </w:rPr>
        <w:t>22-</w:t>
      </w:r>
      <w:r w:rsidRPr="007E280F">
        <w:rPr>
          <w:color w:val="000000"/>
        </w:rPr>
        <w:t xml:space="preserve"> Öykü yazma (Konu belirlenebilir.).</w:t>
      </w:r>
    </w:p>
    <w:p w:rsidR="00866E25" w:rsidRPr="007E280F" w:rsidRDefault="00866E25" w:rsidP="007E280F">
      <w:r w:rsidRPr="007E280F">
        <w:rPr>
          <w:b/>
          <w:bCs/>
          <w:color w:val="000000"/>
        </w:rPr>
        <w:t>23-</w:t>
      </w:r>
      <w:r w:rsidRPr="007E280F">
        <w:rPr>
          <w:color w:val="000000"/>
        </w:rPr>
        <w:t xml:space="preserve"> Oyun yazma.( Konu belirlenebilir.)</w:t>
      </w:r>
    </w:p>
    <w:p w:rsidR="00866E25" w:rsidRPr="007E280F" w:rsidRDefault="00866E25" w:rsidP="007E280F">
      <w:r w:rsidRPr="007E280F">
        <w:rPr>
          <w:b/>
          <w:bCs/>
          <w:color w:val="000000"/>
        </w:rPr>
        <w:t>24-</w:t>
      </w:r>
      <w:r w:rsidRPr="007E280F">
        <w:rPr>
          <w:color w:val="000000"/>
        </w:rPr>
        <w:t xml:space="preserve">Şiir dinletisi hazırlayıp sunma.( bireysel ya da grup olarak) </w:t>
      </w:r>
    </w:p>
    <w:p w:rsidR="00866E25" w:rsidRPr="007E280F" w:rsidRDefault="00866E25" w:rsidP="007E280F">
      <w:r w:rsidRPr="007E280F">
        <w:rPr>
          <w:b/>
          <w:bCs/>
          <w:color w:val="000000"/>
        </w:rPr>
        <w:t>25-</w:t>
      </w:r>
      <w:r w:rsidRPr="007E280F">
        <w:rPr>
          <w:color w:val="000000"/>
        </w:rPr>
        <w:t>Atatürk’ün sözlerini derleyip düzenleme.</w:t>
      </w:r>
    </w:p>
    <w:p w:rsidR="00866E25" w:rsidRPr="007E280F" w:rsidRDefault="00866E25" w:rsidP="007E280F">
      <w:r w:rsidRPr="007E280F">
        <w:rPr>
          <w:b/>
          <w:bCs/>
          <w:color w:val="000000"/>
        </w:rPr>
        <w:t>26-</w:t>
      </w:r>
      <w:r w:rsidRPr="007E280F">
        <w:rPr>
          <w:color w:val="000000"/>
        </w:rPr>
        <w:t>Seçme şiir defteri tutma.(konuları farklı)</w:t>
      </w:r>
    </w:p>
    <w:p w:rsidR="00866E25" w:rsidRPr="007E280F" w:rsidRDefault="00866E25" w:rsidP="007E280F">
      <w:r w:rsidRPr="007E280F">
        <w:rPr>
          <w:b/>
          <w:bCs/>
          <w:color w:val="000000"/>
        </w:rPr>
        <w:t> 27-</w:t>
      </w:r>
      <w:r w:rsidRPr="007E280F">
        <w:rPr>
          <w:color w:val="000000"/>
        </w:rPr>
        <w:t xml:space="preserve"> Dergi hazırlama (grup çalışması)</w:t>
      </w:r>
    </w:p>
    <w:p w:rsidR="00866E25" w:rsidRPr="007E280F" w:rsidRDefault="00866E25" w:rsidP="007E280F">
      <w:r w:rsidRPr="007E280F">
        <w:rPr>
          <w:b/>
          <w:bCs/>
        </w:rPr>
        <w:t>28-</w:t>
      </w:r>
      <w:r w:rsidRPr="007E280F">
        <w:t xml:space="preserve"> Şiir türleri hakkında bilgi toplama, şiir türlerinden örnekler verme </w:t>
      </w:r>
    </w:p>
    <w:p w:rsidR="00866E25" w:rsidRPr="007E280F" w:rsidRDefault="00866E25" w:rsidP="007E280F">
      <w:r w:rsidRPr="007E280F">
        <w:t xml:space="preserve"> </w:t>
      </w:r>
      <w:r w:rsidRPr="007E280F">
        <w:rPr>
          <w:b/>
          <w:bCs/>
        </w:rPr>
        <w:t>29-</w:t>
      </w:r>
      <w:r w:rsidRPr="007E280F">
        <w:t xml:space="preserve"> Atatürk şiirlerinden oluşan bir dinleti hazırlama.</w:t>
      </w:r>
    </w:p>
    <w:p w:rsidR="00866E25" w:rsidRPr="007E280F" w:rsidRDefault="00866E25" w:rsidP="007E280F">
      <w:r w:rsidRPr="007E280F">
        <w:rPr>
          <w:b/>
          <w:bCs/>
        </w:rPr>
        <w:t>30-</w:t>
      </w:r>
      <w:r w:rsidRPr="007E280F">
        <w:t>Halk türkülerinin ortaya çıkış süreci (bir kasete kendi sesinden kaydetme ve bu türküleri kasete çekme çalışması)</w:t>
      </w:r>
    </w:p>
    <w:p w:rsidR="00866E25" w:rsidRPr="007E280F" w:rsidRDefault="00866E25" w:rsidP="007E280F">
      <w:r w:rsidRPr="007E280F">
        <w:rPr>
          <w:b/>
          <w:bCs/>
        </w:rPr>
        <w:t>31</w:t>
      </w:r>
      <w:r w:rsidRPr="007E280F">
        <w:t>-Efsanelerin ortaya çıkış süreci ve efsaneler( bu efsaneler kasete kendi sözlerinden çekilecek)</w:t>
      </w:r>
    </w:p>
    <w:p w:rsidR="00866E25" w:rsidRPr="007E280F" w:rsidRDefault="00866E25" w:rsidP="007E280F">
      <w:r w:rsidRPr="007E280F">
        <w:rPr>
          <w:b/>
          <w:bCs/>
        </w:rPr>
        <w:t>32-</w:t>
      </w:r>
      <w:r w:rsidRPr="007E280F">
        <w:t>Bir hikayede geçen sözcükleri yapı bakımından inceleme.( kitabın ilk 10-15 sayfası)</w:t>
      </w:r>
    </w:p>
    <w:p w:rsidR="00866E25" w:rsidRPr="007E280F" w:rsidRDefault="00866E25" w:rsidP="007E280F">
      <w:r w:rsidRPr="007E280F">
        <w:rPr>
          <w:b/>
          <w:bCs/>
          <w:color w:val="000000"/>
        </w:rPr>
        <w:t>33-</w:t>
      </w:r>
      <w:r w:rsidRPr="007E280F">
        <w:t xml:space="preserve"> Türk destanları ( Alp Er Tunga Sagusu, Oğuz Kağan Destanı, Bozkurt, Türeyiş,     Göç Destanı)hakkında araştırma yapma.</w:t>
      </w:r>
    </w:p>
    <w:p w:rsidR="00866E25" w:rsidRPr="007E280F" w:rsidRDefault="00866E25" w:rsidP="007E280F">
      <w:r w:rsidRPr="007E280F">
        <w:rPr>
          <w:b/>
          <w:bCs/>
        </w:rPr>
        <w:t>34</w:t>
      </w:r>
      <w:r w:rsidRPr="007E280F">
        <w:t>-Atatürk’ün anılarını derleme</w:t>
      </w:r>
    </w:p>
    <w:p w:rsidR="00866E25" w:rsidRPr="007E280F" w:rsidRDefault="00866E25" w:rsidP="007E280F">
      <w:r w:rsidRPr="007E280F">
        <w:rPr>
          <w:b/>
          <w:bCs/>
        </w:rPr>
        <w:t>35-</w:t>
      </w:r>
      <w:r w:rsidRPr="007E280F">
        <w:rPr>
          <w:color w:val="000000"/>
        </w:rPr>
        <w:t xml:space="preserve"> Drama çalışması ( Kurtuluş Savaşı yıllarında olduğunuzu düşününüz. Yaşadığınız yerdeki halkı, Mustafa Kemal ve arkadaşlarının yanında, Milli Mücadeleye katkıda bulunmaya ikna etmek için bir toplantı düzenlediğinizi farz ediniz. Grup çalışması ile bu toplantıyla ilgili bir drama hazırlayınız)</w:t>
      </w:r>
      <w:r w:rsidRPr="007E280F">
        <w:rPr>
          <w:color w:val="000000"/>
        </w:rPr>
        <w:br/>
      </w:r>
      <w:r w:rsidRPr="007E280F">
        <w:rPr>
          <w:b/>
          <w:bCs/>
          <w:color w:val="000000"/>
        </w:rPr>
        <w:t>36-</w:t>
      </w:r>
      <w:r w:rsidRPr="007E280F">
        <w:rPr>
          <w:color w:val="000000"/>
        </w:rPr>
        <w:t xml:space="preserve"> Mimar Sinan’ın hayatı-eserlerinin albümü.</w:t>
      </w:r>
    </w:p>
    <w:p w:rsidR="00866E25" w:rsidRPr="007E280F" w:rsidRDefault="00866E25" w:rsidP="007E280F">
      <w:r w:rsidRPr="007E280F">
        <w:rPr>
          <w:b/>
          <w:bCs/>
          <w:color w:val="000000"/>
        </w:rPr>
        <w:t>37-</w:t>
      </w:r>
      <w:r w:rsidRPr="007E280F">
        <w:rPr>
          <w:color w:val="000000"/>
        </w:rPr>
        <w:t>Bir konuda karikatür hazırlama.</w:t>
      </w:r>
    </w:p>
    <w:p w:rsidR="00866E25" w:rsidRPr="007E280F" w:rsidRDefault="00866E25" w:rsidP="007E280F">
      <w:r w:rsidRPr="007E280F">
        <w:rPr>
          <w:b/>
          <w:bCs/>
        </w:rPr>
        <w:t>38-</w:t>
      </w:r>
      <w:r w:rsidRPr="007E280F">
        <w:rPr>
          <w:color w:val="000000"/>
        </w:rPr>
        <w:t xml:space="preserve"> Bilinen bir masalı yeni tasarladığı kapak ve resimlerle sunma.</w:t>
      </w:r>
    </w:p>
    <w:p w:rsidR="00866E25" w:rsidRPr="007E280F" w:rsidRDefault="00866E25" w:rsidP="007E280F">
      <w:r w:rsidRPr="007E280F">
        <w:rPr>
          <w:b/>
          <w:bCs/>
          <w:color w:val="000000"/>
        </w:rPr>
        <w:t>39-</w:t>
      </w:r>
      <w:r w:rsidRPr="007E280F">
        <w:rPr>
          <w:color w:val="000000"/>
        </w:rPr>
        <w:t xml:space="preserve"> Çanakkale savaşı ile ilgili bir sunu hazırlama.</w:t>
      </w:r>
    </w:p>
    <w:p w:rsidR="00866E25" w:rsidRPr="007E280F" w:rsidRDefault="00866E25" w:rsidP="007E280F">
      <w:r w:rsidRPr="007E280F">
        <w:rPr>
          <w:b/>
          <w:bCs/>
          <w:color w:val="000000"/>
        </w:rPr>
        <w:t xml:space="preserve">40- </w:t>
      </w:r>
      <w:r w:rsidRPr="007E280F">
        <w:rPr>
          <w:color w:val="000000"/>
        </w:rPr>
        <w:t>Yaşadığımız yerle ilgili gazete hazırlama.</w:t>
      </w:r>
    </w:p>
    <w:p w:rsidR="00866E25" w:rsidRPr="007E280F" w:rsidRDefault="00866E25" w:rsidP="007E280F">
      <w:pPr>
        <w:rPr>
          <w:b/>
          <w:bCs/>
          <w:color w:val="000000"/>
        </w:rPr>
      </w:pPr>
    </w:p>
    <w:p w:rsidR="00866E25" w:rsidRPr="007E280F" w:rsidRDefault="00866E25" w:rsidP="007E280F">
      <w:pPr>
        <w:rPr>
          <w:b/>
          <w:bCs/>
          <w:color w:val="000000"/>
        </w:rPr>
      </w:pPr>
    </w:p>
    <w:p w:rsidR="00866E25" w:rsidRDefault="00866E25" w:rsidP="007E280F">
      <w:pPr>
        <w:rPr>
          <w:b/>
          <w:bCs/>
          <w:color w:val="000000"/>
        </w:rPr>
      </w:pPr>
    </w:p>
    <w:p w:rsidR="00866E25" w:rsidRDefault="00866E25" w:rsidP="007E280F">
      <w:pPr>
        <w:rPr>
          <w:b/>
          <w:bCs/>
          <w:color w:val="000000"/>
        </w:rPr>
      </w:pPr>
    </w:p>
    <w:p w:rsidR="00866E25" w:rsidRDefault="00866E25" w:rsidP="007E280F">
      <w:pPr>
        <w:rPr>
          <w:b/>
          <w:bCs/>
          <w:color w:val="000000"/>
        </w:rPr>
      </w:pPr>
    </w:p>
    <w:p w:rsidR="00866E25" w:rsidRPr="007E280F" w:rsidRDefault="00866E25" w:rsidP="007E280F">
      <w:pPr>
        <w:rPr>
          <w:b/>
          <w:bCs/>
          <w:color w:val="000000"/>
        </w:rPr>
      </w:pPr>
      <w:r w:rsidRPr="007E280F">
        <w:rPr>
          <w:b/>
          <w:bCs/>
          <w:color w:val="000000"/>
        </w:rPr>
        <w:t>Öğrencilere her dönem,  en az bir performans ödevi verilmesi konusunda fikir birliğine varıldı ve 6,7.ve 8.sınıf performans ödev konuları aşağıdaki şekilde belirlendi.</w:t>
      </w:r>
    </w:p>
    <w:p w:rsidR="00866E25" w:rsidRPr="007E280F" w:rsidRDefault="00866E25" w:rsidP="007E280F"/>
    <w:p w:rsidR="00866E25" w:rsidRPr="007E280F" w:rsidRDefault="00866E25" w:rsidP="007E280F">
      <w:r w:rsidRPr="007E280F">
        <w:rPr>
          <w:b/>
          <w:bCs/>
          <w:color w:val="000000"/>
        </w:rPr>
        <w:t> 1-</w:t>
      </w:r>
      <w:r w:rsidRPr="007E280F">
        <w:rPr>
          <w:color w:val="000000"/>
        </w:rPr>
        <w:t>Okul ve sınıf panolarında sergilenmek üzere afiş tasarımı hazırlama</w:t>
      </w:r>
    </w:p>
    <w:p w:rsidR="00866E25" w:rsidRPr="007E280F" w:rsidRDefault="00866E25" w:rsidP="007E280F">
      <w:r w:rsidRPr="007E280F">
        <w:rPr>
          <w:b/>
          <w:bCs/>
          <w:color w:val="000000"/>
        </w:rPr>
        <w:t>(</w:t>
      </w:r>
      <w:r w:rsidRPr="007E280F">
        <w:rPr>
          <w:color w:val="000000"/>
        </w:rPr>
        <w:t>UMUT, MUTLULUK, KAYGI, YALNIZLIK, ÖZLEM, BAĞIŞLAMA, TAKDİR ETME konularından bir ile ilgili olacak)</w:t>
      </w:r>
    </w:p>
    <w:p w:rsidR="00866E25" w:rsidRPr="007E280F" w:rsidRDefault="00866E25" w:rsidP="007E280F">
      <w:r w:rsidRPr="007E280F">
        <w:rPr>
          <w:b/>
          <w:bCs/>
          <w:color w:val="000000"/>
        </w:rPr>
        <w:t>2-</w:t>
      </w:r>
      <w:r w:rsidRPr="007E280F">
        <w:rPr>
          <w:color w:val="000000"/>
        </w:rPr>
        <w:t>Kitap okuma ve faydaları ile ilgili okul ve sınıf panolarında sergilenmek üzere afişler hazırlama.</w:t>
      </w:r>
    </w:p>
    <w:p w:rsidR="00866E25" w:rsidRPr="007E280F" w:rsidRDefault="00866E25" w:rsidP="007E280F">
      <w:r w:rsidRPr="007E280F">
        <w:rPr>
          <w:b/>
          <w:bCs/>
          <w:color w:val="000000"/>
        </w:rPr>
        <w:t>3-</w:t>
      </w:r>
      <w:r w:rsidRPr="007E280F">
        <w:rPr>
          <w:color w:val="000000"/>
        </w:rPr>
        <w:t xml:space="preserve"> Gezip gördüğünüz bir yeri ayrıntılarıyla anlatınız.</w:t>
      </w:r>
    </w:p>
    <w:p w:rsidR="00866E25" w:rsidRPr="007E280F" w:rsidRDefault="00866E25" w:rsidP="007E280F">
      <w:r w:rsidRPr="007E280F">
        <w:rPr>
          <w:b/>
          <w:bCs/>
          <w:color w:val="000000"/>
        </w:rPr>
        <w:t>4-</w:t>
      </w:r>
      <w:r w:rsidRPr="007E280F">
        <w:rPr>
          <w:color w:val="000000"/>
        </w:rPr>
        <w:t>Şiir dinletisi hazırlayıp sunma (Konusunu öğrenci belirleyecek)</w:t>
      </w:r>
    </w:p>
    <w:p w:rsidR="00866E25" w:rsidRPr="007E280F" w:rsidRDefault="00866E25" w:rsidP="007E280F">
      <w:r w:rsidRPr="007E280F">
        <w:rPr>
          <w:b/>
          <w:bCs/>
          <w:color w:val="000000"/>
        </w:rPr>
        <w:t>5-</w:t>
      </w:r>
      <w:r w:rsidRPr="007E280F">
        <w:rPr>
          <w:color w:val="000000"/>
        </w:rPr>
        <w:t xml:space="preserve"> Bir yazar ve eseri hakkında bilgi verme.( bu konu 15 dakika süre ile öğrenciler tarafından sunum yapılacak şekilde olacak)</w:t>
      </w:r>
    </w:p>
    <w:p w:rsidR="00866E25" w:rsidRPr="007E280F" w:rsidRDefault="00866E25" w:rsidP="007E280F">
      <w:r w:rsidRPr="007E280F">
        <w:rPr>
          <w:b/>
          <w:bCs/>
          <w:color w:val="000000"/>
        </w:rPr>
        <w:t>6-</w:t>
      </w:r>
      <w:r w:rsidRPr="007E280F">
        <w:rPr>
          <w:color w:val="000000"/>
        </w:rPr>
        <w:t>Bir şiiri düz yazıya çevirme.</w:t>
      </w:r>
    </w:p>
    <w:p w:rsidR="00866E25" w:rsidRPr="007E280F" w:rsidRDefault="00866E25" w:rsidP="007E280F">
      <w:r w:rsidRPr="007E280F">
        <w:rPr>
          <w:b/>
          <w:bCs/>
          <w:color w:val="000000"/>
        </w:rPr>
        <w:t>7-</w:t>
      </w:r>
      <w:r w:rsidRPr="007E280F">
        <w:rPr>
          <w:color w:val="000000"/>
        </w:rPr>
        <w:t>Yer adları efsane antolojisi hazırlama.</w:t>
      </w:r>
    </w:p>
    <w:p w:rsidR="00866E25" w:rsidRPr="007E280F" w:rsidRDefault="00866E25" w:rsidP="007E280F">
      <w:r w:rsidRPr="007E280F">
        <w:rPr>
          <w:b/>
          <w:bCs/>
          <w:color w:val="000000"/>
        </w:rPr>
        <w:t>8-</w:t>
      </w:r>
      <w:r w:rsidRPr="007E280F">
        <w:rPr>
          <w:color w:val="000000"/>
        </w:rPr>
        <w:t>Bir öyküyü tiyatro türüne uyarlama.</w:t>
      </w:r>
    </w:p>
    <w:p w:rsidR="00866E25" w:rsidRPr="007E280F" w:rsidRDefault="00866E25" w:rsidP="007E280F">
      <w:r w:rsidRPr="007E280F">
        <w:rPr>
          <w:b/>
          <w:bCs/>
          <w:color w:val="000000"/>
        </w:rPr>
        <w:t>9-</w:t>
      </w:r>
      <w:r w:rsidRPr="007E280F">
        <w:rPr>
          <w:color w:val="000000"/>
        </w:rPr>
        <w:t>Şiir incelemesi(biçim ve içerik yönünden)</w:t>
      </w:r>
    </w:p>
    <w:p w:rsidR="00866E25" w:rsidRPr="007E280F" w:rsidRDefault="00866E25" w:rsidP="007E280F">
      <w:r w:rsidRPr="007E280F">
        <w:rPr>
          <w:b/>
          <w:bCs/>
          <w:color w:val="000000"/>
        </w:rPr>
        <w:t>10-</w:t>
      </w:r>
      <w:r w:rsidRPr="007E280F">
        <w:rPr>
          <w:color w:val="000000"/>
        </w:rPr>
        <w:t>Atasözü ve özdeyiş açıklama. (Konusu belirlenebilir.)</w:t>
      </w:r>
    </w:p>
    <w:p w:rsidR="00866E25" w:rsidRPr="007E280F" w:rsidRDefault="00866E25" w:rsidP="007E280F">
      <w:r w:rsidRPr="007E280F">
        <w:rPr>
          <w:b/>
          <w:bCs/>
          <w:color w:val="000000"/>
        </w:rPr>
        <w:t>11-</w:t>
      </w:r>
      <w:r w:rsidRPr="007E280F">
        <w:rPr>
          <w:color w:val="000000"/>
        </w:rPr>
        <w:t>Yöremizdeki turizm çalışmalarını hakkında bilgi edinme.</w:t>
      </w:r>
    </w:p>
    <w:p w:rsidR="00866E25" w:rsidRPr="007E280F" w:rsidRDefault="00866E25" w:rsidP="007E280F">
      <w:r w:rsidRPr="007E280F">
        <w:rPr>
          <w:b/>
          <w:bCs/>
          <w:color w:val="000000"/>
        </w:rPr>
        <w:t>12-</w:t>
      </w:r>
      <w:r w:rsidRPr="007E280F">
        <w:rPr>
          <w:color w:val="000000"/>
        </w:rPr>
        <w:t xml:space="preserve"> Düğün veya nişan törenleri, asker uğurlama, şenlik vb. yöresel geleneklerin anlatılması.</w:t>
      </w:r>
    </w:p>
    <w:p w:rsidR="00866E25" w:rsidRPr="007E280F" w:rsidRDefault="00866E25" w:rsidP="007E280F">
      <w:r w:rsidRPr="007E280F">
        <w:rPr>
          <w:b/>
          <w:bCs/>
          <w:color w:val="000000"/>
        </w:rPr>
        <w:t>13-</w:t>
      </w:r>
      <w:r w:rsidRPr="007E280F">
        <w:rPr>
          <w:color w:val="000000"/>
        </w:rPr>
        <w:t>Çeşitli edebiyat dergilerini inceleme.</w:t>
      </w:r>
    </w:p>
    <w:p w:rsidR="00866E25" w:rsidRPr="007E280F" w:rsidRDefault="00866E25" w:rsidP="007E280F">
      <w:r w:rsidRPr="007E280F">
        <w:rPr>
          <w:b/>
          <w:bCs/>
          <w:color w:val="000000"/>
        </w:rPr>
        <w:t>14-</w:t>
      </w:r>
      <w:r w:rsidRPr="007E280F">
        <w:rPr>
          <w:color w:val="000000"/>
        </w:rPr>
        <w:t xml:space="preserve"> Bilinen bir kişi, hayvan, eşya, yer ve olayla ilgili betimlemeler yapma.</w:t>
      </w:r>
    </w:p>
    <w:p w:rsidR="00866E25" w:rsidRPr="007E280F" w:rsidRDefault="00866E25" w:rsidP="007E280F">
      <w:r w:rsidRPr="007E280F">
        <w:rPr>
          <w:b/>
          <w:bCs/>
          <w:color w:val="000000"/>
        </w:rPr>
        <w:t>15-</w:t>
      </w:r>
      <w:r w:rsidRPr="007E280F">
        <w:rPr>
          <w:color w:val="000000"/>
        </w:rPr>
        <w:t xml:space="preserve"> Sözcüklerin gerçek ve mecaz anlamlarını araştırarak, sözcükleri bu anlamlarına uygun biçimde cümlede kullanma.</w:t>
      </w:r>
    </w:p>
    <w:p w:rsidR="00866E25" w:rsidRPr="007E280F" w:rsidRDefault="00866E25" w:rsidP="007E280F">
      <w:r w:rsidRPr="007E280F">
        <w:rPr>
          <w:b/>
          <w:bCs/>
          <w:color w:val="000000"/>
        </w:rPr>
        <w:t>16</w:t>
      </w:r>
      <w:r w:rsidRPr="007E280F">
        <w:rPr>
          <w:color w:val="000000"/>
        </w:rPr>
        <w:t>-“ de” ve “ki”lerin görevlerini, yazımına  ilişkin kuralları araştırma, bunları örnek cümlelerle gösterme.</w:t>
      </w:r>
    </w:p>
    <w:p w:rsidR="00866E25" w:rsidRPr="007E280F" w:rsidRDefault="00866E25" w:rsidP="007E280F">
      <w:r w:rsidRPr="007E280F">
        <w:rPr>
          <w:b/>
          <w:bCs/>
          <w:color w:val="000000"/>
        </w:rPr>
        <w:t>17-</w:t>
      </w:r>
      <w:r w:rsidRPr="007E280F">
        <w:rPr>
          <w:color w:val="000000"/>
        </w:rPr>
        <w:t>İzlenen bir filmi, oyunu özetleme, eleştirme.</w:t>
      </w:r>
    </w:p>
    <w:p w:rsidR="00866E25" w:rsidRPr="007E280F" w:rsidRDefault="00866E25" w:rsidP="007E280F">
      <w:r w:rsidRPr="007E280F">
        <w:rPr>
          <w:b/>
          <w:bCs/>
          <w:color w:val="000000"/>
        </w:rPr>
        <w:t>18-</w:t>
      </w:r>
      <w:r w:rsidRPr="007E280F">
        <w:rPr>
          <w:color w:val="000000"/>
        </w:rPr>
        <w:t>Yöremizin tarihi ve turistik özelliklerini anlatan bir yazının hazırlanması.</w:t>
      </w:r>
    </w:p>
    <w:p w:rsidR="00866E25" w:rsidRPr="007E280F" w:rsidRDefault="00866E25" w:rsidP="007E280F">
      <w:r w:rsidRPr="007E280F">
        <w:rPr>
          <w:b/>
          <w:bCs/>
          <w:color w:val="000000"/>
        </w:rPr>
        <w:t>19</w:t>
      </w:r>
      <w:r w:rsidRPr="007E280F">
        <w:rPr>
          <w:color w:val="000000"/>
        </w:rPr>
        <w:t>-Bir paragrafın kelimelerinin köklerini, eklerini ve eklerin çeşitlerini inceleme.</w:t>
      </w:r>
    </w:p>
    <w:p w:rsidR="00866E25" w:rsidRPr="007E280F" w:rsidRDefault="00866E25" w:rsidP="007E280F">
      <w:r w:rsidRPr="007E280F">
        <w:rPr>
          <w:b/>
          <w:bCs/>
          <w:color w:val="000000"/>
        </w:rPr>
        <w:t>20-</w:t>
      </w:r>
      <w:r w:rsidRPr="007E280F">
        <w:rPr>
          <w:color w:val="000000"/>
        </w:rPr>
        <w:t>Anı yazma.</w:t>
      </w:r>
    </w:p>
    <w:p w:rsidR="00866E25" w:rsidRPr="007E280F" w:rsidRDefault="00866E25" w:rsidP="007E280F">
      <w:r w:rsidRPr="007E280F">
        <w:rPr>
          <w:b/>
          <w:bCs/>
          <w:color w:val="000000"/>
        </w:rPr>
        <w:t>21-</w:t>
      </w:r>
      <w:r w:rsidRPr="007E280F">
        <w:rPr>
          <w:color w:val="000000"/>
        </w:rPr>
        <w:t>İzlenen bir filmi, oyunu özetleme, eleştirme.</w:t>
      </w:r>
    </w:p>
    <w:p w:rsidR="00866E25" w:rsidRPr="007E280F" w:rsidRDefault="00866E25" w:rsidP="007E280F">
      <w:r w:rsidRPr="007E280F">
        <w:rPr>
          <w:b/>
          <w:bCs/>
          <w:color w:val="000000"/>
        </w:rPr>
        <w:t>22-</w:t>
      </w:r>
      <w:r w:rsidRPr="007E280F">
        <w:rPr>
          <w:color w:val="000000"/>
        </w:rPr>
        <w:t>Şiir türleri hakkında bilgi toplama, örnekler bulma.</w:t>
      </w:r>
    </w:p>
    <w:p w:rsidR="00866E25" w:rsidRPr="007E280F" w:rsidRDefault="00866E25" w:rsidP="007E280F">
      <w:r w:rsidRPr="007E280F">
        <w:rPr>
          <w:b/>
          <w:bCs/>
          <w:color w:val="000000"/>
        </w:rPr>
        <w:t>23-</w:t>
      </w:r>
      <w:r w:rsidRPr="007E280F">
        <w:rPr>
          <w:color w:val="000000"/>
        </w:rPr>
        <w:t>Şiirler üzerinde redifleri, uyakları ve çeşitlerini bulma.</w:t>
      </w:r>
    </w:p>
    <w:p w:rsidR="00866E25" w:rsidRPr="007E280F" w:rsidRDefault="00866E25" w:rsidP="007E280F">
      <w:pPr>
        <w:jc w:val="both"/>
      </w:pPr>
      <w:r w:rsidRPr="007E280F">
        <w:rPr>
          <w:b/>
          <w:bCs/>
          <w:color w:val="000000"/>
        </w:rPr>
        <w:t>24-</w:t>
      </w:r>
      <w:r w:rsidRPr="007E280F">
        <w:rPr>
          <w:color w:val="000000"/>
        </w:rPr>
        <w:t xml:space="preserve"> Seçme şiir defteri tutma.</w:t>
      </w:r>
    </w:p>
    <w:p w:rsidR="00866E25" w:rsidRPr="007E280F" w:rsidRDefault="00866E25" w:rsidP="007E280F">
      <w:r w:rsidRPr="007E280F">
        <w:rPr>
          <w:b/>
          <w:bCs/>
          <w:color w:val="000000"/>
        </w:rPr>
        <w:t>25-</w:t>
      </w:r>
      <w:r w:rsidRPr="007E280F">
        <w:rPr>
          <w:color w:val="000000"/>
        </w:rPr>
        <w:t>Atatürk’ün çeşitli konulardaki sözlerini derleme.</w:t>
      </w:r>
    </w:p>
    <w:p w:rsidR="00866E25" w:rsidRPr="007E280F" w:rsidRDefault="00866E25" w:rsidP="007E280F">
      <w:r w:rsidRPr="007E280F">
        <w:rPr>
          <w:b/>
          <w:bCs/>
          <w:color w:val="000000"/>
        </w:rPr>
        <w:t>26-</w:t>
      </w:r>
      <w:r w:rsidRPr="007E280F">
        <w:rPr>
          <w:color w:val="000000"/>
        </w:rPr>
        <w:t>Bir  paragraftan ya da kitaptan alınmış cümlelerin öğelerinin incelenmesi.</w:t>
      </w:r>
    </w:p>
    <w:p w:rsidR="00866E25" w:rsidRPr="007E280F" w:rsidRDefault="00866E25" w:rsidP="007E280F">
      <w:r w:rsidRPr="007E280F">
        <w:rPr>
          <w:b/>
          <w:bCs/>
          <w:color w:val="000000"/>
        </w:rPr>
        <w:t>27-</w:t>
      </w:r>
      <w:r w:rsidRPr="007E280F">
        <w:rPr>
          <w:color w:val="000000"/>
        </w:rPr>
        <w:t>Cümle çeşitleri ile ilgili araştırma yapma.</w:t>
      </w:r>
    </w:p>
    <w:p w:rsidR="00866E25" w:rsidRPr="007E280F" w:rsidRDefault="00866E25" w:rsidP="007E280F">
      <w:r w:rsidRPr="007E280F">
        <w:rPr>
          <w:b/>
          <w:bCs/>
          <w:color w:val="000000"/>
        </w:rPr>
        <w:t>28-</w:t>
      </w:r>
      <w:r w:rsidRPr="007E280F">
        <w:rPr>
          <w:color w:val="000000"/>
        </w:rPr>
        <w:t>Hece ölçüsü ile bir şiir yazma( Şiir öğrencinin seçeceği bir konu üzerinde olacak)</w:t>
      </w:r>
    </w:p>
    <w:p w:rsidR="00866E25" w:rsidRPr="007E280F" w:rsidRDefault="00866E25" w:rsidP="007E280F">
      <w:r w:rsidRPr="007E280F">
        <w:rPr>
          <w:b/>
          <w:bCs/>
          <w:color w:val="000000"/>
        </w:rPr>
        <w:t>29-</w:t>
      </w:r>
      <w:r w:rsidRPr="007E280F">
        <w:rPr>
          <w:color w:val="000000"/>
        </w:rPr>
        <w:t>Ömer Seyfettin, Reşat Nuri Güntekin,  Memduh Şevket Esendal veya Sait Faik Abasıyanık’ın bir hikâyesinin incelenmesi.</w:t>
      </w:r>
    </w:p>
    <w:p w:rsidR="00866E25" w:rsidRPr="007E280F" w:rsidRDefault="00866E25" w:rsidP="007E280F">
      <w:r w:rsidRPr="007E280F">
        <w:rPr>
          <w:b/>
          <w:bCs/>
          <w:color w:val="000000"/>
        </w:rPr>
        <w:t>30-</w:t>
      </w:r>
      <w:r w:rsidRPr="007E280F">
        <w:rPr>
          <w:color w:val="000000"/>
        </w:rPr>
        <w:t>Fiil çatılarını örneklerle açıklama ve bir paragraf üzerinde incelenmesi.</w:t>
      </w:r>
    </w:p>
    <w:p w:rsidR="00866E25" w:rsidRPr="007E280F" w:rsidRDefault="00866E25" w:rsidP="007E280F">
      <w:r w:rsidRPr="007E280F">
        <w:rPr>
          <w:b/>
          <w:bCs/>
          <w:color w:val="000000"/>
        </w:rPr>
        <w:t>31-</w:t>
      </w:r>
      <w:r w:rsidRPr="007E280F">
        <w:rPr>
          <w:color w:val="000000"/>
        </w:rPr>
        <w:t>Biyografi yazma.</w:t>
      </w:r>
    </w:p>
    <w:p w:rsidR="00866E25" w:rsidRPr="007E280F" w:rsidRDefault="00866E25" w:rsidP="007E280F">
      <w:r w:rsidRPr="007E280F">
        <w:rPr>
          <w:b/>
          <w:bCs/>
          <w:color w:val="000000"/>
        </w:rPr>
        <w:t>32-</w:t>
      </w:r>
      <w:r w:rsidRPr="007E280F">
        <w:rPr>
          <w:color w:val="000000"/>
        </w:rPr>
        <w:t>Yaratıcı masal yazma çalışması.</w:t>
      </w:r>
    </w:p>
    <w:p w:rsidR="00866E25" w:rsidRPr="007E280F" w:rsidRDefault="00866E25" w:rsidP="007E280F">
      <w:r w:rsidRPr="007E280F">
        <w:rPr>
          <w:b/>
          <w:bCs/>
          <w:color w:val="000000"/>
        </w:rPr>
        <w:t>33-</w:t>
      </w:r>
      <w:r w:rsidRPr="007E280F">
        <w:rPr>
          <w:color w:val="000000"/>
        </w:rPr>
        <w:t>Yaratıcı öykü yazma çalışması.</w:t>
      </w:r>
    </w:p>
    <w:p w:rsidR="00866E25" w:rsidRPr="007E280F" w:rsidRDefault="00866E25" w:rsidP="007E280F">
      <w:r w:rsidRPr="007E280F">
        <w:rPr>
          <w:b/>
          <w:bCs/>
          <w:color w:val="000000"/>
        </w:rPr>
        <w:t>34-</w:t>
      </w:r>
      <w:r w:rsidRPr="007E280F">
        <w:rPr>
          <w:color w:val="000000"/>
        </w:rPr>
        <w:t>Bayrağımızdaki ay ve yıldızın incelenmesi.</w:t>
      </w:r>
    </w:p>
    <w:p w:rsidR="00866E25" w:rsidRPr="007E280F" w:rsidRDefault="00866E25" w:rsidP="007E280F">
      <w:pPr>
        <w:jc w:val="both"/>
      </w:pPr>
      <w:r w:rsidRPr="007E280F">
        <w:rPr>
          <w:b/>
          <w:bCs/>
          <w:color w:val="000000"/>
        </w:rPr>
        <w:t>35-</w:t>
      </w:r>
      <w:r w:rsidRPr="007E280F">
        <w:rPr>
          <w:color w:val="000000"/>
        </w:rPr>
        <w:t>Âşık Veysel ŞATIROĞLU’NUN hayatı, sanatı ve eserleri hakkında bilgi veriniz. Beğendiğiniz beş adet şiirini yazınız.</w:t>
      </w:r>
    </w:p>
    <w:p w:rsidR="00866E25" w:rsidRPr="007E280F" w:rsidRDefault="00866E25" w:rsidP="007E280F">
      <w:pPr>
        <w:jc w:val="both"/>
      </w:pPr>
      <w:r w:rsidRPr="007E280F">
        <w:rPr>
          <w:b/>
          <w:bCs/>
          <w:color w:val="000000"/>
        </w:rPr>
        <w:t>36-</w:t>
      </w:r>
      <w:r w:rsidRPr="007E280F">
        <w:rPr>
          <w:color w:val="000000"/>
        </w:rPr>
        <w:t xml:space="preserve">Noktalama işaretleri ve kullanıldığı yerler (nokta, noktalı virgül, virgül, iki nokta, üç nokta, soru işareti, tırnak, konuşma çizgisi, parantez, ünlem işareti) </w:t>
      </w:r>
    </w:p>
    <w:p w:rsidR="00866E25" w:rsidRPr="007E280F" w:rsidRDefault="00866E25" w:rsidP="007E280F">
      <w:pPr>
        <w:jc w:val="both"/>
      </w:pPr>
      <w:r w:rsidRPr="007E280F">
        <w:rPr>
          <w:b/>
          <w:bCs/>
          <w:color w:val="000000"/>
        </w:rPr>
        <w:t>37-</w:t>
      </w:r>
      <w:r w:rsidRPr="007E280F">
        <w:rPr>
          <w:color w:val="000000"/>
        </w:rPr>
        <w:t>Karacaoğlan’ın hayatı ve eserleri hakkında bilgi veriniz; beğendiğiniz beş adet şiirini yazınız.</w:t>
      </w:r>
    </w:p>
    <w:p w:rsidR="00866E25" w:rsidRPr="007E280F" w:rsidRDefault="00866E25" w:rsidP="007E280F">
      <w:r w:rsidRPr="007E280F">
        <w:rPr>
          <w:b/>
          <w:bCs/>
          <w:color w:val="000000"/>
        </w:rPr>
        <w:t>38-</w:t>
      </w:r>
      <w:r w:rsidRPr="007E280F">
        <w:rPr>
          <w:color w:val="000000"/>
        </w:rPr>
        <w:t>Türkçedeki ses olayları hakkında bir çalışma</w:t>
      </w:r>
    </w:p>
    <w:p w:rsidR="00866E25" w:rsidRPr="007E280F" w:rsidRDefault="00866E25" w:rsidP="007E280F">
      <w:r w:rsidRPr="007E280F">
        <w:rPr>
          <w:b/>
          <w:bCs/>
          <w:color w:val="000000"/>
        </w:rPr>
        <w:t>39-</w:t>
      </w:r>
      <w:r w:rsidRPr="007E280F">
        <w:rPr>
          <w:color w:val="000000"/>
        </w:rPr>
        <w:t>Sınıf dergisi hazırlama( Bu konu ile ilgili dokümanlar çeşitli çocuk dergilerinden yararlanılarak ve renkli karton üzerine yapılacak))</w:t>
      </w:r>
    </w:p>
    <w:p w:rsidR="00866E25" w:rsidRPr="007E280F" w:rsidRDefault="00866E25" w:rsidP="007E280F">
      <w:r w:rsidRPr="007E280F">
        <w:rPr>
          <w:b/>
          <w:bCs/>
          <w:color w:val="000000"/>
        </w:rPr>
        <w:t>40-</w:t>
      </w:r>
      <w:r w:rsidRPr="007E280F">
        <w:rPr>
          <w:color w:val="000000"/>
        </w:rPr>
        <w:t>Bir meslek sahibi ile mesleğinin özellikleri hakkında röportaj yapma(grup çalışması)</w:t>
      </w:r>
    </w:p>
    <w:p w:rsidR="00866E25" w:rsidRPr="007E280F" w:rsidRDefault="00866E25" w:rsidP="007E280F">
      <w:r w:rsidRPr="007E280F">
        <w:rPr>
          <w:b/>
          <w:bCs/>
          <w:color w:val="000000"/>
        </w:rPr>
        <w:t>41-</w:t>
      </w:r>
      <w:r w:rsidRPr="007E280F">
        <w:rPr>
          <w:color w:val="000000"/>
        </w:rPr>
        <w:t>Nasrettin Hoca kimdir? Fıkralarından en az 20 tanesini yazınız.</w:t>
      </w:r>
    </w:p>
    <w:p w:rsidR="00866E25" w:rsidRPr="007E280F" w:rsidRDefault="00866E25" w:rsidP="007E280F">
      <w:r w:rsidRPr="007E280F">
        <w:rPr>
          <w:b/>
          <w:bCs/>
          <w:color w:val="000000"/>
        </w:rPr>
        <w:t>42-</w:t>
      </w:r>
      <w:r w:rsidRPr="007E280F">
        <w:rPr>
          <w:color w:val="000000"/>
        </w:rPr>
        <w:t>Fiilimsiler</w:t>
      </w:r>
    </w:p>
    <w:p w:rsidR="00866E25" w:rsidRPr="007E280F" w:rsidRDefault="00866E25" w:rsidP="007E280F">
      <w:r w:rsidRPr="007E280F">
        <w:rPr>
          <w:b/>
          <w:bCs/>
          <w:color w:val="000000"/>
        </w:rPr>
        <w:t>43</w:t>
      </w:r>
      <w:r w:rsidRPr="007E280F">
        <w:rPr>
          <w:color w:val="000000"/>
        </w:rPr>
        <w:t>-Komedi türünde bir piyes yazımı. (grup çalışması)</w:t>
      </w:r>
    </w:p>
    <w:p w:rsidR="00866E25" w:rsidRPr="007E280F" w:rsidRDefault="00866E25" w:rsidP="007E280F">
      <w:r w:rsidRPr="007E280F">
        <w:rPr>
          <w:b/>
          <w:bCs/>
          <w:color w:val="000000"/>
        </w:rPr>
        <w:t>44</w:t>
      </w:r>
      <w:r w:rsidRPr="007E280F">
        <w:rPr>
          <w:color w:val="000000"/>
        </w:rPr>
        <w:t>-Bilmece, fıkra, mani kitabı oluşturma(grup çalışması)</w:t>
      </w:r>
    </w:p>
    <w:p w:rsidR="00866E25" w:rsidRPr="007E280F" w:rsidRDefault="00866E25" w:rsidP="007E280F">
      <w:r w:rsidRPr="007E280F">
        <w:rPr>
          <w:b/>
          <w:bCs/>
          <w:color w:val="000000"/>
        </w:rPr>
        <w:t>45</w:t>
      </w:r>
      <w:r w:rsidRPr="007E280F">
        <w:rPr>
          <w:color w:val="000000"/>
        </w:rPr>
        <w:t>-Belirli gün ve haftalarla ilgili pano hazırlama(grup çalışması)</w:t>
      </w:r>
    </w:p>
    <w:p w:rsidR="00866E25" w:rsidRPr="007E280F" w:rsidRDefault="00866E25" w:rsidP="007E280F">
      <w:r w:rsidRPr="007E280F">
        <w:rPr>
          <w:b/>
          <w:bCs/>
          <w:color w:val="000000"/>
        </w:rPr>
        <w:t>46-</w:t>
      </w:r>
      <w:r w:rsidRPr="007E280F">
        <w:rPr>
          <w:color w:val="000000"/>
        </w:rPr>
        <w:t>Karagöz ile Hacivat oyununun canlandırılması(grup çalışması)</w:t>
      </w:r>
    </w:p>
    <w:p w:rsidR="00866E25" w:rsidRPr="007E280F" w:rsidRDefault="00866E25" w:rsidP="007E280F">
      <w:r w:rsidRPr="007E280F">
        <w:rPr>
          <w:b/>
          <w:bCs/>
          <w:color w:val="000000"/>
        </w:rPr>
        <w:t>47-</w:t>
      </w:r>
      <w:r w:rsidRPr="007E280F">
        <w:rPr>
          <w:color w:val="000000"/>
        </w:rPr>
        <w:t xml:space="preserve">Münazara yapma(grup çalışması) </w:t>
      </w:r>
    </w:p>
    <w:p w:rsidR="00866E25" w:rsidRPr="007E280F" w:rsidRDefault="00866E25" w:rsidP="007E280F">
      <w:r w:rsidRPr="007E280F">
        <w:rPr>
          <w:b/>
          <w:bCs/>
          <w:color w:val="000000"/>
        </w:rPr>
        <w:t>48-</w:t>
      </w:r>
      <w:r w:rsidRPr="007E280F">
        <w:rPr>
          <w:color w:val="000000"/>
        </w:rPr>
        <w:t>Atatürk’e ait bir sözü afiş şeklinde hazırlama.</w:t>
      </w:r>
    </w:p>
    <w:p w:rsidR="00866E25" w:rsidRPr="007E280F" w:rsidRDefault="00866E25" w:rsidP="007E280F">
      <w:r w:rsidRPr="007E280F">
        <w:rPr>
          <w:b/>
          <w:bCs/>
          <w:color w:val="000000"/>
        </w:rPr>
        <w:t>49-</w:t>
      </w:r>
      <w:r w:rsidRPr="007E280F">
        <w:t xml:space="preserve"> Eğitici köşe yazıları derleme ve bunların yorumunu yapma.</w:t>
      </w:r>
    </w:p>
    <w:p w:rsidR="00866E25" w:rsidRPr="007E280F" w:rsidRDefault="00866E25" w:rsidP="007E280F">
      <w:r w:rsidRPr="007E280F">
        <w:rPr>
          <w:b/>
          <w:bCs/>
        </w:rPr>
        <w:t>50-</w:t>
      </w:r>
      <w:r w:rsidRPr="007E280F">
        <w:t>İzlediğiniz, okuduğunuz ya da çevrenizde duyduğunuz Türkçenin yanlış kullanımı ile ilgili söylemleri araştırma yapma</w:t>
      </w:r>
    </w:p>
    <w:p w:rsidR="00866E25" w:rsidRPr="007E280F" w:rsidRDefault="00866E25" w:rsidP="007E280F">
      <w:r w:rsidRPr="007E280F">
        <w:rPr>
          <w:b/>
          <w:bCs/>
        </w:rPr>
        <w:t>51</w:t>
      </w:r>
      <w:r w:rsidRPr="007E280F">
        <w:rPr>
          <w:b/>
          <w:bCs/>
          <w:color w:val="000000"/>
        </w:rPr>
        <w:t>-</w:t>
      </w:r>
      <w:r w:rsidRPr="007E280F">
        <w:rPr>
          <w:color w:val="000000"/>
        </w:rPr>
        <w:t>Kitap okuma alışkanlığı ile ilgili anket çalışması.</w:t>
      </w:r>
    </w:p>
    <w:p w:rsidR="00866E25" w:rsidRPr="007E280F" w:rsidRDefault="00866E25" w:rsidP="007E280F">
      <w:r w:rsidRPr="007E280F">
        <w:rPr>
          <w:b/>
          <w:bCs/>
          <w:color w:val="000000"/>
        </w:rPr>
        <w:t>52-</w:t>
      </w:r>
      <w:r w:rsidRPr="007E280F">
        <w:t xml:space="preserve"> Çevre kirliliğine neden olan faktörler ve çözüm önerileriyle ilgili çalışma.</w:t>
      </w:r>
    </w:p>
    <w:p w:rsidR="00866E25" w:rsidRPr="007E280F" w:rsidRDefault="00866E25" w:rsidP="007E280F">
      <w:r w:rsidRPr="007E280F">
        <w:rPr>
          <w:b/>
          <w:bCs/>
        </w:rPr>
        <w:t>53-</w:t>
      </w:r>
      <w:r w:rsidRPr="007E280F">
        <w:t xml:space="preserve"> Birlik ve beraberlik ne demektir? Birlik ve beraberlik içinde yaşamak neden önemlidir? Birlik duygusu olan toplumların özellikleri nelerdir?</w:t>
      </w:r>
    </w:p>
    <w:p w:rsidR="00866E25" w:rsidRPr="007E280F" w:rsidRDefault="00866E25" w:rsidP="007E280F">
      <w:r w:rsidRPr="007E280F">
        <w:rPr>
          <w:b/>
          <w:bCs/>
        </w:rPr>
        <w:t>54-</w:t>
      </w:r>
      <w:r w:rsidRPr="007E280F">
        <w:t xml:space="preserve"> Savaşsız, yaşanabilir bir dünya oluşturmak için neler yapılmalıdır?</w:t>
      </w:r>
    </w:p>
    <w:p w:rsidR="00866E25" w:rsidRPr="007E280F" w:rsidRDefault="00866E25" w:rsidP="007E280F">
      <w:r w:rsidRPr="007E280F">
        <w:rPr>
          <w:b/>
          <w:bCs/>
        </w:rPr>
        <w:t>55-</w:t>
      </w:r>
      <w:r w:rsidRPr="007E280F">
        <w:t xml:space="preserve"> Çağdaşlaşmak ne demektir? Mustafa Kemal ATATÜRK’ÜN, Türk toplumunu çağdaş uygarlık düzeyine çıkarmak için yaptıkları ile ilgili çalışma.</w:t>
      </w:r>
    </w:p>
    <w:p w:rsidR="00866E25" w:rsidRPr="007E280F" w:rsidRDefault="00866E25" w:rsidP="007E280F">
      <w:r w:rsidRPr="007E280F">
        <w:rPr>
          <w:b/>
          <w:bCs/>
        </w:rPr>
        <w:t>56-</w:t>
      </w:r>
      <w:r w:rsidRPr="007E280F">
        <w:t>Atatürk’ün kişilik özellikleri ile ilgili çalışma.</w:t>
      </w:r>
    </w:p>
    <w:p w:rsidR="00866E25" w:rsidRPr="007E280F" w:rsidRDefault="00866E25" w:rsidP="007E280F">
      <w:r w:rsidRPr="007E280F">
        <w:rPr>
          <w:b/>
          <w:bCs/>
        </w:rPr>
        <w:t>57-</w:t>
      </w:r>
      <w:r w:rsidRPr="007E280F">
        <w:t xml:space="preserve"> Sokakları, parkları, binalarıyla çok güzel olan ancak içerisinde hiçbir insanın yaşamadığı bir kent düşünün. Böyle bir kent size neler düşündürür? Savaşsız, barış dolu bir ortamda yaşamak için insanlara neler önerirsiniz?</w:t>
      </w:r>
    </w:p>
    <w:p w:rsidR="00866E25" w:rsidRPr="007E280F" w:rsidRDefault="00866E25" w:rsidP="007E280F">
      <w:r w:rsidRPr="007E280F">
        <w:rPr>
          <w:b/>
          <w:bCs/>
        </w:rPr>
        <w:t>58-</w:t>
      </w:r>
      <w:r w:rsidRPr="007E280F">
        <w:t xml:space="preserve"> Türkler, bugüne kadar hangi alfabeleri kullanmışlardır? Yeni Türk alfabesinin kabul edilmesinin nedenleri hakkında çalışma.</w:t>
      </w:r>
    </w:p>
    <w:p w:rsidR="00866E25" w:rsidRPr="007E280F" w:rsidRDefault="00866E25" w:rsidP="007E280F">
      <w:r w:rsidRPr="007E280F">
        <w:rPr>
          <w:b/>
          <w:bCs/>
        </w:rPr>
        <w:t>59-</w:t>
      </w:r>
      <w:r w:rsidRPr="007E280F">
        <w:t xml:space="preserve"> Kuş gribi nasıl  ortaya  çıktı? Sizce bunun altında ne gibi sebepler olabilir? Nesli tükenmekte olan hayvanları korumak için yapılması gerekenler nelerdir?</w:t>
      </w:r>
    </w:p>
    <w:p w:rsidR="00866E25" w:rsidRPr="007E280F" w:rsidRDefault="00866E25" w:rsidP="007E280F">
      <w:r w:rsidRPr="007E280F">
        <w:rPr>
          <w:b/>
          <w:bCs/>
        </w:rPr>
        <w:t>60-</w:t>
      </w:r>
      <w:r w:rsidRPr="007E280F">
        <w:t xml:space="preserve"> Her tarafın ormanlarla çevrili olduğu, çiçeklerin, böceklerin, kuşların bulunduğu bir ortamda yaşamak ister miydiniz? Böyle bir ortam insanları nasıl etkiler? Neden böyle bir ortamı bulmakta zorluk çekiyoruz? Konulu araştırma yapılması.</w:t>
      </w:r>
    </w:p>
    <w:p w:rsidR="00866E25" w:rsidRPr="007E280F" w:rsidRDefault="00866E25" w:rsidP="007E280F">
      <w:r w:rsidRPr="007E280F">
        <w:rPr>
          <w:b/>
          <w:bCs/>
        </w:rPr>
        <w:t>61</w:t>
      </w:r>
      <w:r w:rsidRPr="007E280F">
        <w:t>- Müze nedir? Müzelerin kuruluş amaçları nelerdir? Etnografya müzesi hakkında araştırma yapılması.</w:t>
      </w:r>
    </w:p>
    <w:p w:rsidR="00866E25" w:rsidRPr="007E280F" w:rsidRDefault="00866E25" w:rsidP="007E280F">
      <w:r w:rsidRPr="007E280F">
        <w:rPr>
          <w:b/>
          <w:bCs/>
        </w:rPr>
        <w:t>62-</w:t>
      </w:r>
      <w:r w:rsidRPr="007E280F">
        <w:t xml:space="preserve"> Vatan ve bayrak sevgisi neden yüce bir sevgidir? Vatan ve bayrak konulu bir araştırma yapma.</w:t>
      </w:r>
    </w:p>
    <w:p w:rsidR="00866E25" w:rsidRPr="007E280F" w:rsidRDefault="00866E25" w:rsidP="007E280F">
      <w:r w:rsidRPr="007E280F">
        <w:rPr>
          <w:b/>
          <w:bCs/>
        </w:rPr>
        <w:t>63-</w:t>
      </w:r>
      <w:r w:rsidRPr="007E280F">
        <w:rPr>
          <w:color w:val="000000"/>
        </w:rPr>
        <w:t xml:space="preserve"> Evinizde evcil  hayvan  besliyor musunuz? Bir evde  evcil hayvan beslenebilmesi için ne gibi özelliklere sahip olması gerekir? Evcil hayvanlar ve özellikleri hakkında bir araştırma.</w:t>
      </w:r>
    </w:p>
    <w:p w:rsidR="00866E25" w:rsidRPr="007E280F" w:rsidRDefault="00866E25" w:rsidP="007E280F">
      <w:r w:rsidRPr="007E280F">
        <w:rPr>
          <w:b/>
          <w:bCs/>
          <w:color w:val="000000"/>
        </w:rPr>
        <w:t>64-</w:t>
      </w:r>
      <w:r w:rsidRPr="007E280F">
        <w:rPr>
          <w:color w:val="333333"/>
        </w:rPr>
        <w:t xml:space="preserve"> Neden ağaç dikmeliyiz? Ağaç olmayan yerlerde ne gibi olumsuz durumlar olabilir? Konulu araştırma.</w:t>
      </w:r>
    </w:p>
    <w:p w:rsidR="00866E25" w:rsidRPr="007E280F" w:rsidRDefault="00866E25" w:rsidP="007E280F">
      <w:r w:rsidRPr="007E280F">
        <w:rPr>
          <w:b/>
          <w:bCs/>
          <w:color w:val="333333"/>
        </w:rPr>
        <w:t>65-</w:t>
      </w:r>
      <w:r w:rsidRPr="007E280F">
        <w:t xml:space="preserve"> Düzenli uyku başarıyı arttırır mı? Konulu bir araştırma yapma.(Öğrenciler tarafından çevresindeki kişiler gözlemlenecek)</w:t>
      </w:r>
    </w:p>
    <w:p w:rsidR="00866E25" w:rsidRPr="007E280F" w:rsidRDefault="00866E25" w:rsidP="007E280F">
      <w:r w:rsidRPr="007E280F">
        <w:rPr>
          <w:b/>
          <w:bCs/>
        </w:rPr>
        <w:t>66-</w:t>
      </w:r>
      <w:r w:rsidRPr="007E280F">
        <w:t xml:space="preserve"> Ulusal kültür ne demektir? Ulusal birliğimizi sağlayan etkenler nelerdir? Konulu araştırma yapma.</w:t>
      </w:r>
    </w:p>
    <w:p w:rsidR="00866E25" w:rsidRPr="007E280F" w:rsidRDefault="00866E25" w:rsidP="007E280F">
      <w:r w:rsidRPr="007E280F">
        <w:rPr>
          <w:b/>
          <w:bCs/>
        </w:rPr>
        <w:t>67-</w:t>
      </w:r>
      <w:r w:rsidRPr="007E280F">
        <w:t xml:space="preserve"> Yaptıkları işlerle ve eserlerle ünlü Türk ve dünya büyüklerinden örnekler veriniz.</w:t>
      </w:r>
    </w:p>
    <w:p w:rsidR="00866E25" w:rsidRPr="007E280F" w:rsidRDefault="00866E25" w:rsidP="007E280F">
      <w:r w:rsidRPr="007E280F">
        <w:rPr>
          <w:b/>
          <w:bCs/>
        </w:rPr>
        <w:t>68-</w:t>
      </w:r>
      <w:r w:rsidRPr="007E280F">
        <w:t xml:space="preserve"> Güzel sanatlar dediğimizde aklınıza ne geliyor?Atatürk ve güzel sanat konulu bir araştırma yapma.</w:t>
      </w:r>
    </w:p>
    <w:p w:rsidR="00866E25" w:rsidRPr="007E280F" w:rsidRDefault="00866E25" w:rsidP="007E280F">
      <w:r w:rsidRPr="007E280F">
        <w:rPr>
          <w:b/>
          <w:bCs/>
        </w:rPr>
        <w:t>69-</w:t>
      </w:r>
      <w:r w:rsidRPr="007E280F">
        <w:t xml:space="preserve"> Evimize gelen konuklara nasıl davranmalıyız? Misafirperverlik konulu bir araştırma yapma.</w:t>
      </w:r>
    </w:p>
    <w:p w:rsidR="00866E25" w:rsidRPr="007E280F" w:rsidRDefault="00866E25" w:rsidP="007E280F">
      <w:r w:rsidRPr="007E280F">
        <w:rPr>
          <w:b/>
          <w:bCs/>
        </w:rPr>
        <w:t>70-</w:t>
      </w:r>
      <w:r w:rsidRPr="007E280F">
        <w:t xml:space="preserve"> Yaşamınızı kolaylaştıran, olmazsa olmaz dediğiniz elektronik eşyalar nelerdir? Uzun süre elektrik kesildiği zaman, hangi araçların çalışmaması günlük yaşamımızı çok olumsuz etkilemektedir?Telefon olmasaydı günlük yaşamımızda ne gibi zorluklarla karşılaşırdık?Konulu araştırma yapma.</w:t>
      </w:r>
    </w:p>
    <w:p w:rsidR="00866E25" w:rsidRPr="007E280F" w:rsidRDefault="00866E25" w:rsidP="007E280F">
      <w:r w:rsidRPr="007E280F">
        <w:rPr>
          <w:b/>
          <w:bCs/>
        </w:rPr>
        <w:t>71-</w:t>
      </w:r>
      <w:r w:rsidRPr="007E280F">
        <w:t xml:space="preserve"> Bilim nedir? Bilim hakkında bildiğiniz sözler var mı?Büyücülük, üfürükçülük, falcılık gibi etkinlikler topluma ne gibi zararlar verebilir? Konulu araştırma yapma.</w:t>
      </w:r>
    </w:p>
    <w:p w:rsidR="00866E25" w:rsidRPr="007E280F" w:rsidRDefault="00866E25" w:rsidP="007E280F">
      <w:r w:rsidRPr="007E280F">
        <w:rPr>
          <w:b/>
          <w:bCs/>
        </w:rPr>
        <w:t>72-</w:t>
      </w:r>
      <w:r w:rsidRPr="007E280F">
        <w:t xml:space="preserve"> Size göre gerçek dostluk nedir? Dostluk konulu bir araştırma yapılacak.( Siz iyi bir dost musunuz? İyi bir dostun özellikleri nelerdir?</w:t>
      </w:r>
    </w:p>
    <w:p w:rsidR="00866E25" w:rsidRPr="007E280F" w:rsidRDefault="00866E25" w:rsidP="007E280F">
      <w:r w:rsidRPr="007E280F">
        <w:rPr>
          <w:b/>
          <w:bCs/>
        </w:rPr>
        <w:t>73-</w:t>
      </w:r>
      <w:r w:rsidRPr="007E280F">
        <w:t>Doğup büyüdüğünüz yerdeki insanların alışkanlıkları nasıldır?konulu bir araştırma yapma.</w:t>
      </w:r>
    </w:p>
    <w:p w:rsidR="00866E25" w:rsidRPr="007E280F" w:rsidRDefault="00866E25" w:rsidP="007E280F">
      <w:r w:rsidRPr="007E280F">
        <w:rPr>
          <w:b/>
          <w:bCs/>
        </w:rPr>
        <w:t>74-</w:t>
      </w:r>
      <w:r w:rsidRPr="007E280F">
        <w:t xml:space="preserve"> Cumhuriyetimizin 100. yılını kutluyor olsaydık ve sizden bu sebeple bir şiir yazmanız istenseydi neler anlatırdınız ve yazardınız?</w:t>
      </w:r>
    </w:p>
    <w:p w:rsidR="00866E25" w:rsidRPr="007E280F" w:rsidRDefault="00866E25" w:rsidP="007E280F">
      <w:r w:rsidRPr="007E280F">
        <w:rPr>
          <w:b/>
          <w:bCs/>
        </w:rPr>
        <w:t>75-</w:t>
      </w:r>
      <w:r w:rsidRPr="007E280F">
        <w:t xml:space="preserve"> “Cumhuriyet döneminde, bilgisizliği kaldırmak için neler yapılmıştır? Korkunun kaynağı neden bilgisizliktir?”konulu araştırma yapma.</w:t>
      </w:r>
    </w:p>
    <w:p w:rsidR="00866E25" w:rsidRPr="007E280F" w:rsidRDefault="00866E25" w:rsidP="007E280F">
      <w:r w:rsidRPr="007E280F">
        <w:rPr>
          <w:b/>
          <w:bCs/>
        </w:rPr>
        <w:t>76-</w:t>
      </w:r>
      <w:r w:rsidRPr="007E280F">
        <w:t xml:space="preserve"> Hoşgörü nedir? Hoşgörülü olmak ne demektir? Hoşgörülü olmak bizlere neler kazandırır? Çevrenizde hoşgörülü olmayan insanlar var mı?</w:t>
      </w:r>
    </w:p>
    <w:p w:rsidR="00866E25" w:rsidRPr="007E280F" w:rsidRDefault="00866E25" w:rsidP="007E280F">
      <w:pPr>
        <w:spacing w:before="20" w:after="20"/>
      </w:pPr>
      <w:r w:rsidRPr="007E280F">
        <w:rPr>
          <w:b/>
          <w:bCs/>
        </w:rPr>
        <w:t>77-</w:t>
      </w:r>
      <w:r w:rsidRPr="007E280F">
        <w:t>Hayata gülen gözlerle bakmak ne demektir? Hayata iyimser gözlerle bakan insanların özellikleri nelerdir? Siz hayata nasıl bakıyorsunuz? Gelecekten neler bekliyorsunuz?</w:t>
      </w:r>
    </w:p>
    <w:p w:rsidR="00866E25" w:rsidRPr="007E280F" w:rsidRDefault="00866E25" w:rsidP="007E280F">
      <w:pPr>
        <w:spacing w:before="20" w:after="20"/>
      </w:pPr>
      <w:r w:rsidRPr="007E280F">
        <w:rPr>
          <w:b/>
          <w:bCs/>
        </w:rPr>
        <w:t>78-</w:t>
      </w:r>
      <w:r w:rsidRPr="007E280F">
        <w:t xml:space="preserve"> Bayrağımız sizin için neler ifade ediyor? Yurdumuza neden sahip çıkmalıyız? Sahip çıkmazsak neler olur? Konulu araştırma yapma.</w:t>
      </w:r>
    </w:p>
    <w:p w:rsidR="00866E25" w:rsidRPr="007E280F" w:rsidRDefault="00866E25" w:rsidP="007E280F">
      <w:pPr>
        <w:spacing w:before="20" w:after="20"/>
      </w:pPr>
      <w:r w:rsidRPr="007E280F">
        <w:rPr>
          <w:b/>
          <w:bCs/>
          <w:color w:val="000000"/>
        </w:rPr>
        <w:t>79</w:t>
      </w:r>
      <w:r w:rsidRPr="007E280F">
        <w:rPr>
          <w:color w:val="000000"/>
        </w:rPr>
        <w:t>-</w:t>
      </w:r>
      <w:r w:rsidRPr="007E280F">
        <w:t>Küçük yaştaki çocukların  çalıştırılması veya çalışması sizce doğru mu? Siz çalışarak aile bütçenize katkıda bulunuyor musunuz? Çocukların çalıştırılması ile ilgili ne düşünüyorsunuz?</w:t>
      </w:r>
    </w:p>
    <w:p w:rsidR="00866E25" w:rsidRPr="007E280F" w:rsidRDefault="00866E25" w:rsidP="007E280F">
      <w:pPr>
        <w:spacing w:before="20" w:after="20"/>
      </w:pPr>
      <w:r w:rsidRPr="007E280F">
        <w:rPr>
          <w:b/>
          <w:bCs/>
        </w:rPr>
        <w:t>80-</w:t>
      </w:r>
      <w:r w:rsidRPr="007E280F">
        <w:t xml:space="preserve"> Kendinize olan güveniniz başarınızı nasıl etkiliyor? İnsanlar bir işte başarılı olmak için neler yapmalı? Özgüven konulu bir araştırma yapma.</w:t>
      </w:r>
    </w:p>
    <w:p w:rsidR="00866E25" w:rsidRPr="007E280F" w:rsidRDefault="00866E25" w:rsidP="007E280F">
      <w:pPr>
        <w:spacing w:before="20" w:after="20"/>
      </w:pPr>
      <w:r w:rsidRPr="007E280F">
        <w:rPr>
          <w:b/>
          <w:bCs/>
        </w:rPr>
        <w:t>81-</w:t>
      </w:r>
      <w:r w:rsidRPr="007E280F">
        <w:t>Türkülerimizin özellikleri ve bizde hissettirdiği duygular nelerdir? Konulu bir araştırma yazısı yazma.</w:t>
      </w:r>
    </w:p>
    <w:p w:rsidR="00866E25" w:rsidRPr="007E280F" w:rsidRDefault="00866E25" w:rsidP="007E280F">
      <w:r w:rsidRPr="007E280F">
        <w:rPr>
          <w:b/>
          <w:bCs/>
        </w:rPr>
        <w:t>82-</w:t>
      </w:r>
      <w:r w:rsidRPr="007E280F">
        <w:rPr>
          <w:color w:val="000000"/>
        </w:rPr>
        <w:t xml:space="preserve"> Ülkemizdeki gönüllü çevreci kuruluşlarının adlarını ve amaçları konusunda araştırma yapma.</w:t>
      </w:r>
    </w:p>
    <w:p w:rsidR="00866E25" w:rsidRPr="007E280F" w:rsidRDefault="00866E25" w:rsidP="007E280F">
      <w:r w:rsidRPr="007E280F">
        <w:rPr>
          <w:b/>
          <w:bCs/>
          <w:color w:val="000000"/>
        </w:rPr>
        <w:t>83-</w:t>
      </w:r>
      <w:r w:rsidRPr="007E280F">
        <w:t xml:space="preserve"> En sevdiğiniz arkadaşınıza doğum gününde vermek üzere bir oyuncak tasarlayın. Tasarla-</w:t>
      </w:r>
    </w:p>
    <w:p w:rsidR="00866E25" w:rsidRPr="007E280F" w:rsidRDefault="00866E25" w:rsidP="007E280F">
      <w:r w:rsidRPr="007E280F">
        <w:t>dığınız oyuncağı çizerek gösterin. Arkadaşınıza oyuncağı nasıl kullanacağını anlatın. Oyuncağı</w:t>
      </w:r>
    </w:p>
    <w:p w:rsidR="00866E25" w:rsidRPr="007E280F" w:rsidRDefault="00866E25" w:rsidP="007E280F">
      <w:r w:rsidRPr="007E280F">
        <w:t>ile oynarken nelere dikkat etmesi gerektiğini açıklayınız. Tasarladığınız oyuncağın özellikleri-</w:t>
      </w:r>
    </w:p>
    <w:p w:rsidR="00866E25" w:rsidRPr="007E280F" w:rsidRDefault="00866E25" w:rsidP="007E280F">
      <w:r w:rsidRPr="007E280F">
        <w:t>ni yazınız.</w:t>
      </w:r>
    </w:p>
    <w:p w:rsidR="00866E25" w:rsidRPr="007E280F" w:rsidRDefault="00866E25" w:rsidP="007E280F">
      <w:r w:rsidRPr="007E280F">
        <w:rPr>
          <w:b/>
          <w:bCs/>
        </w:rPr>
        <w:t>84-</w:t>
      </w:r>
      <w:r w:rsidRPr="007E280F">
        <w:t xml:space="preserve"> Türkiye’nin en merak ettiğiniz ili ile ilgili kapsamlı bir araştırma yapınız. Tarihi, turistik yerleri, doğal güzellikleri, geçim kaynakları, eğitim düzeyi, nüfusu vb. Her türlü resim, fotoğraf,</w:t>
      </w:r>
    </w:p>
    <w:p w:rsidR="00866E25" w:rsidRPr="007E280F" w:rsidRDefault="00866E25" w:rsidP="007E280F">
      <w:r w:rsidRPr="007E280F">
        <w:t>yazı, şiirle zenginleştirerek sunumu aktarın.</w:t>
      </w:r>
    </w:p>
    <w:p w:rsidR="00866E25" w:rsidRPr="007E280F" w:rsidRDefault="00866E25" w:rsidP="007E280F">
      <w:r w:rsidRPr="007E280F">
        <w:rPr>
          <w:b/>
          <w:bCs/>
        </w:rPr>
        <w:t>85-</w:t>
      </w:r>
      <w:r w:rsidRPr="007E280F">
        <w:t xml:space="preserve"> Atatürk’ün okul hayatını anlatan bir araştırma yapın, ulaştığınız bilgileri yazılı olarak sınıf panosunda sergileyin.</w:t>
      </w:r>
    </w:p>
    <w:p w:rsidR="00866E25" w:rsidRPr="007E280F" w:rsidRDefault="00866E25" w:rsidP="007E280F">
      <w:r w:rsidRPr="007E280F">
        <w:rPr>
          <w:b/>
          <w:bCs/>
        </w:rPr>
        <w:t>86-</w:t>
      </w:r>
      <w:r w:rsidRPr="007E280F">
        <w:t xml:space="preserve"> Çok sevdiğiniz bir hayvanın özelliklerini araştırınız. Bu hayvanla ilgili değişik resimler bulunuz. Niçin bu hayvanı çok sevdiğinizi anlatan bir yazı yazınız.</w:t>
      </w:r>
    </w:p>
    <w:p w:rsidR="00866E25" w:rsidRPr="007E280F" w:rsidRDefault="00866E25" w:rsidP="007E280F">
      <w:r w:rsidRPr="007E280F">
        <w:rPr>
          <w:b/>
          <w:bCs/>
        </w:rPr>
        <w:t>87-</w:t>
      </w:r>
      <w:r w:rsidRPr="007E280F">
        <w:t xml:space="preserve"> Kutladığımız bayramların isimlerini yazınız. Büyüklerinizle eski bayramlar konulu bir söyleşi yapınız. En çok sevdiğiniz bayram hangisidir? Neden? Bayramda çocuk konulu kısa bir yazı yazınız.</w:t>
      </w:r>
    </w:p>
    <w:p w:rsidR="00866E25" w:rsidRPr="007E280F" w:rsidRDefault="00866E25" w:rsidP="007E280F">
      <w:r w:rsidRPr="007E280F">
        <w:rPr>
          <w:b/>
          <w:bCs/>
        </w:rPr>
        <w:t>88-</w:t>
      </w:r>
      <w:r w:rsidRPr="007E280F">
        <w:t xml:space="preserve"> Okulda ve sınıfta huzurlu, mutlu ve başarılı olmak için ne olması gerekir? Kurallar listesi oluşturun</w:t>
      </w:r>
    </w:p>
    <w:p w:rsidR="00866E25" w:rsidRPr="007E280F" w:rsidRDefault="00866E25" w:rsidP="007E280F">
      <w:r w:rsidRPr="007E280F">
        <w:rPr>
          <w:b/>
          <w:bCs/>
        </w:rPr>
        <w:t>89-</w:t>
      </w:r>
      <w:r w:rsidRPr="007E280F">
        <w:t xml:space="preserve"> Çevre kirliliğinin nedenlerini araştırınız, yapılması gerekenleri yazınız.</w:t>
      </w:r>
    </w:p>
    <w:p w:rsidR="00866E25" w:rsidRPr="007E280F" w:rsidRDefault="00866E25" w:rsidP="007E280F">
      <w:r w:rsidRPr="007E280F">
        <w:rPr>
          <w:b/>
          <w:bCs/>
        </w:rPr>
        <w:t>90-</w:t>
      </w:r>
      <w:r w:rsidRPr="007E280F">
        <w:t xml:space="preserve"> Arkadaşlarınızda aradığınız özellikler nelerdir? Çok sevdiğiniz bir arkadaşınızla aranızdaki ilişkiyi anlatan bir yazı yazınız.</w:t>
      </w:r>
    </w:p>
    <w:p w:rsidR="00866E25" w:rsidRPr="007E280F" w:rsidRDefault="00866E25" w:rsidP="007E280F">
      <w:r w:rsidRPr="007E280F">
        <w:rPr>
          <w:b/>
          <w:bCs/>
        </w:rPr>
        <w:t>91-</w:t>
      </w:r>
      <w:r w:rsidRPr="007E280F">
        <w:t xml:space="preserve"> Su olmasaydı neler olurdu? Başlıklı bir araştırma yazısı yazınız.</w:t>
      </w:r>
    </w:p>
    <w:p w:rsidR="00866E25" w:rsidRPr="007E280F" w:rsidRDefault="00866E25" w:rsidP="007E280F">
      <w:r w:rsidRPr="007E280F">
        <w:rPr>
          <w:b/>
          <w:bCs/>
        </w:rPr>
        <w:t>92-</w:t>
      </w:r>
      <w:r w:rsidRPr="007E280F">
        <w:t xml:space="preserve"> Mahallenin bakkalı ile ilgili bir görüşme yapınız.( Ürünleri nereden aldığı, nasıl fiyat belirlediği, hangi koşullarda sakladığı ) Görüşme sonuçlarını arkadaşlarınıza anlatınız.</w:t>
      </w:r>
    </w:p>
    <w:p w:rsidR="00866E25" w:rsidRPr="007E280F" w:rsidRDefault="00866E25" w:rsidP="007E280F">
      <w:r w:rsidRPr="007E280F">
        <w:rPr>
          <w:b/>
          <w:bCs/>
        </w:rPr>
        <w:t>93-</w:t>
      </w:r>
      <w:r w:rsidRPr="007E280F">
        <w:t xml:space="preserve"> Evinizi, ailenizi resimle ve yazıyla anlatınız.</w:t>
      </w:r>
    </w:p>
    <w:p w:rsidR="00866E25" w:rsidRPr="007E280F" w:rsidRDefault="00866E25" w:rsidP="007E280F">
      <w:r w:rsidRPr="007E280F">
        <w:rPr>
          <w:b/>
          <w:bCs/>
        </w:rPr>
        <w:t>94-</w:t>
      </w:r>
      <w:r w:rsidRPr="007E280F">
        <w:t xml:space="preserve"> Çeşitli meslek guruplarını tanıtan poster çalışması yapınız.</w:t>
      </w:r>
    </w:p>
    <w:p w:rsidR="00866E25" w:rsidRPr="007E280F" w:rsidRDefault="00866E25" w:rsidP="007E280F">
      <w:r w:rsidRPr="007E280F">
        <w:rPr>
          <w:b/>
          <w:bCs/>
        </w:rPr>
        <w:t>95-</w:t>
      </w:r>
      <w:r w:rsidRPr="007E280F">
        <w:t xml:space="preserve"> Çeşitli ülkelerin bayrak resimleri hakkında bir araştırma yapınız.</w:t>
      </w:r>
    </w:p>
    <w:p w:rsidR="00866E25" w:rsidRPr="007E280F" w:rsidRDefault="00866E25" w:rsidP="007E280F">
      <w:r w:rsidRPr="007E280F">
        <w:rPr>
          <w:b/>
          <w:bCs/>
        </w:rPr>
        <w:t>96</w:t>
      </w:r>
      <w:r w:rsidRPr="007E280F">
        <w:t>-Türkçemizin doğru kullanılması ile ilgili uyarı levhaları hazırlayınız.</w:t>
      </w:r>
    </w:p>
    <w:p w:rsidR="00866E25" w:rsidRPr="007E280F" w:rsidRDefault="00866E25" w:rsidP="007E280F">
      <w:r w:rsidRPr="007E280F">
        <w:rPr>
          <w:b/>
          <w:bCs/>
        </w:rPr>
        <w:t>97-</w:t>
      </w:r>
      <w:r w:rsidRPr="007E280F">
        <w:t xml:space="preserve"> Ülkemizin doğal güzelliklerini anlatan bir araştırma yapınız.</w:t>
      </w:r>
    </w:p>
    <w:p w:rsidR="00866E25" w:rsidRPr="007E280F" w:rsidRDefault="00866E25" w:rsidP="007E280F">
      <w:r w:rsidRPr="007E280F">
        <w:rPr>
          <w:b/>
          <w:bCs/>
        </w:rPr>
        <w:t>98-</w:t>
      </w:r>
      <w:r w:rsidRPr="007E280F">
        <w:t xml:space="preserve"> Türkçemizin güzel kullanılması ile ilgili bir afiş hazırlayın. Bu konuyu televizyonda reklâm olarak gösterecek olsaydınız nasıl bir reklâm senaryosu hazırlardınız?</w:t>
      </w:r>
    </w:p>
    <w:p w:rsidR="00866E25" w:rsidRPr="007E280F" w:rsidRDefault="00866E25" w:rsidP="007E280F">
      <w:r w:rsidRPr="007E280F">
        <w:rPr>
          <w:b/>
          <w:bCs/>
        </w:rPr>
        <w:t>99-</w:t>
      </w:r>
      <w:r w:rsidRPr="007E280F">
        <w:t xml:space="preserve"> Atatürk öğretmen olsaydı nasıl bir öğretmen olurdu? Atatürk yaşasaydı, çocukların hangi sorunlarını hemen çözerdi? Gelecekte hangi mesleği seçeceğinizi gerekçeleriyle yazınız.</w:t>
      </w:r>
    </w:p>
    <w:p w:rsidR="00866E25" w:rsidRPr="007E280F" w:rsidRDefault="00866E25" w:rsidP="007E280F">
      <w:r w:rsidRPr="007E280F">
        <w:rPr>
          <w:b/>
          <w:bCs/>
        </w:rPr>
        <w:t>100-</w:t>
      </w:r>
      <w:r w:rsidRPr="007E280F">
        <w:rPr>
          <w:color w:val="000000"/>
        </w:rPr>
        <w:t xml:space="preserve"> Tasarrufun kişi ve toplum hayatındaki yerini ve önemi konulu bir araştırma yapınız.</w:t>
      </w:r>
    </w:p>
    <w:p w:rsidR="00866E25" w:rsidRPr="007E280F" w:rsidRDefault="00866E25" w:rsidP="007E280F">
      <w:pPr>
        <w:spacing w:line="360" w:lineRule="auto"/>
      </w:pPr>
      <w:r w:rsidRPr="007E280F">
        <w:rPr>
          <w:b/>
          <w:bCs/>
          <w:color w:val="000000"/>
        </w:rPr>
        <w:t>101-</w:t>
      </w:r>
      <w:r w:rsidRPr="007E280F">
        <w:rPr>
          <w:color w:val="000000"/>
        </w:rPr>
        <w:t xml:space="preserve"> Güzel konuşma ve yazma kişiye neler kazandırır?</w:t>
      </w:r>
    </w:p>
    <w:p w:rsidR="00866E25" w:rsidRPr="007E280F" w:rsidRDefault="00866E25" w:rsidP="007E280F">
      <w:pPr>
        <w:spacing w:line="360" w:lineRule="auto"/>
      </w:pPr>
      <w:r w:rsidRPr="007E280F">
        <w:rPr>
          <w:b/>
          <w:bCs/>
          <w:color w:val="000000"/>
        </w:rPr>
        <w:t>102-</w:t>
      </w:r>
      <w:r w:rsidRPr="007E280F">
        <w:rPr>
          <w:color w:val="000000"/>
        </w:rPr>
        <w:t xml:space="preserve"> Bireylerin birbirlerinin görüşlerine karşılıklı saygı göstermelerinin niçin gerektiğini ve bu hoşgörünün topluma neler kazandıracağını açıklayan bir araştırma yapınız.</w:t>
      </w:r>
    </w:p>
    <w:p w:rsidR="00866E25" w:rsidRPr="007E280F" w:rsidRDefault="00866E25" w:rsidP="007E280F">
      <w:r w:rsidRPr="007E280F">
        <w:rPr>
          <w:b/>
          <w:bCs/>
        </w:rPr>
        <w:t>103-</w:t>
      </w:r>
      <w:r w:rsidRPr="007E280F">
        <w:t xml:space="preserve"> Elinizde bir yetki olsaydı, insanların mutlu ve huzurlu bir şekilde yaşaması için neler yapardınız?</w:t>
      </w:r>
    </w:p>
    <w:p w:rsidR="00866E25" w:rsidRPr="007E280F" w:rsidRDefault="00866E25" w:rsidP="007E280F">
      <w:r w:rsidRPr="007E280F">
        <w:rPr>
          <w:b/>
          <w:bCs/>
        </w:rPr>
        <w:t>104-</w:t>
      </w:r>
      <w:r w:rsidRPr="007E280F">
        <w:t xml:space="preserve"> Nasıl bir doğada ve sosyal çevrede yaşamak istediğinizi anlatan bir  yazı yazınız.</w:t>
      </w:r>
    </w:p>
    <w:p w:rsidR="00866E25" w:rsidRPr="007E280F" w:rsidRDefault="00866E25" w:rsidP="007E280F">
      <w:r w:rsidRPr="007E280F">
        <w:rPr>
          <w:b/>
          <w:bCs/>
        </w:rPr>
        <w:t>105-</w:t>
      </w:r>
      <w:r w:rsidRPr="007E280F">
        <w:t xml:space="preserve"> Sizce öğretmen ve öğrenci ilişkileri nasıl olmalıdır? Öğrencinin uyması gereken kurallar hakkında araştırma yapınız?</w:t>
      </w:r>
    </w:p>
    <w:p w:rsidR="00866E25" w:rsidRPr="007E280F" w:rsidRDefault="00866E25" w:rsidP="007E280F">
      <w:r w:rsidRPr="007E280F">
        <w:rPr>
          <w:b/>
          <w:bCs/>
          <w:color w:val="000000"/>
        </w:rPr>
        <w:t>106-</w:t>
      </w:r>
      <w:r w:rsidRPr="007E280F">
        <w:rPr>
          <w:color w:val="000000"/>
        </w:rPr>
        <w:t xml:space="preserve"> Savaşların insanlık üzerindeki olumsuzluklarını anlatan bir yazıyı makale türünün kuralları içinde yazınız.(Araştırma)</w:t>
      </w:r>
    </w:p>
    <w:p w:rsidR="00866E25" w:rsidRPr="007E280F" w:rsidRDefault="00866E25" w:rsidP="007E280F">
      <w:r w:rsidRPr="007E280F">
        <w:rPr>
          <w:b/>
          <w:bCs/>
          <w:color w:val="000000"/>
        </w:rPr>
        <w:t>107-</w:t>
      </w:r>
      <w:r w:rsidRPr="007E280F">
        <w:rPr>
          <w:color w:val="000000"/>
        </w:rPr>
        <w:t>Atatürk’ün yaşadığını varsayarak onunla bir röportaj yapınız.</w:t>
      </w:r>
    </w:p>
    <w:p w:rsidR="00866E25" w:rsidRPr="007E280F" w:rsidRDefault="00866E25" w:rsidP="007E280F">
      <w:r w:rsidRPr="007E280F">
        <w:rPr>
          <w:b/>
          <w:bCs/>
          <w:color w:val="000000"/>
        </w:rPr>
        <w:t>108-</w:t>
      </w:r>
      <w:r w:rsidRPr="007E280F">
        <w:rPr>
          <w:color w:val="000000"/>
        </w:rPr>
        <w:t>Sevgi temasını işleyen şiirleri derleme çalışması.</w:t>
      </w:r>
    </w:p>
    <w:p w:rsidR="00866E25" w:rsidRPr="007E280F" w:rsidRDefault="00866E25" w:rsidP="007E280F">
      <w:r w:rsidRPr="007E280F">
        <w:rPr>
          <w:b/>
          <w:bCs/>
          <w:color w:val="000000"/>
        </w:rPr>
        <w:t>109-</w:t>
      </w:r>
      <w:r w:rsidRPr="007E280F">
        <w:rPr>
          <w:color w:val="000000"/>
        </w:rPr>
        <w:t>Bir duygunun ele alınıp işlendiği öykü yazma çalışması.</w:t>
      </w:r>
    </w:p>
    <w:p w:rsidR="00866E25" w:rsidRPr="007E280F" w:rsidRDefault="00866E25" w:rsidP="007E280F">
      <w:r w:rsidRPr="007E280F">
        <w:rPr>
          <w:b/>
          <w:bCs/>
          <w:color w:val="000000"/>
        </w:rPr>
        <w:t>110-</w:t>
      </w:r>
      <w:r w:rsidRPr="007E280F">
        <w:rPr>
          <w:color w:val="000000"/>
        </w:rPr>
        <w:t>Çevre kirliliğine neden olan faktörler ve çözüm önerileri.</w:t>
      </w:r>
    </w:p>
    <w:p w:rsidR="00866E25" w:rsidRPr="007E280F" w:rsidRDefault="00866E25" w:rsidP="007E280F">
      <w:r w:rsidRPr="007E280F">
        <w:rPr>
          <w:b/>
          <w:bCs/>
          <w:color w:val="000000"/>
        </w:rPr>
        <w:t>111</w:t>
      </w:r>
      <w:r w:rsidRPr="007E280F">
        <w:rPr>
          <w:color w:val="000000"/>
        </w:rPr>
        <w:t>-Köy de mi yaşamak isterdiniz yoksa şehirde mi? Nedenlerini yazarak bir sunum hazırlayınız? (Oyun şeklinde de olabilir)</w:t>
      </w:r>
    </w:p>
    <w:p w:rsidR="00866E25" w:rsidRPr="007E280F" w:rsidRDefault="00866E25" w:rsidP="007E280F">
      <w:r w:rsidRPr="007E280F">
        <w:rPr>
          <w:b/>
          <w:bCs/>
          <w:color w:val="000000"/>
        </w:rPr>
        <w:t>112-</w:t>
      </w:r>
      <w:r w:rsidRPr="007E280F">
        <w:rPr>
          <w:color w:val="000000"/>
        </w:rPr>
        <w:t>Kurtuluş Savaşı sırasında öğretmenlerin rolü olmuş mu? Konulu bir araştırma.</w:t>
      </w:r>
    </w:p>
    <w:p w:rsidR="00866E25" w:rsidRPr="007E280F" w:rsidRDefault="00866E25" w:rsidP="007E280F">
      <w:r w:rsidRPr="007E280F">
        <w:rPr>
          <w:b/>
          <w:bCs/>
          <w:color w:val="000000"/>
        </w:rPr>
        <w:t>113-</w:t>
      </w:r>
      <w:r w:rsidRPr="007E280F">
        <w:rPr>
          <w:color w:val="000000"/>
        </w:rPr>
        <w:t>Kurtuluş savaşı sırasında öğrencilerin rolü olmuş mu? Konulu bir araştırma.</w:t>
      </w:r>
    </w:p>
    <w:p w:rsidR="00866E25" w:rsidRPr="007E280F" w:rsidRDefault="00866E25" w:rsidP="007E280F">
      <w:r w:rsidRPr="007E280F">
        <w:rPr>
          <w:b/>
          <w:bCs/>
          <w:color w:val="000000"/>
        </w:rPr>
        <w:t>114-</w:t>
      </w:r>
      <w:r w:rsidRPr="007E280F">
        <w:t>İlk atom bombasının ne zaman, nereye atıldığı, olayın sonuçları  ve atom bombasının etkileri hakkında  bilgi toplama, araştırma yapma.(Görüntülerle desteklenebilir)</w:t>
      </w:r>
    </w:p>
    <w:p w:rsidR="00866E25" w:rsidRPr="007E280F" w:rsidRDefault="00866E25" w:rsidP="007E280F">
      <w:r w:rsidRPr="007E280F">
        <w:rPr>
          <w:b/>
          <w:bCs/>
        </w:rPr>
        <w:t>115-</w:t>
      </w:r>
      <w:r w:rsidRPr="007E280F">
        <w:t xml:space="preserve"> Anne ve babalarınızın, öğretmenlerinizin verdiği öğütleri tutar mısınız? Öğüt almak hoşunuza gider mi? Büyükleriniz, sizlere ne gibi öğütler veriyor? Konulu bir araştırma yapma.</w:t>
      </w:r>
    </w:p>
    <w:p w:rsidR="00866E25" w:rsidRPr="007E280F" w:rsidRDefault="00866E25" w:rsidP="007E280F">
      <w:r w:rsidRPr="007E280F">
        <w:rPr>
          <w:b/>
          <w:bCs/>
          <w:color w:val="000000"/>
        </w:rPr>
        <w:t>116-</w:t>
      </w:r>
      <w:r w:rsidRPr="007E280F">
        <w:t xml:space="preserve"> Bir satıcı olsaydınız, satacağınız ürünleri nasıl pazarlardınız? Reklâmını nasıl yapardınız? Konulu bir araştırma.  ( Oyunla da desteklenebilir)</w:t>
      </w:r>
    </w:p>
    <w:p w:rsidR="00866E25" w:rsidRPr="007E280F" w:rsidRDefault="00866E25" w:rsidP="007E280F">
      <w:r w:rsidRPr="007E280F">
        <w:rPr>
          <w:b/>
          <w:bCs/>
        </w:rPr>
        <w:t>117-</w:t>
      </w:r>
      <w:r w:rsidRPr="007E280F">
        <w:t xml:space="preserve"> Sizden camın nasıl üretildiğini, üretilirken hangi aşamalardan geçtiğini araştırmanız isteniyor. Projeyi hazırlarken, camın kullanıldığı yerleri, cam sanayisinin ülkemizdeki durumunu, cam ambalajın çevre açından önemini de bulmanız beklenmektedir.</w:t>
      </w:r>
    </w:p>
    <w:p w:rsidR="00866E25" w:rsidRPr="007E280F" w:rsidRDefault="00866E25" w:rsidP="007E280F">
      <w:r w:rsidRPr="007E280F">
        <w:rPr>
          <w:b/>
          <w:bCs/>
        </w:rPr>
        <w:t>118-</w:t>
      </w:r>
      <w:r w:rsidRPr="007E280F">
        <w:t xml:space="preserve"> Öğrenci olarak sorumluluklarınızla ilgili bir tablo oluşturun.</w:t>
      </w:r>
    </w:p>
    <w:p w:rsidR="00866E25" w:rsidRPr="007E280F" w:rsidRDefault="00866E25" w:rsidP="007E280F">
      <w:r w:rsidRPr="007E280F">
        <w:rPr>
          <w:b/>
          <w:bCs/>
        </w:rPr>
        <w:t>119-</w:t>
      </w:r>
      <w:r w:rsidRPr="007E280F">
        <w:t xml:space="preserve"> Ülkemiz ile ilgili duygu ve düşüncelerinizi anlatan bir kompozisyon çalışması yapınız.</w:t>
      </w:r>
    </w:p>
    <w:p w:rsidR="00866E25" w:rsidRPr="007E280F" w:rsidRDefault="00866E25" w:rsidP="007E280F">
      <w:r w:rsidRPr="007E280F">
        <w:rPr>
          <w:b/>
          <w:bCs/>
        </w:rPr>
        <w:t>120-</w:t>
      </w:r>
      <w:r w:rsidRPr="007E280F">
        <w:t xml:space="preserve"> Elektriği bulan kişinin hayatını araştırınız. Bu buluş olmasaydı, neler olurdu?</w:t>
      </w:r>
    </w:p>
    <w:p w:rsidR="00866E25" w:rsidRPr="007E280F" w:rsidRDefault="00866E25" w:rsidP="007E280F">
      <w:r w:rsidRPr="007E280F">
        <w:rPr>
          <w:b/>
          <w:bCs/>
        </w:rPr>
        <w:t>121</w:t>
      </w:r>
      <w:r w:rsidRPr="007E280F">
        <w:t>-Oturduğu mahallenin  muhtarıyla bir görüşme yapma.</w:t>
      </w:r>
    </w:p>
    <w:p w:rsidR="00866E25" w:rsidRPr="007E280F" w:rsidRDefault="00866E25" w:rsidP="007E280F">
      <w:r w:rsidRPr="007E280F">
        <w:rPr>
          <w:b/>
          <w:bCs/>
        </w:rPr>
        <w:t>122-</w:t>
      </w:r>
      <w:r w:rsidRPr="007E280F">
        <w:t>Çevresinde bulunan mağaza adlarını ve tabelalarını inceleme( Neden bu ismi verdikleri, ne üzerine çalıştıkları, amaçları…)</w:t>
      </w:r>
    </w:p>
    <w:p w:rsidR="00866E25" w:rsidRPr="007E280F" w:rsidRDefault="00866E25" w:rsidP="007E280F">
      <w:r w:rsidRPr="007E280F">
        <w:rPr>
          <w:b/>
          <w:bCs/>
        </w:rPr>
        <w:t>123-</w:t>
      </w:r>
      <w:r w:rsidRPr="007E280F">
        <w:t>Anıtkabir ile ilgili araştırma yapma.(Çalışmaları sunu şeklinde verecek)</w:t>
      </w:r>
    </w:p>
    <w:p w:rsidR="00866E25" w:rsidRPr="007E280F" w:rsidRDefault="00866E25" w:rsidP="007E280F">
      <w:r w:rsidRPr="007E280F">
        <w:rPr>
          <w:b/>
          <w:bCs/>
        </w:rPr>
        <w:t>124</w:t>
      </w:r>
      <w:r w:rsidRPr="007E280F">
        <w:t>-Ülkemiz için canını çekinmeden veren kişiler ile ilgili sunu hazırlama.(Şiirler, anılar, yaşananlar…)</w:t>
      </w:r>
    </w:p>
    <w:p w:rsidR="00866E25" w:rsidRPr="007E280F" w:rsidRDefault="00866E25" w:rsidP="007E280F">
      <w:r w:rsidRPr="007E280F">
        <w:rPr>
          <w:b/>
          <w:bCs/>
        </w:rPr>
        <w:t>125-</w:t>
      </w:r>
      <w:r w:rsidRPr="007E280F">
        <w:t>Büyüklerinizin eskiden oynadığı oyunlar ile sizin oynadığınız oyunlar arasındaki farklar nelerdir? Büyükleriniz hangi oyunları oynamışlar, siz hangi oyunları oynuyorsunuz? Bu oyunların sizlere ve çocuklara kazandırdıkları ile ilgili araştırma.</w:t>
      </w:r>
    </w:p>
    <w:p w:rsidR="00866E25" w:rsidRPr="007E280F" w:rsidRDefault="00866E25" w:rsidP="007E280F">
      <w:r w:rsidRPr="007E280F">
        <w:rPr>
          <w:b/>
          <w:bCs/>
        </w:rPr>
        <w:t>126</w:t>
      </w:r>
      <w:r w:rsidRPr="007E280F">
        <w:t>-</w:t>
      </w:r>
      <w:r w:rsidRPr="007E280F">
        <w:rPr>
          <w:color w:val="000000"/>
        </w:rPr>
        <w:t xml:space="preserve"> Gelenek ve göreneklerimizle ilgili sunu-poster hazırlama.</w:t>
      </w:r>
    </w:p>
    <w:p w:rsidR="00866E25" w:rsidRPr="007E280F" w:rsidRDefault="00866E25" w:rsidP="007E280F">
      <w:r w:rsidRPr="007E280F">
        <w:rPr>
          <w:b/>
          <w:bCs/>
          <w:color w:val="000000"/>
        </w:rPr>
        <w:t>127</w:t>
      </w:r>
      <w:r w:rsidRPr="007E280F">
        <w:rPr>
          <w:color w:val="000000"/>
        </w:rPr>
        <w:t>- Tüketici olarak nasıl daha bilinçli olabiliriz?</w:t>
      </w:r>
    </w:p>
    <w:p w:rsidR="00866E25" w:rsidRPr="007E280F" w:rsidRDefault="00866E25" w:rsidP="007E280F">
      <w:r w:rsidRPr="007E280F">
        <w:rPr>
          <w:b/>
          <w:bCs/>
          <w:color w:val="000000"/>
        </w:rPr>
        <w:t>128-</w:t>
      </w:r>
      <w:r w:rsidRPr="007E280F">
        <w:rPr>
          <w:color w:val="000000"/>
        </w:rPr>
        <w:t xml:space="preserve"> Atatürk konulu bulmaca hazırlama.</w:t>
      </w:r>
    </w:p>
    <w:p w:rsidR="00866E25" w:rsidRPr="007E280F" w:rsidRDefault="00866E25" w:rsidP="007E280F">
      <w:r w:rsidRPr="007E280F">
        <w:rPr>
          <w:b/>
          <w:bCs/>
          <w:color w:val="000000"/>
        </w:rPr>
        <w:t>129-</w:t>
      </w:r>
      <w:r w:rsidRPr="007E280F">
        <w:rPr>
          <w:color w:val="000000"/>
        </w:rPr>
        <w:t xml:space="preserve"> Türkiye’yi yurt dışında hiç görmemiş birine anlatacakmış gibi bir yazı hazırlama.</w:t>
      </w:r>
    </w:p>
    <w:p w:rsidR="00866E25" w:rsidRPr="007E280F" w:rsidRDefault="00866E25" w:rsidP="007E280F">
      <w:r w:rsidRPr="007E280F">
        <w:rPr>
          <w:b/>
          <w:bCs/>
          <w:color w:val="000000"/>
        </w:rPr>
        <w:t>130-</w:t>
      </w:r>
      <w:r w:rsidRPr="007E280F">
        <w:rPr>
          <w:color w:val="000000"/>
        </w:rPr>
        <w:t xml:space="preserve"> Mimar Sinan’ın tanıtılması ve eserlerinin görsel sunumu.</w:t>
      </w:r>
    </w:p>
    <w:p w:rsidR="00866E25" w:rsidRPr="007E280F" w:rsidRDefault="00866E25" w:rsidP="007E280F">
      <w:r w:rsidRPr="007E280F">
        <w:rPr>
          <w:b/>
          <w:bCs/>
          <w:color w:val="000000"/>
        </w:rPr>
        <w:t>131</w:t>
      </w:r>
      <w:r w:rsidRPr="007E280F">
        <w:rPr>
          <w:color w:val="000000"/>
        </w:rPr>
        <w:t>- Depremle ilgili bir araştırma yazısı hazırlama.</w:t>
      </w:r>
    </w:p>
    <w:p w:rsidR="00866E25" w:rsidRPr="007E280F" w:rsidRDefault="00866E25" w:rsidP="007E280F">
      <w:r w:rsidRPr="007E280F">
        <w:rPr>
          <w:b/>
          <w:bCs/>
          <w:color w:val="000000"/>
        </w:rPr>
        <w:t>132-</w:t>
      </w:r>
      <w:r w:rsidRPr="007E280F">
        <w:rPr>
          <w:color w:val="000000"/>
        </w:rPr>
        <w:t xml:space="preserve"> Çalışmanın önemini resim- yazı-karikatür ve şiirlerle anlatma.</w:t>
      </w:r>
    </w:p>
    <w:p w:rsidR="00866E25" w:rsidRPr="007E280F" w:rsidRDefault="00866E25" w:rsidP="007E280F">
      <w:r w:rsidRPr="007E280F">
        <w:rPr>
          <w:b/>
          <w:bCs/>
          <w:color w:val="000000"/>
        </w:rPr>
        <w:t>133-</w:t>
      </w:r>
      <w:r w:rsidRPr="007E280F">
        <w:rPr>
          <w:color w:val="000000"/>
        </w:rPr>
        <w:t xml:space="preserve"> Ağacın önemini resim -yazı-karikatür ve şiirlerle anlatma.</w:t>
      </w:r>
    </w:p>
    <w:p w:rsidR="00866E25" w:rsidRPr="007E280F" w:rsidRDefault="00866E25" w:rsidP="007E280F">
      <w:r w:rsidRPr="007E280F">
        <w:rPr>
          <w:b/>
          <w:bCs/>
          <w:color w:val="000000"/>
        </w:rPr>
        <w:t>134-</w:t>
      </w:r>
      <w:r w:rsidRPr="007E280F">
        <w:rPr>
          <w:color w:val="000000"/>
        </w:rPr>
        <w:t xml:space="preserve"> İç Anadolu Bölgesini  resim -yazı- ve fıkralarla anlatma.</w:t>
      </w:r>
    </w:p>
    <w:p w:rsidR="00866E25" w:rsidRPr="007E280F" w:rsidRDefault="00866E25" w:rsidP="007E280F">
      <w:r w:rsidRPr="007E280F">
        <w:rPr>
          <w:b/>
          <w:bCs/>
          <w:color w:val="000000"/>
        </w:rPr>
        <w:t>135-</w:t>
      </w:r>
      <w:r w:rsidRPr="007E280F">
        <w:rPr>
          <w:color w:val="000000"/>
        </w:rPr>
        <w:t xml:space="preserve"> Saygı ve sevginin önemini yazı-şiir-karikatür ve resimlerle anlatma.</w:t>
      </w:r>
    </w:p>
    <w:p w:rsidR="00866E25" w:rsidRPr="007E280F" w:rsidRDefault="00866E25" w:rsidP="007E280F">
      <w:r w:rsidRPr="007E280F">
        <w:rPr>
          <w:b/>
          <w:bCs/>
          <w:color w:val="000000"/>
        </w:rPr>
        <w:t>136-</w:t>
      </w:r>
      <w:r w:rsidRPr="007E280F">
        <w:rPr>
          <w:color w:val="000000"/>
        </w:rPr>
        <w:t xml:space="preserve"> Belediye başkanı ile bir röportaj yapma.</w:t>
      </w:r>
    </w:p>
    <w:p w:rsidR="00866E25" w:rsidRPr="007E280F" w:rsidRDefault="00866E25" w:rsidP="007E280F">
      <w:r w:rsidRPr="007E280F">
        <w:rPr>
          <w:b/>
          <w:bCs/>
          <w:color w:val="000000"/>
        </w:rPr>
        <w:t>137-</w:t>
      </w:r>
      <w:r w:rsidRPr="007E280F">
        <w:rPr>
          <w:color w:val="000000"/>
        </w:rPr>
        <w:t xml:space="preserve"> Okul Kütüphanesi daha verimli nasıl çalışır?</w:t>
      </w:r>
      <w:r w:rsidRPr="007E280F">
        <w:rPr>
          <w:color w:val="000000"/>
        </w:rPr>
        <w:br/>
      </w:r>
      <w:r w:rsidRPr="007E280F">
        <w:rPr>
          <w:b/>
          <w:bCs/>
          <w:color w:val="000000"/>
        </w:rPr>
        <w:t>138-</w:t>
      </w:r>
      <w:r w:rsidRPr="007E280F">
        <w:rPr>
          <w:color w:val="000000"/>
        </w:rPr>
        <w:t xml:space="preserve"> Bir öğenci olarak günlük hayatta nasıl daha tutumlu ve verimli olabiliriz?</w:t>
      </w:r>
    </w:p>
    <w:p w:rsidR="00866E25" w:rsidRPr="007E280F" w:rsidRDefault="00866E25" w:rsidP="007E280F">
      <w:r w:rsidRPr="007E280F">
        <w:rPr>
          <w:b/>
          <w:bCs/>
          <w:color w:val="000000"/>
        </w:rPr>
        <w:t>139-</w:t>
      </w:r>
      <w:r w:rsidRPr="007E280F">
        <w:rPr>
          <w:color w:val="000000"/>
        </w:rPr>
        <w:t xml:space="preserve"> Reklâmların hayatımızı nasıl etkilediğini göstermek amacıyla bir anket hazırlama.</w:t>
      </w:r>
    </w:p>
    <w:p w:rsidR="00866E25" w:rsidRPr="007E280F" w:rsidRDefault="00866E25" w:rsidP="007E280F">
      <w:r w:rsidRPr="007E280F">
        <w:rPr>
          <w:b/>
          <w:bCs/>
          <w:color w:val="000000"/>
        </w:rPr>
        <w:t>140-</w:t>
      </w:r>
      <w:r w:rsidRPr="007E280F">
        <w:rPr>
          <w:color w:val="000000"/>
        </w:rPr>
        <w:t xml:space="preserve"> Okullarda yapılan milli bayram kutlamalarının daha ilginç bir hale getirilmesi nasıl mümkün olabilir?</w:t>
      </w:r>
      <w:r w:rsidRPr="007E280F">
        <w:rPr>
          <w:color w:val="000000"/>
        </w:rPr>
        <w:br/>
      </w:r>
      <w:r w:rsidRPr="007E280F">
        <w:rPr>
          <w:b/>
          <w:bCs/>
          <w:color w:val="000000"/>
        </w:rPr>
        <w:t>141-</w:t>
      </w:r>
      <w:r w:rsidRPr="007E280F">
        <w:rPr>
          <w:color w:val="000000"/>
        </w:rPr>
        <w:t xml:space="preserve"> Ninnilerimiz konulu araştırma yapma.</w:t>
      </w:r>
    </w:p>
    <w:p w:rsidR="00866E25" w:rsidRPr="007E280F" w:rsidRDefault="00866E25" w:rsidP="007E280F">
      <w:r w:rsidRPr="007E280F">
        <w:rPr>
          <w:b/>
          <w:bCs/>
          <w:color w:val="000000"/>
        </w:rPr>
        <w:t>142-</w:t>
      </w:r>
      <w:r w:rsidRPr="007E280F">
        <w:rPr>
          <w:color w:val="000000"/>
        </w:rPr>
        <w:t xml:space="preserve"> Geri dönüşüm atık pil kutusu hazırlama.( daha sonra toplanan bu pilleri gerekli yerlere iletme)</w:t>
      </w:r>
    </w:p>
    <w:p w:rsidR="00866E25" w:rsidRPr="007E280F" w:rsidRDefault="00866E25" w:rsidP="007E280F">
      <w:r w:rsidRPr="007E280F">
        <w:rPr>
          <w:b/>
          <w:bCs/>
          <w:color w:val="000000"/>
        </w:rPr>
        <w:t>143</w:t>
      </w:r>
      <w:r w:rsidRPr="007E280F">
        <w:rPr>
          <w:color w:val="000000"/>
        </w:rPr>
        <w:t>- Çevre temizliği ile ilgili olarak sağlıkçılar ve yerel yönetimle  röportaj hazırlama.</w:t>
      </w:r>
    </w:p>
    <w:p w:rsidR="00866E25" w:rsidRPr="007E280F" w:rsidRDefault="00866E25" w:rsidP="007E280F">
      <w:r w:rsidRPr="007E280F">
        <w:rPr>
          <w:b/>
          <w:bCs/>
          <w:color w:val="000000"/>
        </w:rPr>
        <w:t>144-</w:t>
      </w:r>
      <w:r w:rsidRPr="007E280F">
        <w:rPr>
          <w:color w:val="000000"/>
        </w:rPr>
        <w:t xml:space="preserve"> Kendi soy ağacını hazırlama ve biyografisini anlaşılır bir şekilde sunma.</w:t>
      </w:r>
    </w:p>
    <w:p w:rsidR="00866E25" w:rsidRPr="007E280F" w:rsidRDefault="00866E25" w:rsidP="007E280F">
      <w:pPr>
        <w:ind w:firstLine="360"/>
        <w:rPr>
          <w:color w:val="000000"/>
        </w:rPr>
      </w:pPr>
    </w:p>
    <w:p w:rsidR="00866E25" w:rsidRDefault="00866E25" w:rsidP="007E280F">
      <w:pPr>
        <w:ind w:firstLine="360"/>
        <w:rPr>
          <w:b/>
          <w:bCs/>
          <w:color w:val="000000"/>
        </w:rPr>
      </w:pPr>
    </w:p>
    <w:p w:rsidR="00866E25" w:rsidRDefault="00866E25" w:rsidP="007E280F">
      <w:pPr>
        <w:ind w:firstLine="360"/>
        <w:rPr>
          <w:b/>
          <w:bCs/>
          <w:color w:val="000000"/>
        </w:rPr>
      </w:pPr>
    </w:p>
    <w:p w:rsidR="00866E25" w:rsidRPr="007E280F" w:rsidRDefault="00866E25" w:rsidP="007E280F">
      <w:pPr>
        <w:ind w:firstLine="360"/>
        <w:rPr>
          <w:b/>
          <w:bCs/>
          <w:color w:val="000000"/>
        </w:rPr>
      </w:pPr>
      <w:r w:rsidRPr="007E280F">
        <w:rPr>
          <w:b/>
          <w:bCs/>
          <w:color w:val="000000"/>
        </w:rPr>
        <w:t xml:space="preserve">       1.DÖNEM                                                                          2.DÖNEM</w:t>
      </w:r>
    </w:p>
    <w:p w:rsidR="00866E25" w:rsidRPr="007E280F" w:rsidRDefault="00866E25" w:rsidP="007E280F">
      <w:pPr>
        <w:rPr>
          <w:b/>
          <w:bCs/>
        </w:rPr>
      </w:pPr>
      <w:r w:rsidRPr="007E280F">
        <w:rPr>
          <w:b/>
          <w:bCs/>
        </w:rPr>
        <w:t xml:space="preserve">Birinci Performans Ödev Takvimi:                                        İkinci Performans Ödev Takvimi:                                                                                                                                                                                                                                                            </w:t>
      </w:r>
    </w:p>
    <w:p w:rsidR="00866E25" w:rsidRPr="007E280F" w:rsidRDefault="00866E25" w:rsidP="007E280F">
      <w:r w:rsidRPr="007E280F">
        <w:t xml:space="preserve">Ödevin verilme zamanı  : Kasım  ayının son haftası           Ödevin verilme zamanı  : Mart  ayının üçüncü haftası                                                                                                        </w:t>
      </w:r>
      <w:r w:rsidRPr="007E280F">
        <w:br/>
        <w:t xml:space="preserve">Ödevin teslim zamanı    : Ocak ayının ilk  haftası               Ödevin teslim zamanı    :  Nisan  ayının son haftası                                                                                                                                        </w:t>
      </w:r>
    </w:p>
    <w:p w:rsidR="00866E25" w:rsidRPr="007E280F" w:rsidRDefault="00866E25" w:rsidP="007E280F">
      <w:pPr>
        <w:ind w:left="360"/>
        <w:rPr>
          <w:b/>
          <w:bCs/>
          <w:color w:val="000000"/>
        </w:rPr>
      </w:pPr>
    </w:p>
    <w:p w:rsidR="00866E25" w:rsidRPr="007E280F" w:rsidRDefault="00866E25" w:rsidP="007E280F">
      <w:pPr>
        <w:ind w:left="360"/>
        <w:rPr>
          <w:b/>
          <w:bCs/>
          <w:color w:val="000000"/>
        </w:rPr>
      </w:pPr>
    </w:p>
    <w:p w:rsidR="00866E25" w:rsidRPr="007E280F" w:rsidRDefault="00866E25" w:rsidP="007E280F">
      <w:pPr>
        <w:rPr>
          <w:b/>
          <w:bCs/>
        </w:rPr>
      </w:pPr>
      <w:r w:rsidRPr="007E280F">
        <w:rPr>
          <w:b/>
          <w:bCs/>
        </w:rPr>
        <w:t xml:space="preserve">Birinci Proje Ödev Takvimi:                                               İkinci Proje Ödev Takvimi:                       </w:t>
      </w:r>
    </w:p>
    <w:p w:rsidR="00866E25" w:rsidRPr="007E280F" w:rsidRDefault="00866E25" w:rsidP="007E280F">
      <w:r w:rsidRPr="007E280F">
        <w:t>Ödevin verilme zamanı  :  Ekim ayının son haftası             Ödevin verilme zamanı  :  Mart ayının ilk haftası</w:t>
      </w:r>
      <w:r w:rsidRPr="007E280F">
        <w:br/>
        <w:t xml:space="preserve">Ödevin teslim zamanı    :  Aralık ayının son haftası            Ödevin teslim zamanı    :  Mayıs ayının ilk haftası   </w:t>
      </w:r>
    </w:p>
    <w:p w:rsidR="00866E25" w:rsidRPr="007E280F" w:rsidRDefault="00866E25" w:rsidP="007E280F">
      <w:pPr>
        <w:ind w:left="708"/>
        <w:rPr>
          <w:b/>
          <w:bCs/>
          <w:color w:val="000000"/>
        </w:rPr>
      </w:pPr>
    </w:p>
    <w:p w:rsidR="00866E25" w:rsidRPr="007E280F"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Default="00866E25" w:rsidP="007E280F">
      <w:pPr>
        <w:ind w:left="708"/>
        <w:rPr>
          <w:b/>
          <w:bCs/>
          <w:color w:val="000000"/>
        </w:rPr>
      </w:pPr>
    </w:p>
    <w:p w:rsidR="00866E25" w:rsidRPr="007E280F" w:rsidRDefault="00866E25" w:rsidP="007E280F">
      <w:pPr>
        <w:ind w:left="708"/>
        <w:rPr>
          <w:b/>
          <w:bCs/>
          <w:color w:val="000000"/>
        </w:rPr>
      </w:pPr>
      <w:r w:rsidRPr="007E280F">
        <w:rPr>
          <w:b/>
          <w:bCs/>
          <w:color w:val="000000"/>
        </w:rPr>
        <w:t>PERFORMANS DEĞERLENDİRME ÖLÇEĞİ</w:t>
      </w:r>
    </w:p>
    <w:p w:rsidR="00866E25" w:rsidRPr="007E280F" w:rsidRDefault="00866E25" w:rsidP="007E280F">
      <w:pPr>
        <w:rPr>
          <w:color w:val="000000"/>
        </w:rPr>
      </w:pPr>
    </w:p>
    <w:tbl>
      <w:tblPr>
        <w:tblpPr w:leftFromText="141" w:rightFromText="141" w:vertAnchor="text" w:horzAnchor="page" w:tblpX="1703" w:tblpY="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328"/>
        <w:gridCol w:w="1260"/>
      </w:tblGrid>
      <w:tr w:rsidR="00866E25" w:rsidRPr="007E280F">
        <w:tc>
          <w:tcPr>
            <w:tcW w:w="5328" w:type="dxa"/>
          </w:tcPr>
          <w:p w:rsidR="00866E25" w:rsidRPr="007E280F" w:rsidRDefault="00866E25" w:rsidP="00765958">
            <w:pPr>
              <w:jc w:val="center"/>
              <w:rPr>
                <w:b/>
                <w:bCs/>
                <w:color w:val="000000"/>
              </w:rPr>
            </w:pPr>
            <w:r w:rsidRPr="007E280F">
              <w:rPr>
                <w:b/>
                <w:bCs/>
                <w:color w:val="000000"/>
              </w:rPr>
              <w:t>ÖLÇÜTLER</w:t>
            </w:r>
          </w:p>
        </w:tc>
        <w:tc>
          <w:tcPr>
            <w:tcW w:w="1260" w:type="dxa"/>
          </w:tcPr>
          <w:p w:rsidR="00866E25" w:rsidRPr="007E280F" w:rsidRDefault="00866E25" w:rsidP="00765958">
            <w:pPr>
              <w:jc w:val="center"/>
              <w:rPr>
                <w:b/>
                <w:bCs/>
                <w:color w:val="000000"/>
              </w:rPr>
            </w:pPr>
            <w:r w:rsidRPr="007E280F">
              <w:rPr>
                <w:b/>
                <w:bCs/>
                <w:color w:val="000000"/>
              </w:rPr>
              <w:t>PUAN</w:t>
            </w:r>
          </w:p>
        </w:tc>
      </w:tr>
      <w:tr w:rsidR="00866E25" w:rsidRPr="007E280F">
        <w:tc>
          <w:tcPr>
            <w:tcW w:w="5328" w:type="dxa"/>
          </w:tcPr>
          <w:p w:rsidR="00866E25" w:rsidRPr="007E280F" w:rsidRDefault="00866E25" w:rsidP="00765958">
            <w:pPr>
              <w:rPr>
                <w:color w:val="000000"/>
              </w:rPr>
            </w:pPr>
            <w:r w:rsidRPr="007E280F">
              <w:rPr>
                <w:color w:val="000000"/>
              </w:rPr>
              <w:t>Zamanında ödevini yapma alışkanlığı kazanma</w:t>
            </w:r>
            <w:r w:rsidRPr="007E280F">
              <w:rPr>
                <w:color w:val="000000"/>
              </w:rPr>
              <w:tab/>
            </w:r>
          </w:p>
        </w:tc>
        <w:tc>
          <w:tcPr>
            <w:tcW w:w="1260" w:type="dxa"/>
          </w:tcPr>
          <w:p w:rsidR="00866E25" w:rsidRPr="007E280F" w:rsidRDefault="00866E25" w:rsidP="00765958">
            <w:pPr>
              <w:rPr>
                <w:color w:val="000000"/>
              </w:rPr>
            </w:pPr>
            <w:r w:rsidRPr="007E280F">
              <w:rPr>
                <w:color w:val="000000"/>
              </w:rPr>
              <w:t>10</w:t>
            </w:r>
          </w:p>
        </w:tc>
      </w:tr>
      <w:tr w:rsidR="00866E25" w:rsidRPr="007E280F">
        <w:tc>
          <w:tcPr>
            <w:tcW w:w="5328" w:type="dxa"/>
          </w:tcPr>
          <w:p w:rsidR="00866E25" w:rsidRPr="007E280F" w:rsidRDefault="00866E25" w:rsidP="00765958">
            <w:pPr>
              <w:rPr>
                <w:color w:val="000000"/>
              </w:rPr>
            </w:pPr>
            <w:r w:rsidRPr="007E280F">
              <w:t>Planlı çalışma alışkanlığı kazanma ve uygulama</w:t>
            </w:r>
          </w:p>
        </w:tc>
        <w:tc>
          <w:tcPr>
            <w:tcW w:w="1260" w:type="dxa"/>
          </w:tcPr>
          <w:p w:rsidR="00866E25" w:rsidRPr="007E280F" w:rsidRDefault="00866E25" w:rsidP="00765958">
            <w:pPr>
              <w:rPr>
                <w:color w:val="000000"/>
              </w:rPr>
            </w:pPr>
            <w:r w:rsidRPr="007E280F">
              <w:rPr>
                <w:color w:val="000000"/>
              </w:rPr>
              <w:t>10</w:t>
            </w:r>
          </w:p>
        </w:tc>
      </w:tr>
      <w:tr w:rsidR="00866E25" w:rsidRPr="007E280F">
        <w:tc>
          <w:tcPr>
            <w:tcW w:w="5328" w:type="dxa"/>
          </w:tcPr>
          <w:p w:rsidR="00866E25" w:rsidRPr="007E280F" w:rsidRDefault="00866E25" w:rsidP="00765958">
            <w:pPr>
              <w:rPr>
                <w:color w:val="000000"/>
              </w:rPr>
            </w:pPr>
            <w:r w:rsidRPr="007E280F">
              <w:t>Türkçe’yi iyi ve etkili kullanma</w:t>
            </w:r>
          </w:p>
        </w:tc>
        <w:tc>
          <w:tcPr>
            <w:tcW w:w="1260" w:type="dxa"/>
          </w:tcPr>
          <w:p w:rsidR="00866E25" w:rsidRPr="007E280F" w:rsidRDefault="00866E25" w:rsidP="00765958">
            <w:pPr>
              <w:rPr>
                <w:color w:val="000000"/>
              </w:rPr>
            </w:pPr>
            <w:r w:rsidRPr="007E280F">
              <w:rPr>
                <w:color w:val="000000"/>
              </w:rPr>
              <w:t>10</w:t>
            </w:r>
          </w:p>
        </w:tc>
      </w:tr>
      <w:tr w:rsidR="00866E25" w:rsidRPr="007E280F">
        <w:tc>
          <w:tcPr>
            <w:tcW w:w="5328" w:type="dxa"/>
          </w:tcPr>
          <w:p w:rsidR="00866E25" w:rsidRPr="007E280F" w:rsidRDefault="00866E25" w:rsidP="00765958">
            <w:pPr>
              <w:rPr>
                <w:color w:val="000000"/>
              </w:rPr>
            </w:pPr>
            <w:r w:rsidRPr="007E280F">
              <w:t>Kompozisyon</w:t>
            </w:r>
          </w:p>
        </w:tc>
        <w:tc>
          <w:tcPr>
            <w:tcW w:w="1260" w:type="dxa"/>
          </w:tcPr>
          <w:p w:rsidR="00866E25" w:rsidRPr="007E280F" w:rsidRDefault="00866E25" w:rsidP="00765958">
            <w:pPr>
              <w:rPr>
                <w:color w:val="000000"/>
              </w:rPr>
            </w:pPr>
            <w:r w:rsidRPr="007E280F">
              <w:rPr>
                <w:color w:val="000000"/>
              </w:rPr>
              <w:t>10</w:t>
            </w:r>
          </w:p>
        </w:tc>
      </w:tr>
      <w:tr w:rsidR="00866E25" w:rsidRPr="007E280F">
        <w:tc>
          <w:tcPr>
            <w:tcW w:w="5328" w:type="dxa"/>
          </w:tcPr>
          <w:p w:rsidR="00866E25" w:rsidRPr="007E280F" w:rsidRDefault="00866E25" w:rsidP="00765958">
            <w:pPr>
              <w:rPr>
                <w:color w:val="000000"/>
              </w:rPr>
            </w:pPr>
            <w:r w:rsidRPr="007E280F">
              <w:t>Estetik (temizlik, ahenk ve güzellik)</w:t>
            </w:r>
          </w:p>
        </w:tc>
        <w:tc>
          <w:tcPr>
            <w:tcW w:w="1260" w:type="dxa"/>
          </w:tcPr>
          <w:p w:rsidR="00866E25" w:rsidRPr="007E280F" w:rsidRDefault="00866E25" w:rsidP="00765958">
            <w:pPr>
              <w:rPr>
                <w:color w:val="000000"/>
              </w:rPr>
            </w:pPr>
            <w:r w:rsidRPr="007E280F">
              <w:rPr>
                <w:color w:val="000000"/>
              </w:rPr>
              <w:t>10</w:t>
            </w:r>
          </w:p>
        </w:tc>
      </w:tr>
      <w:tr w:rsidR="00866E25" w:rsidRPr="007E280F">
        <w:tc>
          <w:tcPr>
            <w:tcW w:w="5328" w:type="dxa"/>
          </w:tcPr>
          <w:p w:rsidR="00866E25" w:rsidRPr="007E280F" w:rsidRDefault="00866E25" w:rsidP="00765958">
            <w:pPr>
              <w:rPr>
                <w:color w:val="000000"/>
              </w:rPr>
            </w:pPr>
            <w:r w:rsidRPr="007E280F">
              <w:t>Yazım ve noktalamaya uyum</w:t>
            </w:r>
          </w:p>
        </w:tc>
        <w:tc>
          <w:tcPr>
            <w:tcW w:w="1260" w:type="dxa"/>
          </w:tcPr>
          <w:p w:rsidR="00866E25" w:rsidRPr="007E280F" w:rsidRDefault="00866E25" w:rsidP="00765958">
            <w:pPr>
              <w:rPr>
                <w:color w:val="000000"/>
              </w:rPr>
            </w:pPr>
            <w:r w:rsidRPr="007E280F">
              <w:rPr>
                <w:color w:val="000000"/>
              </w:rPr>
              <w:t>10</w:t>
            </w:r>
          </w:p>
        </w:tc>
      </w:tr>
      <w:tr w:rsidR="00866E25" w:rsidRPr="007E280F">
        <w:tc>
          <w:tcPr>
            <w:tcW w:w="5328" w:type="dxa"/>
          </w:tcPr>
          <w:p w:rsidR="00866E25" w:rsidRPr="007E280F" w:rsidRDefault="00866E25" w:rsidP="00765958">
            <w:pPr>
              <w:rPr>
                <w:color w:val="000000"/>
              </w:rPr>
            </w:pPr>
            <w:r w:rsidRPr="007E280F">
              <w:t>Kaynaklara ulaşma ve yeterince kullanma</w:t>
            </w:r>
          </w:p>
        </w:tc>
        <w:tc>
          <w:tcPr>
            <w:tcW w:w="1260" w:type="dxa"/>
          </w:tcPr>
          <w:p w:rsidR="00866E25" w:rsidRPr="007E280F" w:rsidRDefault="00866E25" w:rsidP="00765958">
            <w:pPr>
              <w:rPr>
                <w:color w:val="000000"/>
              </w:rPr>
            </w:pPr>
            <w:r w:rsidRPr="007E280F">
              <w:rPr>
                <w:color w:val="000000"/>
              </w:rPr>
              <w:t>10</w:t>
            </w:r>
          </w:p>
        </w:tc>
      </w:tr>
      <w:tr w:rsidR="00866E25" w:rsidRPr="007E280F">
        <w:tc>
          <w:tcPr>
            <w:tcW w:w="5328" w:type="dxa"/>
          </w:tcPr>
          <w:p w:rsidR="00866E25" w:rsidRPr="007E280F" w:rsidRDefault="00866E25" w:rsidP="00765958">
            <w:pPr>
              <w:rPr>
                <w:color w:val="000000"/>
              </w:rPr>
            </w:pPr>
            <w:r w:rsidRPr="007E280F">
              <w:t>Konu kapsamının yeterliği</w:t>
            </w:r>
          </w:p>
        </w:tc>
        <w:tc>
          <w:tcPr>
            <w:tcW w:w="1260" w:type="dxa"/>
          </w:tcPr>
          <w:p w:rsidR="00866E25" w:rsidRPr="007E280F" w:rsidRDefault="00866E25" w:rsidP="00765958">
            <w:pPr>
              <w:rPr>
                <w:color w:val="000000"/>
              </w:rPr>
            </w:pPr>
            <w:r w:rsidRPr="007E280F">
              <w:rPr>
                <w:color w:val="000000"/>
              </w:rPr>
              <w:t>10</w:t>
            </w:r>
          </w:p>
        </w:tc>
      </w:tr>
      <w:tr w:rsidR="00866E25" w:rsidRPr="007E280F">
        <w:tc>
          <w:tcPr>
            <w:tcW w:w="5328" w:type="dxa"/>
          </w:tcPr>
          <w:p w:rsidR="00866E25" w:rsidRPr="007E280F" w:rsidRDefault="00866E25" w:rsidP="00765958">
            <w:pPr>
              <w:rPr>
                <w:color w:val="000000"/>
              </w:rPr>
            </w:pPr>
            <w:r w:rsidRPr="007E280F">
              <w:t>Bilgi toplama yöntemlerini kullanmasındaki başarısı</w:t>
            </w:r>
          </w:p>
        </w:tc>
        <w:tc>
          <w:tcPr>
            <w:tcW w:w="1260" w:type="dxa"/>
          </w:tcPr>
          <w:p w:rsidR="00866E25" w:rsidRPr="007E280F" w:rsidRDefault="00866E25" w:rsidP="00765958">
            <w:pPr>
              <w:rPr>
                <w:color w:val="000000"/>
              </w:rPr>
            </w:pPr>
            <w:r w:rsidRPr="007E280F">
              <w:rPr>
                <w:color w:val="000000"/>
              </w:rPr>
              <w:t>10</w:t>
            </w:r>
          </w:p>
        </w:tc>
      </w:tr>
      <w:tr w:rsidR="00866E25" w:rsidRPr="007E280F">
        <w:tc>
          <w:tcPr>
            <w:tcW w:w="5328" w:type="dxa"/>
          </w:tcPr>
          <w:p w:rsidR="00866E25" w:rsidRPr="007E280F" w:rsidRDefault="00866E25" w:rsidP="00765958">
            <w:pPr>
              <w:rPr>
                <w:color w:val="000000"/>
              </w:rPr>
            </w:pPr>
            <w:r w:rsidRPr="007E280F">
              <w:t>Bir ana fikre ulaşma, yorumlama, amaca uygunluk</w:t>
            </w:r>
          </w:p>
        </w:tc>
        <w:tc>
          <w:tcPr>
            <w:tcW w:w="1260" w:type="dxa"/>
          </w:tcPr>
          <w:p w:rsidR="00866E25" w:rsidRPr="007E280F" w:rsidRDefault="00866E25" w:rsidP="00765958">
            <w:pPr>
              <w:rPr>
                <w:color w:val="000000"/>
              </w:rPr>
            </w:pPr>
            <w:r w:rsidRPr="007E280F">
              <w:rPr>
                <w:color w:val="000000"/>
              </w:rPr>
              <w:t>10</w:t>
            </w:r>
          </w:p>
        </w:tc>
      </w:tr>
      <w:tr w:rsidR="00866E25" w:rsidRPr="007E280F">
        <w:tc>
          <w:tcPr>
            <w:tcW w:w="5328" w:type="dxa"/>
          </w:tcPr>
          <w:p w:rsidR="00866E25" w:rsidRPr="007E280F" w:rsidRDefault="00866E25" w:rsidP="00765958">
            <w:pPr>
              <w:jc w:val="right"/>
              <w:rPr>
                <w:b/>
                <w:bCs/>
              </w:rPr>
            </w:pPr>
            <w:r w:rsidRPr="007E280F">
              <w:rPr>
                <w:b/>
                <w:bCs/>
              </w:rPr>
              <w:t>TOPLAM</w:t>
            </w:r>
          </w:p>
        </w:tc>
        <w:tc>
          <w:tcPr>
            <w:tcW w:w="1260" w:type="dxa"/>
          </w:tcPr>
          <w:p w:rsidR="00866E25" w:rsidRPr="007E280F" w:rsidRDefault="00866E25" w:rsidP="00765958">
            <w:pPr>
              <w:rPr>
                <w:b/>
                <w:bCs/>
                <w:color w:val="000000"/>
              </w:rPr>
            </w:pPr>
            <w:r w:rsidRPr="007E280F">
              <w:rPr>
                <w:b/>
                <w:bCs/>
                <w:color w:val="000000"/>
              </w:rPr>
              <w:t>100</w:t>
            </w:r>
          </w:p>
        </w:tc>
      </w:tr>
    </w:tbl>
    <w:p w:rsidR="00866E25" w:rsidRPr="007E280F" w:rsidRDefault="00866E25" w:rsidP="007E280F">
      <w:pPr>
        <w:rPr>
          <w:color w:val="000000"/>
        </w:rPr>
      </w:pPr>
      <w:r w:rsidRPr="007E280F">
        <w:rPr>
          <w:color w:val="000000"/>
        </w:rPr>
        <w:tab/>
        <w:t xml:space="preserve">       </w:t>
      </w:r>
    </w:p>
    <w:p w:rsidR="00866E25" w:rsidRPr="007E280F" w:rsidRDefault="00866E25" w:rsidP="007E280F">
      <w:pPr>
        <w:rPr>
          <w:color w:val="000000"/>
        </w:rPr>
      </w:pPr>
    </w:p>
    <w:p w:rsidR="00866E25" w:rsidRPr="007E280F" w:rsidRDefault="00866E25" w:rsidP="007E280F">
      <w:pPr>
        <w:ind w:firstLine="360"/>
        <w:rPr>
          <w:b/>
          <w:bCs/>
        </w:rPr>
      </w:pPr>
    </w:p>
    <w:p w:rsidR="00866E25" w:rsidRPr="007E280F" w:rsidRDefault="00866E25" w:rsidP="007E280F">
      <w:pPr>
        <w:ind w:firstLine="360"/>
        <w:rPr>
          <w:b/>
          <w:bCs/>
        </w:rPr>
      </w:pPr>
    </w:p>
    <w:p w:rsidR="00866E25" w:rsidRPr="007E280F" w:rsidRDefault="00866E25" w:rsidP="007E280F">
      <w:pPr>
        <w:ind w:firstLine="360"/>
        <w:rPr>
          <w:b/>
          <w:bCs/>
        </w:rPr>
      </w:pPr>
    </w:p>
    <w:p w:rsidR="00866E25" w:rsidRPr="007E280F" w:rsidRDefault="00866E25" w:rsidP="007E280F">
      <w:pPr>
        <w:ind w:firstLine="360"/>
        <w:rPr>
          <w:b/>
          <w:bCs/>
        </w:rPr>
      </w:pPr>
    </w:p>
    <w:p w:rsidR="00866E25" w:rsidRPr="007E280F" w:rsidRDefault="00866E25" w:rsidP="007E280F">
      <w:pPr>
        <w:ind w:firstLine="360"/>
        <w:rPr>
          <w:b/>
          <w:bCs/>
        </w:rPr>
      </w:pPr>
    </w:p>
    <w:p w:rsidR="00866E25" w:rsidRPr="007E280F" w:rsidRDefault="00866E25" w:rsidP="007E280F">
      <w:pPr>
        <w:ind w:firstLine="360"/>
        <w:rPr>
          <w:b/>
          <w:bCs/>
        </w:rPr>
      </w:pPr>
    </w:p>
    <w:p w:rsidR="00866E25" w:rsidRPr="007E280F" w:rsidRDefault="00866E25" w:rsidP="007E280F">
      <w:pPr>
        <w:shd w:val="clear" w:color="auto" w:fill="FFFFFF"/>
        <w:spacing w:after="259"/>
      </w:pPr>
    </w:p>
    <w:p w:rsidR="00866E25" w:rsidRPr="007E280F" w:rsidRDefault="00866E25" w:rsidP="007E280F">
      <w:pPr>
        <w:shd w:val="clear" w:color="auto" w:fill="FFFFFF"/>
        <w:spacing w:after="259"/>
      </w:pPr>
    </w:p>
    <w:p w:rsidR="00866E25" w:rsidRPr="007E280F" w:rsidRDefault="00866E25" w:rsidP="007E280F">
      <w:pPr>
        <w:shd w:val="clear" w:color="auto" w:fill="FFFFFF"/>
        <w:spacing w:after="259"/>
        <w:rPr>
          <w:b/>
          <w:bCs/>
          <w:color w:val="000000"/>
          <w:spacing w:val="-3"/>
        </w:rPr>
      </w:pPr>
    </w:p>
    <w:p w:rsidR="00866E25" w:rsidRPr="007E280F" w:rsidRDefault="00866E25" w:rsidP="007E280F">
      <w:pPr>
        <w:shd w:val="clear" w:color="auto" w:fill="FFFFFF"/>
        <w:spacing w:after="259"/>
      </w:pPr>
      <w:r w:rsidRPr="007E280F">
        <w:rPr>
          <w:b/>
          <w:bCs/>
          <w:color w:val="000000"/>
          <w:spacing w:val="-3"/>
        </w:rPr>
        <w:t>PROJE DEĞERLENDİRME ÖLÇEĞİ</w:t>
      </w:r>
    </w:p>
    <w:p w:rsidR="00866E25" w:rsidRPr="007E280F" w:rsidRDefault="00866E25" w:rsidP="007E280F">
      <w:pPr>
        <w:shd w:val="clear" w:color="auto" w:fill="FFFFFF"/>
        <w:spacing w:after="259"/>
      </w:pPr>
      <w:r w:rsidRPr="007E280F">
        <w:rPr>
          <w:b/>
          <w:bCs/>
          <w:color w:val="000000"/>
          <w:spacing w:val="-3"/>
        </w:rPr>
        <w:t xml:space="preserve">                  </w:t>
      </w:r>
    </w:p>
    <w:tbl>
      <w:tblPr>
        <w:tblpPr w:leftFromText="141" w:rightFromText="141" w:vertAnchor="text" w:horzAnchor="page" w:tblpX="1591" w:tblpY="297"/>
        <w:tblW w:w="0" w:type="auto"/>
        <w:tblLayout w:type="fixed"/>
        <w:tblCellMar>
          <w:left w:w="40" w:type="dxa"/>
          <w:right w:w="40" w:type="dxa"/>
        </w:tblCellMar>
        <w:tblLook w:val="0000"/>
      </w:tblPr>
      <w:tblGrid>
        <w:gridCol w:w="442"/>
        <w:gridCol w:w="4818"/>
        <w:gridCol w:w="1440"/>
      </w:tblGrid>
      <w:tr w:rsidR="00866E25" w:rsidRPr="007E280F">
        <w:trPr>
          <w:trHeight w:val="1005"/>
        </w:trPr>
        <w:tc>
          <w:tcPr>
            <w:tcW w:w="5260" w:type="dxa"/>
            <w:gridSpan w:val="2"/>
            <w:tcBorders>
              <w:top w:val="single" w:sz="6" w:space="0" w:color="auto"/>
              <w:left w:val="single" w:sz="6" w:space="0" w:color="auto"/>
              <w:bottom w:val="nil"/>
              <w:right w:val="single" w:sz="6" w:space="0" w:color="auto"/>
            </w:tcBorders>
            <w:shd w:val="clear" w:color="auto" w:fill="FFFFFF"/>
            <w:vAlign w:val="center"/>
          </w:tcPr>
          <w:p w:rsidR="00866E25" w:rsidRPr="007E280F" w:rsidRDefault="00866E25" w:rsidP="00765958">
            <w:pPr>
              <w:shd w:val="clear" w:color="auto" w:fill="FFFFFF"/>
            </w:pPr>
            <w:r w:rsidRPr="007E280F">
              <w:rPr>
                <w:b/>
                <w:bCs/>
                <w:color w:val="000000"/>
                <w:spacing w:val="-9"/>
              </w:rPr>
              <w:t xml:space="preserve">         DEĞERLENDİRİLECEK ÖĞRENCİ DAVRANIŞLARI</w:t>
            </w:r>
          </w:p>
        </w:tc>
        <w:tc>
          <w:tcPr>
            <w:tcW w:w="1440" w:type="dxa"/>
            <w:tcBorders>
              <w:top w:val="single" w:sz="6" w:space="0" w:color="auto"/>
              <w:left w:val="single" w:sz="6" w:space="0" w:color="auto"/>
              <w:right w:val="single" w:sz="6" w:space="0" w:color="auto"/>
            </w:tcBorders>
            <w:shd w:val="clear" w:color="auto" w:fill="FFFFFF"/>
            <w:vAlign w:val="center"/>
          </w:tcPr>
          <w:p w:rsidR="00866E25" w:rsidRPr="007E280F" w:rsidRDefault="00866E25" w:rsidP="00765958">
            <w:pPr>
              <w:shd w:val="clear" w:color="auto" w:fill="FFFFFF"/>
              <w:spacing w:line="269" w:lineRule="exact"/>
              <w:ind w:left="29" w:right="106"/>
              <w:jc w:val="center"/>
            </w:pPr>
            <w:r w:rsidRPr="007E280F">
              <w:rPr>
                <w:b/>
                <w:bCs/>
                <w:color w:val="000000"/>
                <w:spacing w:val="-11"/>
              </w:rPr>
              <w:t xml:space="preserve">Puan </w:t>
            </w:r>
          </w:p>
        </w:tc>
      </w:tr>
      <w:tr w:rsidR="00866E25" w:rsidRPr="007E280F">
        <w:trPr>
          <w:trHeight w:hRule="exact" w:val="26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ind w:left="96"/>
            </w:pPr>
            <w:r w:rsidRPr="007E280F">
              <w:rPr>
                <w:b/>
                <w:bCs/>
                <w:color w:val="000000"/>
                <w:spacing w:val="-3"/>
              </w:rPr>
              <w:t>Proje Hazırlama Süreci</w:t>
            </w:r>
          </w:p>
        </w:tc>
      </w:tr>
      <w:tr w:rsidR="00866E25" w:rsidRPr="007E280F">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rPr>
                <w:b/>
                <w:bCs/>
              </w:rPr>
            </w:pPr>
            <w:r w:rsidRPr="007E280F">
              <w:rPr>
                <w:b/>
                <w:bCs/>
                <w:color w:val="000000"/>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6"/>
              </w:rPr>
              <w:t>Projenin amacını belirleme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5</w:t>
            </w:r>
          </w:p>
        </w:tc>
      </w:tr>
      <w:tr w:rsidR="00866E25" w:rsidRPr="007E280F">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rPr>
                <w:b/>
                <w:bCs/>
              </w:rPr>
            </w:pPr>
            <w:r w:rsidRPr="007E280F">
              <w:rPr>
                <w:b/>
                <w:bCs/>
                <w:color w:val="00000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6"/>
              </w:rPr>
              <w:t>Projeye uygun çalışma planı yapma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5</w:t>
            </w:r>
          </w:p>
        </w:tc>
      </w:tr>
      <w:tr w:rsidR="00866E25" w:rsidRPr="007E280F">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rPr>
                <w:b/>
                <w:bCs/>
              </w:rPr>
            </w:pPr>
            <w:r w:rsidRPr="007E280F">
              <w:rPr>
                <w:b/>
                <w:bCs/>
                <w:color w:val="00000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6"/>
              </w:rPr>
              <w:t>İhtiyaçları belirleme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5</w:t>
            </w:r>
          </w:p>
        </w:tc>
      </w:tr>
      <w:tr w:rsidR="00866E25" w:rsidRPr="007E280F">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rPr>
                <w:b/>
                <w:bCs/>
              </w:rPr>
            </w:pPr>
            <w:r w:rsidRPr="007E280F">
              <w:rPr>
                <w:b/>
                <w:bCs/>
                <w:color w:val="00000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5"/>
              </w:rPr>
              <w:t>Farklı kaynaklardan bilgi toplama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5</w:t>
            </w:r>
          </w:p>
        </w:tc>
      </w:tr>
      <w:tr w:rsidR="00866E25" w:rsidRPr="007E280F">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rPr>
                <w:b/>
                <w:bCs/>
              </w:rPr>
            </w:pPr>
            <w:r w:rsidRPr="007E280F">
              <w:rPr>
                <w:b/>
                <w:bCs/>
                <w:color w:val="00000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6"/>
              </w:rPr>
              <w:t>Projeyi plana göre gerçekleştirme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5</w:t>
            </w:r>
          </w:p>
        </w:tc>
      </w:tr>
      <w:tr w:rsidR="00866E25" w:rsidRPr="007E280F">
        <w:trPr>
          <w:trHeight w:hRule="exact" w:val="26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b/>
                <w:bCs/>
                <w:color w:val="000000"/>
                <w:spacing w:val="-7"/>
              </w:rPr>
              <w:t xml:space="preserve">Projenin İçeriği                                                                                                                                    </w:t>
            </w:r>
          </w:p>
        </w:tc>
      </w:tr>
      <w:tr w:rsidR="00866E25" w:rsidRPr="007E280F">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rPr>
                <w:b/>
                <w:bCs/>
                <w:color w:val="000000"/>
              </w:rPr>
              <w:t>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6"/>
              </w:rPr>
              <w:t>Türkçe' yi doğru ve düzgün yazma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5</w:t>
            </w:r>
          </w:p>
        </w:tc>
      </w:tr>
      <w:tr w:rsidR="00866E25" w:rsidRPr="007E280F">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rPr>
                <w:b/>
                <w:bCs/>
                <w:color w:val="00000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6"/>
              </w:rPr>
              <w:t>Bilgilerin doğruluğu</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10</w:t>
            </w:r>
          </w:p>
        </w:tc>
      </w:tr>
      <w:tr w:rsidR="00866E25" w:rsidRPr="007E280F">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rPr>
                <w:b/>
                <w:bCs/>
                <w:color w:val="00000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6"/>
              </w:rPr>
              <w:t>Raporun akıcılığı ve anlaşılırlığı</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10</w:t>
            </w:r>
          </w:p>
        </w:tc>
      </w:tr>
      <w:tr w:rsidR="00866E25" w:rsidRPr="007E280F">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rPr>
                <w:b/>
                <w:bCs/>
                <w:color w:val="00000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6"/>
              </w:rPr>
              <w:t>Toplanan bilgilerin düzenlenmesi</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10</w:t>
            </w:r>
          </w:p>
        </w:tc>
      </w:tr>
      <w:tr w:rsidR="00866E25" w:rsidRPr="007E280F">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rPr>
                <w:b/>
                <w:bCs/>
                <w:color w:val="00000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5"/>
              </w:rPr>
              <w:t>Yaratıcılık yeteneğini kullanma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10</w:t>
            </w:r>
          </w:p>
        </w:tc>
      </w:tr>
      <w:tr w:rsidR="00866E25" w:rsidRPr="007E280F">
        <w:trPr>
          <w:trHeight w:hRule="exact" w:val="25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ind w:left="115"/>
            </w:pPr>
            <w:r w:rsidRPr="007E280F">
              <w:rPr>
                <w:b/>
                <w:bCs/>
                <w:color w:val="000000"/>
                <w:spacing w:val="-8"/>
              </w:rPr>
              <w:t xml:space="preserve">Projenin Sunumu                                                                                                                                </w:t>
            </w:r>
          </w:p>
        </w:tc>
      </w:tr>
      <w:tr w:rsidR="00866E25" w:rsidRPr="007E280F">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rPr>
                <w:b/>
                <w:bCs/>
                <w:color w:val="000000"/>
              </w:rPr>
              <w:t xml:space="preserve">   1.</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5"/>
              </w:rPr>
              <w:t>Türkçe’ yi doğru ve düzgün konuşma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5</w:t>
            </w:r>
          </w:p>
        </w:tc>
      </w:tr>
      <w:tr w:rsidR="00866E25" w:rsidRPr="007E280F">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rPr>
                <w:b/>
                <w:bCs/>
                <w:color w:val="000000"/>
              </w:rPr>
              <w:t>2.</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6"/>
              </w:rPr>
              <w:t>Sorulara cevap verebilme</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5</w:t>
            </w:r>
          </w:p>
        </w:tc>
      </w:tr>
      <w:tr w:rsidR="00866E25" w:rsidRPr="007E280F">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rPr>
                <w:b/>
                <w:bCs/>
                <w:color w:val="000000"/>
              </w:rPr>
              <w:t>3.</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5"/>
              </w:rPr>
              <w:t>Konuyu dinleyicilerin ilgisini çekecek şekilde sunma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5</w:t>
            </w:r>
          </w:p>
        </w:tc>
      </w:tr>
      <w:tr w:rsidR="00866E25" w:rsidRPr="007E280F">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rPr>
                <w:b/>
                <w:bCs/>
                <w:color w:val="000000"/>
              </w:rPr>
              <w:t>4.</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5"/>
              </w:rPr>
              <w:t>Sunuda akıcı bir dil ve beden dilini kullanma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5</w:t>
            </w:r>
          </w:p>
        </w:tc>
      </w:tr>
      <w:tr w:rsidR="00866E25" w:rsidRPr="007E280F">
        <w:trPr>
          <w:trHeight w:hRule="exact" w:val="26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rPr>
                <w:b/>
                <w:bCs/>
                <w:color w:val="000000"/>
              </w:rPr>
              <w:t>5.</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6"/>
              </w:rPr>
              <w:t>Verilen sürede sunuyu yapma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5</w:t>
            </w:r>
          </w:p>
        </w:tc>
      </w:tr>
      <w:tr w:rsidR="00866E25" w:rsidRPr="007E280F">
        <w:trPr>
          <w:trHeight w:hRule="exact" w:val="259"/>
        </w:trPr>
        <w:tc>
          <w:tcPr>
            <w:tcW w:w="442"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rPr>
                <w:b/>
                <w:bCs/>
                <w:color w:val="000000"/>
              </w:rPr>
              <w:t>6.</w:t>
            </w:r>
          </w:p>
        </w:tc>
        <w:tc>
          <w:tcPr>
            <w:tcW w:w="4818" w:type="dxa"/>
            <w:tcBorders>
              <w:top w:val="single" w:sz="6" w:space="0" w:color="auto"/>
              <w:left w:val="single" w:sz="6" w:space="0" w:color="auto"/>
              <w:bottom w:val="single" w:sz="6" w:space="0" w:color="auto"/>
              <w:right w:val="single" w:sz="6" w:space="0" w:color="auto"/>
            </w:tcBorders>
            <w:shd w:val="clear" w:color="auto" w:fill="FFFFFF"/>
            <w:vAlign w:val="center"/>
          </w:tcPr>
          <w:p w:rsidR="00866E25" w:rsidRPr="007E280F" w:rsidRDefault="00866E25" w:rsidP="00765958">
            <w:pPr>
              <w:shd w:val="clear" w:color="auto" w:fill="FFFFFF"/>
            </w:pPr>
            <w:r w:rsidRPr="007E280F">
              <w:rPr>
                <w:color w:val="000000"/>
                <w:spacing w:val="-5"/>
              </w:rPr>
              <w:t>Sunu sırasındaki öz güvene sahip olma</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t>5</w:t>
            </w:r>
          </w:p>
        </w:tc>
      </w:tr>
      <w:tr w:rsidR="00866E25" w:rsidRPr="007E280F">
        <w:trPr>
          <w:trHeight w:hRule="exact" w:val="259"/>
        </w:trPr>
        <w:tc>
          <w:tcPr>
            <w:tcW w:w="6700" w:type="dxa"/>
            <w:gridSpan w:val="3"/>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rPr>
                <w:b/>
                <w:bCs/>
              </w:rPr>
            </w:pPr>
            <w:r w:rsidRPr="007E280F">
              <w:t xml:space="preserve">                                                                                                                          </w:t>
            </w:r>
          </w:p>
        </w:tc>
      </w:tr>
      <w:tr w:rsidR="00866E25" w:rsidRPr="007E280F">
        <w:trPr>
          <w:trHeight w:hRule="exact" w:val="269"/>
        </w:trPr>
        <w:tc>
          <w:tcPr>
            <w:tcW w:w="5260" w:type="dxa"/>
            <w:gridSpan w:val="2"/>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pPr>
            <w:r w:rsidRPr="007E280F">
              <w:rPr>
                <w:b/>
                <w:bCs/>
                <w:color w:val="000000"/>
                <w:spacing w:val="-12"/>
              </w:rPr>
              <w:t xml:space="preserve">                                                                                                                    TOPLAM</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866E25" w:rsidRPr="007E280F" w:rsidRDefault="00866E25" w:rsidP="00765958">
            <w:pPr>
              <w:shd w:val="clear" w:color="auto" w:fill="FFFFFF"/>
              <w:jc w:val="center"/>
              <w:rPr>
                <w:b/>
                <w:bCs/>
              </w:rPr>
            </w:pPr>
            <w:r w:rsidRPr="007E280F">
              <w:rPr>
                <w:b/>
                <w:bCs/>
              </w:rPr>
              <w:t>100</w:t>
            </w:r>
          </w:p>
        </w:tc>
      </w:tr>
    </w:tbl>
    <w:p w:rsidR="00866E25" w:rsidRPr="007E280F" w:rsidRDefault="00866E25" w:rsidP="007E280F">
      <w:pPr>
        <w:tabs>
          <w:tab w:val="left" w:pos="4530"/>
        </w:tabs>
      </w:pPr>
      <w:r w:rsidRPr="007E280F">
        <w:tab/>
      </w:r>
    </w:p>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 w:rsidR="00866E25" w:rsidRPr="007E280F" w:rsidRDefault="00866E25" w:rsidP="007E280F">
      <w:pPr>
        <w:rPr>
          <w:b/>
          <w:bCs/>
          <w:color w:val="000000"/>
        </w:rPr>
      </w:pPr>
      <w:r w:rsidRPr="007E280F">
        <w:rPr>
          <w:b/>
          <w:bCs/>
          <w:color w:val="000000"/>
        </w:rPr>
        <w:t xml:space="preserve"> </w:t>
      </w:r>
    </w:p>
    <w:p w:rsidR="00866E25" w:rsidRPr="007E280F" w:rsidRDefault="00866E25" w:rsidP="007E280F">
      <w:pPr>
        <w:rPr>
          <w:b/>
          <w:bCs/>
          <w:color w:val="000000"/>
        </w:rPr>
      </w:pPr>
    </w:p>
    <w:p w:rsidR="00866E25" w:rsidRPr="007E280F" w:rsidRDefault="00866E25" w:rsidP="007E280F">
      <w:pPr>
        <w:rPr>
          <w:b/>
          <w:bCs/>
          <w:color w:val="000000"/>
        </w:rPr>
      </w:pPr>
    </w:p>
    <w:p w:rsidR="00866E25" w:rsidRPr="007E280F" w:rsidRDefault="00866E25" w:rsidP="007E280F">
      <w:pPr>
        <w:rPr>
          <w:b/>
          <w:bCs/>
          <w:color w:val="000000"/>
        </w:rPr>
      </w:pPr>
    </w:p>
    <w:p w:rsidR="00866E25" w:rsidRPr="007E280F" w:rsidRDefault="00866E25" w:rsidP="007E280F">
      <w:pPr>
        <w:rPr>
          <w:b/>
          <w:bCs/>
          <w:color w:val="000000"/>
        </w:rPr>
      </w:pPr>
    </w:p>
    <w:p w:rsidR="00866E25" w:rsidRPr="007E280F" w:rsidRDefault="00866E25" w:rsidP="007E280F">
      <w:pPr>
        <w:rPr>
          <w:b/>
          <w:bCs/>
          <w:color w:val="000000"/>
        </w:rPr>
      </w:pPr>
    </w:p>
    <w:p w:rsidR="00866E25" w:rsidRPr="007E280F" w:rsidRDefault="00866E25" w:rsidP="007E280F">
      <w:pPr>
        <w:rPr>
          <w:b/>
          <w:bCs/>
          <w:color w:val="000000"/>
        </w:rPr>
      </w:pPr>
    </w:p>
    <w:p w:rsidR="00866E25" w:rsidRDefault="00866E25" w:rsidP="007E280F">
      <w:pPr>
        <w:rPr>
          <w:b/>
          <w:bCs/>
          <w:color w:val="000000"/>
        </w:rPr>
      </w:pPr>
    </w:p>
    <w:p w:rsidR="00866E25" w:rsidRDefault="00866E25" w:rsidP="007E280F">
      <w:pPr>
        <w:rPr>
          <w:b/>
          <w:bCs/>
          <w:color w:val="000000"/>
        </w:rPr>
      </w:pPr>
    </w:p>
    <w:p w:rsidR="00866E25" w:rsidRPr="007E280F" w:rsidRDefault="00866E25" w:rsidP="007E280F">
      <w:pPr>
        <w:rPr>
          <w:b/>
          <w:bCs/>
          <w:color w:val="000000"/>
        </w:rPr>
      </w:pPr>
    </w:p>
    <w:p w:rsidR="00866E25" w:rsidRDefault="00866E25" w:rsidP="007E280F">
      <w:pPr>
        <w:rPr>
          <w:b/>
          <w:bCs/>
          <w:color w:val="000000"/>
        </w:rPr>
      </w:pPr>
    </w:p>
    <w:p w:rsidR="00866E25" w:rsidRDefault="00866E25" w:rsidP="007E280F">
      <w:pPr>
        <w:rPr>
          <w:b/>
          <w:bCs/>
          <w:color w:val="000000"/>
        </w:rPr>
      </w:pPr>
    </w:p>
    <w:p w:rsidR="00866E25" w:rsidRDefault="00866E25" w:rsidP="007E280F">
      <w:pPr>
        <w:rPr>
          <w:b/>
          <w:bCs/>
          <w:color w:val="000000"/>
        </w:rPr>
      </w:pPr>
    </w:p>
    <w:p w:rsidR="00866E25" w:rsidRDefault="00866E25" w:rsidP="007E280F">
      <w:pPr>
        <w:rPr>
          <w:b/>
          <w:bCs/>
          <w:color w:val="000000"/>
        </w:rPr>
      </w:pPr>
    </w:p>
    <w:p w:rsidR="00866E25" w:rsidRDefault="00866E25" w:rsidP="007E280F">
      <w:pPr>
        <w:rPr>
          <w:b/>
          <w:bCs/>
          <w:color w:val="000000"/>
        </w:rPr>
      </w:pPr>
    </w:p>
    <w:p w:rsidR="00866E25" w:rsidRDefault="00866E25" w:rsidP="007E280F">
      <w:pPr>
        <w:rPr>
          <w:b/>
          <w:bCs/>
          <w:color w:val="000000"/>
        </w:rPr>
      </w:pPr>
    </w:p>
    <w:p w:rsidR="00866E25" w:rsidRDefault="00866E25" w:rsidP="007E280F">
      <w:pPr>
        <w:rPr>
          <w:b/>
          <w:bCs/>
          <w:color w:val="000000"/>
        </w:rPr>
      </w:pPr>
    </w:p>
    <w:p w:rsidR="00866E25" w:rsidRDefault="00866E25" w:rsidP="007E280F">
      <w:pPr>
        <w:rPr>
          <w:b/>
          <w:bCs/>
          <w:color w:val="000000"/>
        </w:rPr>
      </w:pPr>
    </w:p>
    <w:p w:rsidR="00866E25" w:rsidRPr="007E280F" w:rsidRDefault="00866E25" w:rsidP="007E280F">
      <w:pPr>
        <w:rPr>
          <w:b/>
          <w:bCs/>
          <w:color w:val="000000"/>
        </w:rPr>
      </w:pPr>
      <w:r w:rsidRPr="007E280F">
        <w:rPr>
          <w:b/>
          <w:bCs/>
          <w:color w:val="000000"/>
        </w:rPr>
        <w:t>Toplantıda ayrıca aşağıdaki konular üzerinde de fikir birliğine varıldı.:</w:t>
      </w:r>
    </w:p>
    <w:p w:rsidR="00866E25" w:rsidRPr="007E280F" w:rsidRDefault="00866E25" w:rsidP="007E280F">
      <w:pPr>
        <w:rPr>
          <w:color w:val="000000"/>
        </w:rPr>
      </w:pPr>
      <w:r w:rsidRPr="007E280F">
        <w:rPr>
          <w:color w:val="000000"/>
        </w:rPr>
        <w:t xml:space="preserve">            Çalışmalar; içerik, kaynak kullanımı, materyal kullanımı açılarından değerlendirilecektir. Bazı çalışmalar bilgisayardaki PowerPoint programı üzerinden de hazırlanabilir. Öğrenciler araştırma için öğretmenlere danışabilir, internetten, kütüphanelerden, arşivlerden, kitap, gazete, dergi vb. kaynaklardan yararlanabilirler. Ancak bazı öğrencilerin internetten buldukları ödevlerini hiç okumadan bilgisayar çıktısı almak suretiyle getirdikleri görüldüğünden bilgisayar çıktısı ödevler kabul edilmeyecektir. </w:t>
      </w:r>
    </w:p>
    <w:p w:rsidR="00866E25" w:rsidRPr="007E280F" w:rsidRDefault="00866E25" w:rsidP="007E280F">
      <w:pPr>
        <w:ind w:firstLine="708"/>
        <w:jc w:val="both"/>
        <w:rPr>
          <w:color w:val="000000"/>
        </w:rPr>
      </w:pPr>
      <w:r w:rsidRPr="007E280F">
        <w:rPr>
          <w:color w:val="000000"/>
        </w:rPr>
        <w:t xml:space="preserve"> </w:t>
      </w:r>
    </w:p>
    <w:p w:rsidR="00866E25" w:rsidRPr="007E280F" w:rsidRDefault="00866E25" w:rsidP="007E280F">
      <w:pPr>
        <w:ind w:left="708"/>
        <w:jc w:val="both"/>
      </w:pPr>
    </w:p>
    <w:p w:rsidR="00866E25" w:rsidRPr="007E280F" w:rsidRDefault="00866E25" w:rsidP="007E280F">
      <w:pPr>
        <w:jc w:val="both"/>
      </w:pPr>
      <w:r w:rsidRPr="007E280F">
        <w:t>Sibel Yıldız ÖZCAN, ödevlerin çizgisiz beyaz kâğıda mürekkepli kalemle el yazısı ile yazılacağını, istenilen tarihte teslim edilmeyen  ödevlerden puan kırılarak öğrencilerin sorumluluk  sahibi olmalarının sağlanacağını belirtti.</w:t>
      </w:r>
    </w:p>
    <w:p w:rsidR="00866E25" w:rsidRPr="007E280F" w:rsidRDefault="00866E25" w:rsidP="007E280F">
      <w:pPr>
        <w:jc w:val="both"/>
      </w:pPr>
    </w:p>
    <w:p w:rsidR="00866E25" w:rsidRPr="007E280F" w:rsidRDefault="00866E25" w:rsidP="007E280F">
      <w:pPr>
        <w:jc w:val="both"/>
      </w:pPr>
      <w:r w:rsidRPr="007E280F">
        <w:tab/>
      </w:r>
    </w:p>
    <w:p w:rsidR="00866E25" w:rsidRPr="007E280F" w:rsidRDefault="00866E25" w:rsidP="007E280F">
      <w:pPr>
        <w:jc w:val="both"/>
      </w:pPr>
      <w:r w:rsidRPr="007E280F">
        <w:rPr>
          <w:b/>
          <w:bCs/>
        </w:rPr>
        <w:t>15</w:t>
      </w:r>
      <w:r w:rsidRPr="007E280F">
        <w:t>- Özel gün ve haftaların kutlanması sırasında öncelikli olarak ilgili kulüp rehber öğretmenleri ile diğer zümrelerle işbirliği yapılmasına karar verildi. Ayrıca il ve ilçe genelinde yapılan şiir ve kompozisyon yarışmalarına katılımın sağlanması ve öğrencilerin desteklenmesi gerektiği belirtildi.</w:t>
      </w:r>
    </w:p>
    <w:p w:rsidR="00866E25" w:rsidRPr="007E280F" w:rsidRDefault="00866E25" w:rsidP="007E280F">
      <w:pPr>
        <w:jc w:val="both"/>
      </w:pPr>
    </w:p>
    <w:p w:rsidR="00866E25" w:rsidRPr="007E280F" w:rsidRDefault="00866E25" w:rsidP="007E280F">
      <w:pPr>
        <w:jc w:val="both"/>
      </w:pPr>
    </w:p>
    <w:p w:rsidR="00866E25" w:rsidRPr="007E280F" w:rsidRDefault="00866E25" w:rsidP="007E280F">
      <w:pPr>
        <w:jc w:val="both"/>
      </w:pPr>
      <w:r w:rsidRPr="007E280F">
        <w:t xml:space="preserve"> </w:t>
      </w:r>
      <w:r w:rsidRPr="007E280F">
        <w:rPr>
          <w:b/>
          <w:bCs/>
        </w:rPr>
        <w:t>16-</w:t>
      </w:r>
      <w:r w:rsidRPr="007E280F">
        <w:t xml:space="preserve">  Toplantı, zümre başkanı tarafından  2009–2010 eğitim öğretim yılının hayırlı olması dilekleriyle sona erdirildi.</w:t>
      </w:r>
    </w:p>
    <w:p w:rsidR="00866E25" w:rsidRPr="007E280F" w:rsidRDefault="00866E25" w:rsidP="007E280F">
      <w:pPr>
        <w:jc w:val="both"/>
      </w:pPr>
    </w:p>
    <w:p w:rsidR="00866E25" w:rsidRPr="007E280F" w:rsidRDefault="00866E25" w:rsidP="007E280F">
      <w:pPr>
        <w:jc w:val="both"/>
      </w:pPr>
    </w:p>
    <w:p w:rsidR="00866E25" w:rsidRPr="007E280F" w:rsidRDefault="00866E25" w:rsidP="007E280F">
      <w:pPr>
        <w:jc w:val="both"/>
      </w:pPr>
    </w:p>
    <w:p w:rsidR="00866E25" w:rsidRPr="007E280F" w:rsidRDefault="00866E25" w:rsidP="007E280F">
      <w:pPr>
        <w:jc w:val="both"/>
      </w:pPr>
    </w:p>
    <w:p w:rsidR="00866E25" w:rsidRPr="007E280F" w:rsidRDefault="00866E25" w:rsidP="007E280F">
      <w:pPr>
        <w:jc w:val="both"/>
      </w:pPr>
    </w:p>
    <w:p w:rsidR="00866E25" w:rsidRPr="007E280F" w:rsidRDefault="00866E25" w:rsidP="007E280F">
      <w:pPr>
        <w:jc w:val="both"/>
      </w:pPr>
      <w:r w:rsidRPr="007E280F">
        <w:t>Hüseyin KOSKOS                                                                 Sibel Yıldız ÖZCAN</w:t>
      </w:r>
    </w:p>
    <w:p w:rsidR="00866E25" w:rsidRPr="007E280F" w:rsidRDefault="00866E25" w:rsidP="007E280F">
      <w:pPr>
        <w:jc w:val="both"/>
      </w:pPr>
      <w:r w:rsidRPr="007E280F">
        <w:t>Türkçe Öğretmeni                                                                      Türkçe Öğretmeni</w:t>
      </w:r>
    </w:p>
    <w:p w:rsidR="00866E25" w:rsidRPr="007E280F" w:rsidRDefault="00866E25" w:rsidP="007E280F">
      <w:pPr>
        <w:jc w:val="both"/>
      </w:pPr>
    </w:p>
    <w:p w:rsidR="00866E25" w:rsidRPr="007E280F" w:rsidRDefault="00866E25" w:rsidP="007E280F">
      <w:pPr>
        <w:jc w:val="both"/>
      </w:pPr>
      <w:r w:rsidRPr="007E280F">
        <w:tab/>
      </w:r>
    </w:p>
    <w:p w:rsidR="00866E25" w:rsidRPr="007E280F" w:rsidRDefault="00866E25" w:rsidP="007E280F">
      <w:pPr>
        <w:jc w:val="both"/>
        <w:rPr>
          <w:b/>
          <w:bCs/>
        </w:rPr>
      </w:pPr>
    </w:p>
    <w:p w:rsidR="00866E25" w:rsidRPr="007E280F" w:rsidRDefault="00866E25" w:rsidP="007E280F">
      <w:pPr>
        <w:jc w:val="both"/>
        <w:rPr>
          <w:b/>
          <w:bCs/>
        </w:rPr>
      </w:pPr>
      <w:r w:rsidRPr="007E280F">
        <w:rPr>
          <w:b/>
          <w:bCs/>
        </w:rPr>
        <w:tab/>
      </w:r>
    </w:p>
    <w:p w:rsidR="00866E25" w:rsidRPr="007E280F" w:rsidRDefault="00866E25" w:rsidP="007E280F">
      <w:pPr>
        <w:jc w:val="both"/>
        <w:rPr>
          <w:b/>
          <w:bCs/>
        </w:rPr>
      </w:pPr>
      <w:r w:rsidRPr="007E280F">
        <w:rPr>
          <w:b/>
          <w:bCs/>
        </w:rPr>
        <w:tab/>
      </w:r>
      <w:r w:rsidRPr="007E280F">
        <w:rPr>
          <w:b/>
          <w:bCs/>
        </w:rPr>
        <w:tab/>
      </w:r>
      <w:r w:rsidRPr="007E280F">
        <w:rPr>
          <w:b/>
          <w:bCs/>
        </w:rPr>
        <w:tab/>
      </w:r>
      <w:r w:rsidRPr="007E280F">
        <w:rPr>
          <w:b/>
          <w:bCs/>
        </w:rPr>
        <w:tab/>
      </w:r>
      <w:r w:rsidRPr="007E280F">
        <w:rPr>
          <w:b/>
          <w:bCs/>
        </w:rPr>
        <w:tab/>
      </w:r>
      <w:r w:rsidRPr="007E280F">
        <w:rPr>
          <w:b/>
          <w:bCs/>
        </w:rPr>
        <w:tab/>
      </w:r>
      <w:r w:rsidRPr="007E280F">
        <w:rPr>
          <w:b/>
          <w:bCs/>
        </w:rPr>
        <w:tab/>
      </w:r>
      <w:r w:rsidRPr="007E280F">
        <w:rPr>
          <w:b/>
          <w:bCs/>
        </w:rPr>
        <w:tab/>
      </w:r>
      <w:r w:rsidRPr="007E280F">
        <w:rPr>
          <w:b/>
          <w:bCs/>
        </w:rPr>
        <w:tab/>
      </w:r>
      <w:r w:rsidRPr="007E280F">
        <w:rPr>
          <w:b/>
          <w:bCs/>
        </w:rPr>
        <w:tab/>
      </w:r>
      <w:r w:rsidRPr="007E280F">
        <w:rPr>
          <w:b/>
          <w:bCs/>
        </w:rPr>
        <w:tab/>
        <w:t xml:space="preserve">     </w:t>
      </w:r>
    </w:p>
    <w:p w:rsidR="00866E25" w:rsidRPr="007E280F" w:rsidRDefault="00866E25" w:rsidP="007E280F">
      <w:pPr>
        <w:jc w:val="both"/>
        <w:rPr>
          <w:b/>
          <w:bCs/>
        </w:rPr>
      </w:pPr>
    </w:p>
    <w:p w:rsidR="00866E25" w:rsidRPr="007E280F" w:rsidRDefault="00866E25" w:rsidP="007E280F">
      <w:pPr>
        <w:jc w:val="both"/>
        <w:rPr>
          <w:b/>
          <w:bCs/>
        </w:rPr>
      </w:pPr>
    </w:p>
    <w:p w:rsidR="00866E25" w:rsidRPr="007E280F" w:rsidRDefault="00866E25" w:rsidP="007E280F">
      <w:pPr>
        <w:jc w:val="both"/>
        <w:rPr>
          <w:b/>
          <w:bCs/>
        </w:rPr>
      </w:pPr>
    </w:p>
    <w:p w:rsidR="00866E25" w:rsidRPr="007E280F" w:rsidRDefault="00866E25" w:rsidP="007E280F">
      <w:pPr>
        <w:jc w:val="both"/>
        <w:rPr>
          <w:b/>
          <w:bCs/>
        </w:rPr>
      </w:pPr>
      <w:r w:rsidRPr="007E280F">
        <w:rPr>
          <w:b/>
          <w:bCs/>
        </w:rPr>
        <w:t xml:space="preserve">   </w:t>
      </w:r>
    </w:p>
    <w:p w:rsidR="00866E25" w:rsidRPr="007E280F" w:rsidRDefault="00866E25" w:rsidP="007E280F">
      <w:pPr>
        <w:jc w:val="both"/>
        <w:rPr>
          <w:b/>
          <w:bCs/>
        </w:rPr>
      </w:pPr>
    </w:p>
    <w:p w:rsidR="00866E25" w:rsidRPr="007E280F" w:rsidRDefault="00866E25" w:rsidP="007E280F">
      <w:pPr>
        <w:jc w:val="center"/>
        <w:rPr>
          <w:b/>
          <w:bCs/>
        </w:rPr>
      </w:pPr>
      <w:r w:rsidRPr="007E280F">
        <w:rPr>
          <w:b/>
          <w:bCs/>
        </w:rPr>
        <w:t>09.09.2009</w:t>
      </w:r>
    </w:p>
    <w:p w:rsidR="00866E25" w:rsidRPr="007E280F" w:rsidRDefault="00866E25" w:rsidP="007E280F">
      <w:pPr>
        <w:jc w:val="center"/>
        <w:rPr>
          <w:b/>
          <w:bCs/>
        </w:rPr>
      </w:pPr>
      <w:r w:rsidRPr="007E280F">
        <w:rPr>
          <w:b/>
          <w:bCs/>
        </w:rPr>
        <w:t>Çiğdem İPEK</w:t>
      </w:r>
    </w:p>
    <w:p w:rsidR="00866E25" w:rsidRPr="007E280F" w:rsidRDefault="00866E25" w:rsidP="007E280F">
      <w:pPr>
        <w:jc w:val="center"/>
        <w:rPr>
          <w:b/>
          <w:bCs/>
        </w:rPr>
      </w:pPr>
      <w:r w:rsidRPr="007E280F">
        <w:rPr>
          <w:b/>
          <w:bCs/>
        </w:rPr>
        <w:t>Okul Müdürü</w:t>
      </w:r>
    </w:p>
    <w:p w:rsidR="00866E25" w:rsidRPr="007E280F" w:rsidRDefault="00866E25" w:rsidP="007E280F">
      <w:pPr>
        <w:jc w:val="both"/>
        <w:rPr>
          <w:b/>
          <w:bCs/>
        </w:rPr>
      </w:pPr>
      <w:r w:rsidRPr="007E280F">
        <w:rPr>
          <w:b/>
          <w:bCs/>
        </w:rPr>
        <w:t xml:space="preserve">                                                                                              </w:t>
      </w:r>
      <w:r w:rsidRPr="007E280F">
        <w:rPr>
          <w:b/>
          <w:bCs/>
        </w:rPr>
        <w:tab/>
      </w:r>
      <w:r w:rsidRPr="007E280F">
        <w:rPr>
          <w:b/>
          <w:bCs/>
        </w:rPr>
        <w:tab/>
      </w:r>
      <w:r w:rsidRPr="007E280F">
        <w:rPr>
          <w:b/>
          <w:bCs/>
        </w:rPr>
        <w:tab/>
      </w:r>
      <w:r w:rsidRPr="007E280F">
        <w:rPr>
          <w:b/>
          <w:bCs/>
        </w:rPr>
        <w:tab/>
      </w:r>
      <w:r w:rsidRPr="007E280F">
        <w:rPr>
          <w:b/>
          <w:bCs/>
        </w:rPr>
        <w:tab/>
      </w:r>
      <w:r w:rsidRPr="007E280F">
        <w:rPr>
          <w:b/>
          <w:bCs/>
        </w:rPr>
        <w:tab/>
      </w:r>
      <w:r w:rsidRPr="007E280F">
        <w:rPr>
          <w:b/>
          <w:bCs/>
        </w:rPr>
        <w:tab/>
      </w:r>
      <w:r w:rsidRPr="007E280F">
        <w:rPr>
          <w:b/>
          <w:bCs/>
        </w:rPr>
        <w:tab/>
        <w:t xml:space="preserve">                                                                                                                   </w:t>
      </w:r>
    </w:p>
    <w:p w:rsidR="00866E25" w:rsidRPr="007E280F" w:rsidRDefault="00866E25" w:rsidP="007E280F"/>
    <w:p w:rsidR="00866E25" w:rsidRPr="007E280F" w:rsidRDefault="00866E25"/>
    <w:sectPr w:rsidR="00866E25" w:rsidRPr="007E280F" w:rsidSect="00EF57CA">
      <w:pgSz w:w="11906" w:h="16838"/>
      <w:pgMar w:top="851" w:right="851" w:bottom="719"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A00002EF" w:usb1="4000207B" w:usb2="00000000" w:usb3="00000000" w:csb0="0000009F" w:csb1="00000000"/>
  </w:font>
  <w:font w:name="Arial">
    <w:panose1 w:val="020B0604020202020204"/>
    <w:charset w:val="A2"/>
    <w:family w:val="swiss"/>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E7D7D"/>
    <w:multiLevelType w:val="singleLevel"/>
    <w:tmpl w:val="EFB82252"/>
    <w:lvl w:ilvl="0">
      <w:start w:val="2"/>
      <w:numFmt w:val="decimal"/>
      <w:lvlText w:val="%1."/>
      <w:lvlJc w:val="left"/>
      <w:pPr>
        <w:tabs>
          <w:tab w:val="num" w:pos="1548"/>
        </w:tabs>
        <w:ind w:left="1548" w:hanging="360"/>
      </w:pPr>
      <w:rPr>
        <w:rFonts w:hint="default"/>
      </w:rPr>
    </w:lvl>
  </w:abstractNum>
  <w:abstractNum w:abstractNumId="1">
    <w:nsid w:val="0A56429C"/>
    <w:multiLevelType w:val="singleLevel"/>
    <w:tmpl w:val="4DBA3792"/>
    <w:lvl w:ilvl="0">
      <w:start w:val="1"/>
      <w:numFmt w:val="decimal"/>
      <w:lvlText w:val=""/>
      <w:lvlJc w:val="left"/>
      <w:pPr>
        <w:tabs>
          <w:tab w:val="num" w:pos="360"/>
        </w:tabs>
        <w:ind w:left="360" w:hanging="360"/>
      </w:pPr>
      <w:rPr>
        <w:rFonts w:ascii="Times New Roman" w:hAnsi="Times New Roman" w:hint="default"/>
      </w:rPr>
    </w:lvl>
  </w:abstractNum>
  <w:abstractNum w:abstractNumId="2">
    <w:nsid w:val="0FB370EA"/>
    <w:multiLevelType w:val="hybridMultilevel"/>
    <w:tmpl w:val="B5284CC8"/>
    <w:lvl w:ilvl="0" w:tplc="3DBA8632">
      <w:start w:val="6"/>
      <w:numFmt w:val="bullet"/>
      <w:lvlText w:val="-"/>
      <w:lvlJc w:val="left"/>
      <w:pPr>
        <w:ind w:left="720" w:hanging="360"/>
      </w:pPr>
      <w:rPr>
        <w:rFonts w:ascii="Times New Roman" w:eastAsia="Times New Roman" w:hAnsi="Times New Roman"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3">
    <w:nsid w:val="18010881"/>
    <w:multiLevelType w:val="hybridMultilevel"/>
    <w:tmpl w:val="0E064D08"/>
    <w:lvl w:ilvl="0" w:tplc="403230F8">
      <w:start w:val="1"/>
      <w:numFmt w:val="decimal"/>
      <w:lvlText w:val="%1-"/>
      <w:lvlJc w:val="left"/>
      <w:pPr>
        <w:tabs>
          <w:tab w:val="num" w:pos="540"/>
        </w:tabs>
        <w:ind w:left="540" w:hanging="360"/>
      </w:pPr>
      <w:rPr>
        <w:rFonts w:hint="default"/>
      </w:rPr>
    </w:lvl>
    <w:lvl w:ilvl="1" w:tplc="7A48794A">
      <w:start w:val="6"/>
      <w:numFmt w:val="bullet"/>
      <w:lvlText w:val="-"/>
      <w:lvlJc w:val="left"/>
      <w:pPr>
        <w:tabs>
          <w:tab w:val="num" w:pos="1260"/>
        </w:tabs>
        <w:ind w:left="1260" w:hanging="360"/>
      </w:pPr>
      <w:rPr>
        <w:rFonts w:ascii="Times New Roman" w:eastAsia="Times New Roman" w:hAnsi="Times New Roman" w:hint="default"/>
      </w:rPr>
    </w:lvl>
    <w:lvl w:ilvl="2" w:tplc="041F001B">
      <w:start w:val="1"/>
      <w:numFmt w:val="lowerRoman"/>
      <w:lvlText w:val="%3."/>
      <w:lvlJc w:val="right"/>
      <w:pPr>
        <w:tabs>
          <w:tab w:val="num" w:pos="1980"/>
        </w:tabs>
        <w:ind w:left="1980" w:hanging="180"/>
      </w:pPr>
    </w:lvl>
    <w:lvl w:ilvl="3" w:tplc="041F000F">
      <w:start w:val="1"/>
      <w:numFmt w:val="decimal"/>
      <w:lvlText w:val="%4."/>
      <w:lvlJc w:val="left"/>
      <w:pPr>
        <w:tabs>
          <w:tab w:val="num" w:pos="2700"/>
        </w:tabs>
        <w:ind w:left="2700" w:hanging="360"/>
      </w:pPr>
    </w:lvl>
    <w:lvl w:ilvl="4" w:tplc="041F0019">
      <w:start w:val="1"/>
      <w:numFmt w:val="lowerLetter"/>
      <w:lvlText w:val="%5."/>
      <w:lvlJc w:val="left"/>
      <w:pPr>
        <w:tabs>
          <w:tab w:val="num" w:pos="3420"/>
        </w:tabs>
        <w:ind w:left="3420" w:hanging="360"/>
      </w:pPr>
    </w:lvl>
    <w:lvl w:ilvl="5" w:tplc="041F001B">
      <w:start w:val="1"/>
      <w:numFmt w:val="lowerRoman"/>
      <w:lvlText w:val="%6."/>
      <w:lvlJc w:val="right"/>
      <w:pPr>
        <w:tabs>
          <w:tab w:val="num" w:pos="4140"/>
        </w:tabs>
        <w:ind w:left="4140" w:hanging="180"/>
      </w:pPr>
    </w:lvl>
    <w:lvl w:ilvl="6" w:tplc="041F000F">
      <w:start w:val="1"/>
      <w:numFmt w:val="decimal"/>
      <w:lvlText w:val="%7."/>
      <w:lvlJc w:val="left"/>
      <w:pPr>
        <w:tabs>
          <w:tab w:val="num" w:pos="4860"/>
        </w:tabs>
        <w:ind w:left="4860" w:hanging="360"/>
      </w:pPr>
    </w:lvl>
    <w:lvl w:ilvl="7" w:tplc="041F0019">
      <w:start w:val="1"/>
      <w:numFmt w:val="lowerLetter"/>
      <w:lvlText w:val="%8."/>
      <w:lvlJc w:val="left"/>
      <w:pPr>
        <w:tabs>
          <w:tab w:val="num" w:pos="5580"/>
        </w:tabs>
        <w:ind w:left="5580" w:hanging="360"/>
      </w:pPr>
    </w:lvl>
    <w:lvl w:ilvl="8" w:tplc="041F001B">
      <w:start w:val="1"/>
      <w:numFmt w:val="lowerRoman"/>
      <w:lvlText w:val="%9."/>
      <w:lvlJc w:val="right"/>
      <w:pPr>
        <w:tabs>
          <w:tab w:val="num" w:pos="6300"/>
        </w:tabs>
        <w:ind w:left="6300" w:hanging="180"/>
      </w:pPr>
    </w:lvl>
  </w:abstractNum>
  <w:abstractNum w:abstractNumId="4">
    <w:nsid w:val="1C855D57"/>
    <w:multiLevelType w:val="singleLevel"/>
    <w:tmpl w:val="24924FF2"/>
    <w:lvl w:ilvl="0">
      <w:start w:val="1"/>
      <w:numFmt w:val="decimal"/>
      <w:lvlText w:val="%1."/>
      <w:lvlJc w:val="left"/>
      <w:pPr>
        <w:tabs>
          <w:tab w:val="num" w:pos="2136"/>
        </w:tabs>
        <w:ind w:left="2136" w:hanging="720"/>
      </w:pPr>
      <w:rPr>
        <w:rFonts w:hint="default"/>
      </w:rPr>
    </w:lvl>
  </w:abstractNum>
  <w:abstractNum w:abstractNumId="5">
    <w:nsid w:val="220C5B4B"/>
    <w:multiLevelType w:val="hybridMultilevel"/>
    <w:tmpl w:val="279CD4A6"/>
    <w:lvl w:ilvl="0" w:tplc="31C493BC">
      <w:start w:val="1"/>
      <w:numFmt w:val="decimal"/>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start w:val="1"/>
      <w:numFmt w:val="lowerRoman"/>
      <w:lvlText w:val="%3."/>
      <w:lvlJc w:val="right"/>
      <w:pPr>
        <w:tabs>
          <w:tab w:val="num" w:pos="1980"/>
        </w:tabs>
        <w:ind w:left="1980" w:hanging="180"/>
      </w:pPr>
    </w:lvl>
    <w:lvl w:ilvl="3" w:tplc="041F000F">
      <w:start w:val="1"/>
      <w:numFmt w:val="decimal"/>
      <w:lvlText w:val="%4."/>
      <w:lvlJc w:val="left"/>
      <w:pPr>
        <w:tabs>
          <w:tab w:val="num" w:pos="2700"/>
        </w:tabs>
        <w:ind w:left="2700" w:hanging="360"/>
      </w:pPr>
    </w:lvl>
    <w:lvl w:ilvl="4" w:tplc="041F0019">
      <w:start w:val="1"/>
      <w:numFmt w:val="lowerLetter"/>
      <w:lvlText w:val="%5."/>
      <w:lvlJc w:val="left"/>
      <w:pPr>
        <w:tabs>
          <w:tab w:val="num" w:pos="3420"/>
        </w:tabs>
        <w:ind w:left="3420" w:hanging="360"/>
      </w:pPr>
    </w:lvl>
    <w:lvl w:ilvl="5" w:tplc="041F001B">
      <w:start w:val="1"/>
      <w:numFmt w:val="lowerRoman"/>
      <w:lvlText w:val="%6."/>
      <w:lvlJc w:val="right"/>
      <w:pPr>
        <w:tabs>
          <w:tab w:val="num" w:pos="4140"/>
        </w:tabs>
        <w:ind w:left="4140" w:hanging="180"/>
      </w:pPr>
    </w:lvl>
    <w:lvl w:ilvl="6" w:tplc="041F000F">
      <w:start w:val="1"/>
      <w:numFmt w:val="decimal"/>
      <w:lvlText w:val="%7."/>
      <w:lvlJc w:val="left"/>
      <w:pPr>
        <w:tabs>
          <w:tab w:val="num" w:pos="4860"/>
        </w:tabs>
        <w:ind w:left="4860" w:hanging="360"/>
      </w:pPr>
    </w:lvl>
    <w:lvl w:ilvl="7" w:tplc="041F0019">
      <w:start w:val="1"/>
      <w:numFmt w:val="lowerLetter"/>
      <w:lvlText w:val="%8."/>
      <w:lvlJc w:val="left"/>
      <w:pPr>
        <w:tabs>
          <w:tab w:val="num" w:pos="5580"/>
        </w:tabs>
        <w:ind w:left="5580" w:hanging="360"/>
      </w:pPr>
    </w:lvl>
    <w:lvl w:ilvl="8" w:tplc="041F001B">
      <w:start w:val="1"/>
      <w:numFmt w:val="lowerRoman"/>
      <w:lvlText w:val="%9."/>
      <w:lvlJc w:val="right"/>
      <w:pPr>
        <w:tabs>
          <w:tab w:val="num" w:pos="6300"/>
        </w:tabs>
        <w:ind w:left="6300" w:hanging="180"/>
      </w:pPr>
    </w:lvl>
  </w:abstractNum>
  <w:abstractNum w:abstractNumId="6">
    <w:nsid w:val="25520210"/>
    <w:multiLevelType w:val="singleLevel"/>
    <w:tmpl w:val="7E1A0C3C"/>
    <w:lvl w:ilvl="0">
      <w:start w:val="1"/>
      <w:numFmt w:val="decimal"/>
      <w:lvlText w:val="%1."/>
      <w:lvlJc w:val="left"/>
      <w:pPr>
        <w:tabs>
          <w:tab w:val="num" w:pos="2133"/>
        </w:tabs>
        <w:ind w:left="2133" w:hanging="720"/>
      </w:pPr>
      <w:rPr>
        <w:rFonts w:hint="default"/>
      </w:rPr>
    </w:lvl>
  </w:abstractNum>
  <w:abstractNum w:abstractNumId="7">
    <w:nsid w:val="26C3312E"/>
    <w:multiLevelType w:val="singleLevel"/>
    <w:tmpl w:val="D8A86310"/>
    <w:lvl w:ilvl="0">
      <w:start w:val="1"/>
      <w:numFmt w:val="decimal"/>
      <w:lvlText w:val="%1."/>
      <w:lvlJc w:val="left"/>
      <w:pPr>
        <w:tabs>
          <w:tab w:val="num" w:pos="1065"/>
        </w:tabs>
        <w:ind w:left="1065" w:hanging="360"/>
      </w:pPr>
      <w:rPr>
        <w:rFonts w:hint="default"/>
      </w:rPr>
    </w:lvl>
  </w:abstractNum>
  <w:abstractNum w:abstractNumId="8">
    <w:nsid w:val="3823640B"/>
    <w:multiLevelType w:val="singleLevel"/>
    <w:tmpl w:val="B0E27122"/>
    <w:lvl w:ilvl="0">
      <w:start w:val="1"/>
      <w:numFmt w:val="decimal"/>
      <w:lvlText w:val="%1."/>
      <w:lvlJc w:val="left"/>
      <w:pPr>
        <w:tabs>
          <w:tab w:val="num" w:pos="2133"/>
        </w:tabs>
        <w:ind w:left="2133" w:hanging="720"/>
      </w:pPr>
      <w:rPr>
        <w:rFonts w:hint="default"/>
      </w:rPr>
    </w:lvl>
  </w:abstractNum>
  <w:abstractNum w:abstractNumId="9">
    <w:nsid w:val="48924F86"/>
    <w:multiLevelType w:val="hybridMultilevel"/>
    <w:tmpl w:val="E38C167A"/>
    <w:lvl w:ilvl="0" w:tplc="D390B980">
      <w:start w:val="3"/>
      <w:numFmt w:val="bullet"/>
      <w:lvlText w:val="-"/>
      <w:lvlJc w:val="left"/>
      <w:pPr>
        <w:ind w:left="720" w:hanging="360"/>
      </w:pPr>
      <w:rPr>
        <w:rFonts w:ascii="Times New Roman" w:eastAsia="Times New Roman" w:hAnsi="Times New Roman"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10">
    <w:nsid w:val="4CE76CA4"/>
    <w:multiLevelType w:val="hybridMultilevel"/>
    <w:tmpl w:val="87E2752C"/>
    <w:lvl w:ilvl="0" w:tplc="E062BFF4">
      <w:start w:val="1"/>
      <w:numFmt w:val="decimal"/>
      <w:lvlText w:val="%1-"/>
      <w:lvlJc w:val="left"/>
      <w:pPr>
        <w:tabs>
          <w:tab w:val="num" w:pos="540"/>
        </w:tabs>
        <w:ind w:left="540" w:hanging="360"/>
      </w:pPr>
      <w:rPr>
        <w:rFonts w:hint="default"/>
      </w:rPr>
    </w:lvl>
    <w:lvl w:ilvl="1" w:tplc="041F0019">
      <w:start w:val="1"/>
      <w:numFmt w:val="lowerLetter"/>
      <w:lvlText w:val="%2."/>
      <w:lvlJc w:val="left"/>
      <w:pPr>
        <w:tabs>
          <w:tab w:val="num" w:pos="1260"/>
        </w:tabs>
        <w:ind w:left="1260" w:hanging="360"/>
      </w:pPr>
    </w:lvl>
    <w:lvl w:ilvl="2" w:tplc="041F001B">
      <w:start w:val="1"/>
      <w:numFmt w:val="lowerRoman"/>
      <w:lvlText w:val="%3."/>
      <w:lvlJc w:val="right"/>
      <w:pPr>
        <w:tabs>
          <w:tab w:val="num" w:pos="1980"/>
        </w:tabs>
        <w:ind w:left="1980" w:hanging="180"/>
      </w:pPr>
    </w:lvl>
    <w:lvl w:ilvl="3" w:tplc="041F000F">
      <w:start w:val="1"/>
      <w:numFmt w:val="decimal"/>
      <w:lvlText w:val="%4."/>
      <w:lvlJc w:val="left"/>
      <w:pPr>
        <w:tabs>
          <w:tab w:val="num" w:pos="2700"/>
        </w:tabs>
        <w:ind w:left="2700" w:hanging="360"/>
      </w:pPr>
    </w:lvl>
    <w:lvl w:ilvl="4" w:tplc="041F0019">
      <w:start w:val="1"/>
      <w:numFmt w:val="lowerLetter"/>
      <w:lvlText w:val="%5."/>
      <w:lvlJc w:val="left"/>
      <w:pPr>
        <w:tabs>
          <w:tab w:val="num" w:pos="3420"/>
        </w:tabs>
        <w:ind w:left="3420" w:hanging="360"/>
      </w:pPr>
    </w:lvl>
    <w:lvl w:ilvl="5" w:tplc="041F001B">
      <w:start w:val="1"/>
      <w:numFmt w:val="lowerRoman"/>
      <w:lvlText w:val="%6."/>
      <w:lvlJc w:val="right"/>
      <w:pPr>
        <w:tabs>
          <w:tab w:val="num" w:pos="4140"/>
        </w:tabs>
        <w:ind w:left="4140" w:hanging="180"/>
      </w:pPr>
    </w:lvl>
    <w:lvl w:ilvl="6" w:tplc="041F000F">
      <w:start w:val="1"/>
      <w:numFmt w:val="decimal"/>
      <w:lvlText w:val="%7."/>
      <w:lvlJc w:val="left"/>
      <w:pPr>
        <w:tabs>
          <w:tab w:val="num" w:pos="4860"/>
        </w:tabs>
        <w:ind w:left="4860" w:hanging="360"/>
      </w:pPr>
    </w:lvl>
    <w:lvl w:ilvl="7" w:tplc="041F0019">
      <w:start w:val="1"/>
      <w:numFmt w:val="lowerLetter"/>
      <w:lvlText w:val="%8."/>
      <w:lvlJc w:val="left"/>
      <w:pPr>
        <w:tabs>
          <w:tab w:val="num" w:pos="5580"/>
        </w:tabs>
        <w:ind w:left="5580" w:hanging="360"/>
      </w:pPr>
    </w:lvl>
    <w:lvl w:ilvl="8" w:tplc="041F001B">
      <w:start w:val="1"/>
      <w:numFmt w:val="lowerRoman"/>
      <w:lvlText w:val="%9."/>
      <w:lvlJc w:val="right"/>
      <w:pPr>
        <w:tabs>
          <w:tab w:val="num" w:pos="6300"/>
        </w:tabs>
        <w:ind w:left="6300" w:hanging="180"/>
      </w:pPr>
    </w:lvl>
  </w:abstractNum>
  <w:abstractNum w:abstractNumId="11">
    <w:nsid w:val="4CFE01F4"/>
    <w:multiLevelType w:val="singleLevel"/>
    <w:tmpl w:val="19B6BE3A"/>
    <w:lvl w:ilvl="0">
      <w:start w:val="1"/>
      <w:numFmt w:val="decimal"/>
      <w:lvlText w:val="%1."/>
      <w:lvlJc w:val="left"/>
      <w:pPr>
        <w:tabs>
          <w:tab w:val="num" w:pos="2133"/>
        </w:tabs>
        <w:ind w:left="2133" w:hanging="720"/>
      </w:pPr>
      <w:rPr>
        <w:rFonts w:hint="default"/>
      </w:rPr>
    </w:lvl>
  </w:abstractNum>
  <w:abstractNum w:abstractNumId="12">
    <w:nsid w:val="4D5E66FB"/>
    <w:multiLevelType w:val="hybridMultilevel"/>
    <w:tmpl w:val="9A264EB0"/>
    <w:lvl w:ilvl="0" w:tplc="F1E226BE">
      <w:start w:val="1"/>
      <w:numFmt w:val="decimal"/>
      <w:lvlText w:val="%1-"/>
      <w:lvlJc w:val="left"/>
      <w:pPr>
        <w:tabs>
          <w:tab w:val="num" w:pos="600"/>
        </w:tabs>
        <w:ind w:left="600" w:hanging="360"/>
      </w:pPr>
      <w:rPr>
        <w:rFonts w:hint="default"/>
      </w:rPr>
    </w:lvl>
    <w:lvl w:ilvl="1" w:tplc="041F0019">
      <w:start w:val="1"/>
      <w:numFmt w:val="lowerLetter"/>
      <w:lvlText w:val="%2."/>
      <w:lvlJc w:val="left"/>
      <w:pPr>
        <w:tabs>
          <w:tab w:val="num" w:pos="1320"/>
        </w:tabs>
        <w:ind w:left="1320" w:hanging="360"/>
      </w:pPr>
    </w:lvl>
    <w:lvl w:ilvl="2" w:tplc="041F001B">
      <w:start w:val="1"/>
      <w:numFmt w:val="lowerRoman"/>
      <w:lvlText w:val="%3."/>
      <w:lvlJc w:val="right"/>
      <w:pPr>
        <w:tabs>
          <w:tab w:val="num" w:pos="2040"/>
        </w:tabs>
        <w:ind w:left="2040" w:hanging="180"/>
      </w:pPr>
    </w:lvl>
    <w:lvl w:ilvl="3" w:tplc="041F000F">
      <w:start w:val="1"/>
      <w:numFmt w:val="decimal"/>
      <w:lvlText w:val="%4."/>
      <w:lvlJc w:val="left"/>
      <w:pPr>
        <w:tabs>
          <w:tab w:val="num" w:pos="2760"/>
        </w:tabs>
        <w:ind w:left="2760" w:hanging="360"/>
      </w:pPr>
    </w:lvl>
    <w:lvl w:ilvl="4" w:tplc="041F0019">
      <w:start w:val="1"/>
      <w:numFmt w:val="lowerLetter"/>
      <w:lvlText w:val="%5."/>
      <w:lvlJc w:val="left"/>
      <w:pPr>
        <w:tabs>
          <w:tab w:val="num" w:pos="3480"/>
        </w:tabs>
        <w:ind w:left="3480" w:hanging="360"/>
      </w:pPr>
    </w:lvl>
    <w:lvl w:ilvl="5" w:tplc="041F001B">
      <w:start w:val="1"/>
      <w:numFmt w:val="lowerRoman"/>
      <w:lvlText w:val="%6."/>
      <w:lvlJc w:val="right"/>
      <w:pPr>
        <w:tabs>
          <w:tab w:val="num" w:pos="4200"/>
        </w:tabs>
        <w:ind w:left="4200" w:hanging="180"/>
      </w:pPr>
    </w:lvl>
    <w:lvl w:ilvl="6" w:tplc="041F000F">
      <w:start w:val="1"/>
      <w:numFmt w:val="decimal"/>
      <w:lvlText w:val="%7."/>
      <w:lvlJc w:val="left"/>
      <w:pPr>
        <w:tabs>
          <w:tab w:val="num" w:pos="4920"/>
        </w:tabs>
        <w:ind w:left="4920" w:hanging="360"/>
      </w:pPr>
    </w:lvl>
    <w:lvl w:ilvl="7" w:tplc="041F0019">
      <w:start w:val="1"/>
      <w:numFmt w:val="lowerLetter"/>
      <w:lvlText w:val="%8."/>
      <w:lvlJc w:val="left"/>
      <w:pPr>
        <w:tabs>
          <w:tab w:val="num" w:pos="5640"/>
        </w:tabs>
        <w:ind w:left="5640" w:hanging="360"/>
      </w:pPr>
    </w:lvl>
    <w:lvl w:ilvl="8" w:tplc="041F001B">
      <w:start w:val="1"/>
      <w:numFmt w:val="lowerRoman"/>
      <w:lvlText w:val="%9."/>
      <w:lvlJc w:val="right"/>
      <w:pPr>
        <w:tabs>
          <w:tab w:val="num" w:pos="6360"/>
        </w:tabs>
        <w:ind w:left="6360" w:hanging="180"/>
      </w:pPr>
    </w:lvl>
  </w:abstractNum>
  <w:abstractNum w:abstractNumId="13">
    <w:nsid w:val="60532A35"/>
    <w:multiLevelType w:val="singleLevel"/>
    <w:tmpl w:val="F814D1D4"/>
    <w:lvl w:ilvl="0">
      <w:start w:val="2"/>
      <w:numFmt w:val="upperRoman"/>
      <w:lvlText w:val="%1."/>
      <w:lvlJc w:val="left"/>
      <w:pPr>
        <w:tabs>
          <w:tab w:val="num" w:pos="1428"/>
        </w:tabs>
        <w:ind w:left="1428" w:hanging="720"/>
      </w:pPr>
      <w:rPr>
        <w:rFonts w:hint="default"/>
      </w:rPr>
    </w:lvl>
  </w:abstractNum>
  <w:num w:numId="1">
    <w:abstractNumId w:val="7"/>
  </w:num>
  <w:num w:numId="2">
    <w:abstractNumId w:val="6"/>
  </w:num>
  <w:num w:numId="3">
    <w:abstractNumId w:val="13"/>
  </w:num>
  <w:num w:numId="4">
    <w:abstractNumId w:val="4"/>
  </w:num>
  <w:num w:numId="5">
    <w:abstractNumId w:val="8"/>
  </w:num>
  <w:num w:numId="6">
    <w:abstractNumId w:val="11"/>
  </w:num>
  <w:num w:numId="7">
    <w:abstractNumId w:val="1"/>
  </w:num>
  <w:num w:numId="8">
    <w:abstractNumId w:val="0"/>
  </w:num>
  <w:num w:numId="9">
    <w:abstractNumId w:val="3"/>
  </w:num>
  <w:num w:numId="10">
    <w:abstractNumId w:val="5"/>
  </w:num>
  <w:num w:numId="11">
    <w:abstractNumId w:val="10"/>
  </w:num>
  <w:num w:numId="12">
    <w:abstractNumId w:val="12"/>
  </w:num>
  <w:num w:numId="13">
    <w:abstractNumId w:val="2"/>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280F"/>
    <w:rsid w:val="00303E26"/>
    <w:rsid w:val="0033782C"/>
    <w:rsid w:val="003C570E"/>
    <w:rsid w:val="006D60D5"/>
    <w:rsid w:val="00765958"/>
    <w:rsid w:val="007E280F"/>
    <w:rsid w:val="00866E25"/>
    <w:rsid w:val="00DD4877"/>
    <w:rsid w:val="00E84103"/>
    <w:rsid w:val="00EF57CA"/>
    <w:rsid w:val="00FB6EA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80F"/>
    <w:rPr>
      <w:rFonts w:ascii="Times New Roman" w:eastAsia="Times New Roman" w:hAnsi="Times New Roman"/>
      <w:sz w:val="24"/>
      <w:szCs w:val="24"/>
    </w:rPr>
  </w:style>
  <w:style w:type="paragraph" w:styleId="Heading2">
    <w:name w:val="heading 2"/>
    <w:basedOn w:val="Normal"/>
    <w:next w:val="Normal"/>
    <w:link w:val="Heading2Char"/>
    <w:uiPriority w:val="99"/>
    <w:qFormat/>
    <w:rsid w:val="007E280F"/>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7E280F"/>
    <w:rPr>
      <w:rFonts w:ascii="Arial" w:hAnsi="Arial" w:cs="Arial"/>
      <w:b/>
      <w:bCs/>
      <w:i/>
      <w:iCs/>
      <w:sz w:val="28"/>
      <w:szCs w:val="28"/>
      <w:lang w:eastAsia="tr-TR"/>
    </w:rPr>
  </w:style>
  <w:style w:type="table" w:styleId="TableGrid">
    <w:name w:val="Table Grid"/>
    <w:basedOn w:val="TableNormal"/>
    <w:uiPriority w:val="99"/>
    <w:rsid w:val="007E280F"/>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E84103"/>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edebiyatogretmeni.ne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11</Pages>
  <Words>5195</Words>
  <Characters>29612</Characters>
  <Application>Microsoft Office Outlook</Application>
  <DocSecurity>0</DocSecurity>
  <Lines>0</Lines>
  <Paragraphs>0</Paragraphs>
  <ScaleCrop>false</ScaleCrop>
  <Company>koskos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dc:title>
  <dc:subject/>
  <dc:creator>koskos</dc:creator>
  <cp:keywords/>
  <dc:description/>
  <cp:lastModifiedBy>yusuff</cp:lastModifiedBy>
  <cp:revision>2</cp:revision>
  <dcterms:created xsi:type="dcterms:W3CDTF">2009-09-12T14:28:00Z</dcterms:created>
  <dcterms:modified xsi:type="dcterms:W3CDTF">2009-09-12T14:28:00Z</dcterms:modified>
</cp:coreProperties>
</file>