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77" w:rsidRDefault="00A65177" w:rsidP="0042441E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hyperlink r:id="rId5" w:history="1">
        <w:r w:rsidRPr="00B04DD4">
          <w:rPr>
            <w:rStyle w:val="Hyperlink"/>
            <w:rFonts w:ascii="Arial" w:hAnsi="Arial" w:cs="Arial"/>
            <w:b/>
            <w:bCs/>
            <w:sz w:val="18"/>
            <w:szCs w:val="18"/>
          </w:rPr>
          <w:t>www.edebiyatogretmeni.net</w:t>
        </w:r>
      </w:hyperlink>
      <w:r>
        <w:rPr>
          <w:rFonts w:ascii="Arial" w:hAnsi="Arial" w:cs="Arial"/>
          <w:b/>
          <w:bCs/>
          <w:sz w:val="18"/>
          <w:szCs w:val="18"/>
        </w:rPr>
        <w:t xml:space="preserve">  </w:t>
      </w:r>
    </w:p>
    <w:p w:rsidR="00A65177" w:rsidRPr="00894A64" w:rsidRDefault="00A65177" w:rsidP="0042441E">
      <w:pPr>
        <w:rPr>
          <w:rFonts w:ascii="Verdana" w:hAnsi="Verdana" w:cs="Verdana"/>
          <w:sz w:val="18"/>
          <w:szCs w:val="18"/>
        </w:rPr>
      </w:pPr>
      <w:r w:rsidRPr="00894A64">
        <w:rPr>
          <w:sz w:val="18"/>
          <w:szCs w:val="18"/>
        </w:rPr>
        <w:t>2008–2009 EĞİTİM – ÖĞRETİM YILI BAŞÖĞRETMEN ATATÜRK  İLKÖĞRETİM OKULU 7. SINI</w:t>
      </w:r>
      <w:r>
        <w:rPr>
          <w:sz w:val="18"/>
          <w:szCs w:val="18"/>
        </w:rPr>
        <w:t xml:space="preserve">F TÜRKÇE DERSİ 1. DÖN. 1. </w:t>
      </w:r>
      <w:r w:rsidRPr="00894A64">
        <w:rPr>
          <w:sz w:val="18"/>
          <w:szCs w:val="18"/>
        </w:rPr>
        <w:t>S</w:t>
      </w:r>
      <w:r>
        <w:rPr>
          <w:sz w:val="18"/>
          <w:szCs w:val="18"/>
        </w:rPr>
        <w:t>INAV</w:t>
      </w:r>
    </w:p>
    <w:p w:rsidR="00A65177" w:rsidRPr="00894A64" w:rsidRDefault="00A65177" w:rsidP="0042441E">
      <w:pPr>
        <w:rPr>
          <w:rFonts w:ascii="Verdana" w:hAnsi="Verdana" w:cs="Verdana"/>
          <w:b/>
          <w:bCs/>
          <w:sz w:val="16"/>
          <w:szCs w:val="16"/>
        </w:rPr>
      </w:pPr>
      <w:r w:rsidRPr="00894A64">
        <w:rPr>
          <w:rFonts w:ascii="Verdana" w:hAnsi="Verdana" w:cs="Verdana"/>
          <w:b/>
          <w:bCs/>
          <w:sz w:val="16"/>
          <w:szCs w:val="16"/>
        </w:rPr>
        <w:t>Adım Soyadım:                                                                                                                           Aldığım Puan:</w:t>
      </w:r>
    </w:p>
    <w:p w:rsidR="00A65177" w:rsidRPr="00894A64" w:rsidRDefault="00A65177" w:rsidP="008B3462">
      <w:pPr>
        <w:spacing w:after="200"/>
        <w:rPr>
          <w:rFonts w:ascii="Verdana" w:hAnsi="Verdana" w:cs="Verdana"/>
          <w:b/>
          <w:bCs/>
          <w:sz w:val="16"/>
          <w:szCs w:val="16"/>
        </w:rPr>
      </w:pPr>
      <w:r w:rsidRPr="00894A64">
        <w:rPr>
          <w:rFonts w:ascii="Verdana" w:hAnsi="Verdana" w:cs="Verdana"/>
          <w:b/>
          <w:bCs/>
          <w:sz w:val="16"/>
          <w:szCs w:val="16"/>
        </w:rPr>
        <w:t>Numaram:</w:t>
      </w:r>
      <w:r w:rsidRPr="00894A64">
        <w:rPr>
          <w:rFonts w:ascii="Verdana" w:hAnsi="Verdana" w:cs="Verdana"/>
          <w:b/>
          <w:bCs/>
          <w:sz w:val="16"/>
          <w:szCs w:val="16"/>
        </w:rPr>
        <w:tab/>
        <w:t xml:space="preserve">        Sınıfım:                    </w:t>
      </w:r>
      <w:r w:rsidRPr="00894A64">
        <w:rPr>
          <w:rFonts w:ascii="Arial" w:hAnsi="Arial" w:cs="Arial"/>
          <w:b/>
          <w:bCs/>
          <w:sz w:val="18"/>
          <w:szCs w:val="18"/>
        </w:rPr>
        <w:t xml:space="preserve">       GÜZEL AHLÂK</w:t>
      </w:r>
    </w:p>
    <w:p w:rsidR="00A65177" w:rsidRPr="00B868BB" w:rsidRDefault="00A65177" w:rsidP="0042441E">
      <w:pPr>
        <w:spacing w:line="240" w:lineRule="auto"/>
        <w:jc w:val="both"/>
        <w:rPr>
          <w:rFonts w:ascii="Cambria" w:hAnsi="Cambria" w:cs="Cambria"/>
          <w:sz w:val="18"/>
          <w:szCs w:val="18"/>
        </w:rPr>
      </w:pPr>
      <w:r w:rsidRPr="00B868BB">
        <w:rPr>
          <w:rFonts w:ascii="Cambria" w:hAnsi="Cambria" w:cs="Cambria"/>
          <w:sz w:val="18"/>
          <w:szCs w:val="18"/>
        </w:rPr>
        <w:t xml:space="preserve">         Güzel huylu, güzel ahlâklı bir insanla karşılaşınca âdeta </w:t>
      </w:r>
      <w:r w:rsidRPr="00B868BB">
        <w:rPr>
          <w:rFonts w:ascii="Cambria" w:hAnsi="Cambria" w:cs="Cambria"/>
          <w:sz w:val="18"/>
          <w:szCs w:val="18"/>
          <w:u w:val="single"/>
        </w:rPr>
        <w:t>heyecanlan</w:t>
      </w:r>
      <w:r w:rsidRPr="00B868BB">
        <w:rPr>
          <w:rFonts w:ascii="Cambria" w:hAnsi="Cambria" w:cs="Cambria"/>
          <w:sz w:val="18"/>
          <w:szCs w:val="18"/>
        </w:rPr>
        <w:t xml:space="preserve">ıyorum; çevresinde pervane olasım geliyor; yüzünü, ellerini öpmek geliyor içimden, iyi ki </w:t>
      </w:r>
      <w:r w:rsidRPr="00B868BB">
        <w:rPr>
          <w:rFonts w:ascii="Cambria" w:hAnsi="Cambria" w:cs="Cambria"/>
          <w:sz w:val="18"/>
          <w:szCs w:val="18"/>
          <w:u w:val="single"/>
        </w:rPr>
        <w:t>doğ</w:t>
      </w:r>
      <w:r w:rsidRPr="00B868BB">
        <w:rPr>
          <w:rFonts w:ascii="Cambria" w:hAnsi="Cambria" w:cs="Cambria"/>
          <w:sz w:val="18"/>
          <w:szCs w:val="18"/>
        </w:rPr>
        <w:t xml:space="preserve">muşlar diyorum.her emrine baş eğmek, her sözünü içime sindirmek </w:t>
      </w:r>
      <w:r w:rsidRPr="00B868BB">
        <w:rPr>
          <w:rFonts w:ascii="Cambria" w:hAnsi="Cambria" w:cs="Cambria"/>
          <w:sz w:val="18"/>
          <w:szCs w:val="18"/>
          <w:u w:val="single"/>
        </w:rPr>
        <w:t>isti</w:t>
      </w:r>
      <w:r w:rsidRPr="00B868BB">
        <w:rPr>
          <w:rFonts w:ascii="Cambria" w:hAnsi="Cambria" w:cs="Cambria"/>
          <w:sz w:val="18"/>
          <w:szCs w:val="18"/>
        </w:rPr>
        <w:t>yorum...Güzel ahlâk, en güzel yüzlerden güzel, servi boylardan güzel; ağaçlardan, çiçeklerden güzel; en tatlı azıklardan daha tatlı...</w:t>
      </w:r>
    </w:p>
    <w:p w:rsidR="00A65177" w:rsidRPr="00B868BB" w:rsidRDefault="00A65177" w:rsidP="0042441E">
      <w:pPr>
        <w:spacing w:line="240" w:lineRule="auto"/>
        <w:jc w:val="both"/>
        <w:rPr>
          <w:rFonts w:ascii="Cambria" w:hAnsi="Cambria" w:cs="Cambria"/>
          <w:sz w:val="18"/>
          <w:szCs w:val="18"/>
        </w:rPr>
      </w:pPr>
      <w:r w:rsidRPr="00B868BB">
        <w:rPr>
          <w:rFonts w:ascii="Cambria" w:hAnsi="Cambria" w:cs="Cambria"/>
          <w:sz w:val="18"/>
          <w:szCs w:val="18"/>
        </w:rPr>
        <w:t xml:space="preserve">         Bence ne ağaç, ne toprak, ne yıldız, hiçbir şey insanın iç güzelliği kadar değil! Yerlerde, göklerde hiçbir nitelik, bizim o güzelliğimiz ile boy ölçüşemez, o güzelliğin verdiklerini veremez; tattırdıklarını tattıramaz; duyurduklarını duyuramaz.</w:t>
      </w:r>
    </w:p>
    <w:p w:rsidR="00A65177" w:rsidRPr="00B868BB" w:rsidRDefault="00A65177" w:rsidP="0042441E">
      <w:pPr>
        <w:spacing w:line="240" w:lineRule="auto"/>
        <w:jc w:val="both"/>
        <w:rPr>
          <w:rFonts w:ascii="Cambria" w:hAnsi="Cambria" w:cs="Cambria"/>
          <w:b/>
          <w:bCs/>
          <w:sz w:val="18"/>
          <w:szCs w:val="18"/>
        </w:rPr>
      </w:pPr>
      <w:r w:rsidRPr="00B868BB">
        <w:rPr>
          <w:rFonts w:ascii="Cambria" w:hAnsi="Cambria" w:cs="Cambria"/>
          <w:sz w:val="18"/>
          <w:szCs w:val="18"/>
        </w:rPr>
        <w:t xml:space="preserve">         İçimiz çirkinse, sırmalar giyinsek süslenemeyiz. Kabaysak, hoyratsak, budalalığa gönül vermişsek, insan erdemlerine </w:t>
      </w:r>
      <w:r w:rsidRPr="00B868BB">
        <w:rPr>
          <w:rFonts w:ascii="Cambria" w:hAnsi="Cambria" w:cs="Cambria"/>
          <w:sz w:val="18"/>
          <w:szCs w:val="18"/>
          <w:u w:val="single"/>
        </w:rPr>
        <w:t>ulaş</w:t>
      </w:r>
      <w:r w:rsidRPr="00B868BB">
        <w:rPr>
          <w:rFonts w:ascii="Cambria" w:hAnsi="Cambria" w:cs="Cambria"/>
          <w:sz w:val="18"/>
          <w:szCs w:val="18"/>
        </w:rPr>
        <w:t xml:space="preserve">amayız. Kişi ancak kalbiyle güzel olabilir! İçinde gizlediği zenginliklerle göz alabilir, insan kalplerini </w:t>
      </w:r>
      <w:r w:rsidRPr="00B868BB">
        <w:rPr>
          <w:rFonts w:ascii="Cambria" w:hAnsi="Cambria" w:cs="Cambria"/>
          <w:sz w:val="18"/>
          <w:szCs w:val="18"/>
          <w:u w:val="single"/>
        </w:rPr>
        <w:t>kazan</w:t>
      </w:r>
      <w:r w:rsidRPr="00B868BB">
        <w:rPr>
          <w:rFonts w:ascii="Cambria" w:hAnsi="Cambria" w:cs="Cambria"/>
          <w:sz w:val="18"/>
          <w:szCs w:val="18"/>
        </w:rPr>
        <w:t xml:space="preserve">abilir...                                                                                                                                                       </w:t>
      </w:r>
    </w:p>
    <w:p w:rsidR="00A65177" w:rsidRPr="00B868BB" w:rsidRDefault="00A65177" w:rsidP="0042441E">
      <w:pPr>
        <w:spacing w:line="240" w:lineRule="auto"/>
        <w:jc w:val="both"/>
        <w:rPr>
          <w:sz w:val="18"/>
          <w:szCs w:val="18"/>
        </w:rPr>
      </w:pPr>
      <w:r w:rsidRPr="00521194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Pr="00B868BB">
        <w:rPr>
          <w:sz w:val="18"/>
          <w:szCs w:val="18"/>
        </w:rPr>
        <w:t>Selahattin BATU</w:t>
      </w:r>
    </w:p>
    <w:p w:rsidR="00A65177" w:rsidRPr="00D071BE" w:rsidRDefault="00A65177" w:rsidP="008B3462">
      <w:pPr>
        <w:jc w:val="both"/>
        <w:rPr>
          <w:rFonts w:ascii="Cambria" w:hAnsi="Cambria" w:cs="Cambria"/>
          <w:b/>
          <w:bCs/>
          <w:sz w:val="18"/>
          <w:szCs w:val="18"/>
        </w:rPr>
      </w:pPr>
      <w:r w:rsidRPr="00D071BE">
        <w:rPr>
          <w:rFonts w:ascii="Cambria" w:hAnsi="Cambria" w:cs="Cambria"/>
          <w:b/>
          <w:bCs/>
          <w:sz w:val="18"/>
          <w:szCs w:val="18"/>
        </w:rPr>
        <w:t>1.Güzel ahlâklı insanlar yazarı nasıl etkilemektedir? (10 puan)</w:t>
      </w:r>
    </w:p>
    <w:p w:rsidR="00A65177" w:rsidRPr="008038EC" w:rsidRDefault="00A65177" w:rsidP="008038EC">
      <w:pPr>
        <w:jc w:val="both"/>
        <w:rPr>
          <w:rFonts w:ascii="Cambria" w:hAnsi="Cambria" w:cs="Cambria"/>
          <w:sz w:val="18"/>
          <w:szCs w:val="18"/>
        </w:rPr>
      </w:pPr>
      <w:r w:rsidRPr="0047670E">
        <w:rPr>
          <w:rFonts w:ascii="Cambria" w:hAnsi="Cambria" w:cs="Cambria"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3" o:spid="_x0000_i1025" type="#_x0000_t75" style="width:38.25pt;height:31.5pt;visibility:visible">
            <v:imagedata r:id="rId6" o:title=""/>
          </v:shape>
        </w:pict>
      </w:r>
    </w:p>
    <w:p w:rsidR="00A65177" w:rsidRPr="00D071BE" w:rsidRDefault="00A65177" w:rsidP="008B3462">
      <w:pPr>
        <w:spacing w:line="240" w:lineRule="auto"/>
        <w:rPr>
          <w:rFonts w:ascii="Cambria" w:hAnsi="Cambria" w:cs="Cambria"/>
          <w:b/>
          <w:bCs/>
          <w:sz w:val="18"/>
          <w:szCs w:val="18"/>
        </w:rPr>
      </w:pPr>
      <w:r w:rsidRPr="00D071BE">
        <w:rPr>
          <w:rFonts w:ascii="Cambria" w:hAnsi="Cambria" w:cs="Cambria"/>
          <w:b/>
          <w:bCs/>
          <w:sz w:val="18"/>
          <w:szCs w:val="18"/>
        </w:rPr>
        <w:t>2.Yazar, “güzel ahlâk”ı nelerle karşılaştırıyor? ( 5 puan )</w:t>
      </w:r>
    </w:p>
    <w:p w:rsidR="00A65177" w:rsidRPr="00D071BE" w:rsidRDefault="00A65177" w:rsidP="008B3462">
      <w:pPr>
        <w:spacing w:line="240" w:lineRule="auto"/>
        <w:rPr>
          <w:rFonts w:ascii="Cambria" w:hAnsi="Cambria" w:cs="Cambria"/>
          <w:sz w:val="18"/>
          <w:szCs w:val="18"/>
        </w:rPr>
      </w:pPr>
    </w:p>
    <w:p w:rsidR="00A65177" w:rsidRPr="00D071BE" w:rsidRDefault="00A65177" w:rsidP="008B3462">
      <w:pPr>
        <w:spacing w:line="240" w:lineRule="auto"/>
        <w:rPr>
          <w:rFonts w:ascii="Cambria" w:hAnsi="Cambria" w:cs="Cambria"/>
          <w:sz w:val="18"/>
          <w:szCs w:val="18"/>
        </w:rPr>
      </w:pPr>
    </w:p>
    <w:p w:rsidR="00A65177" w:rsidRPr="00D071BE" w:rsidRDefault="00A65177" w:rsidP="008B3462">
      <w:pPr>
        <w:spacing w:line="240" w:lineRule="auto"/>
        <w:rPr>
          <w:rFonts w:ascii="Cambria" w:hAnsi="Cambria" w:cs="Cambria"/>
          <w:sz w:val="18"/>
          <w:szCs w:val="18"/>
        </w:rPr>
      </w:pPr>
    </w:p>
    <w:p w:rsidR="00A65177" w:rsidRPr="00D071BE" w:rsidRDefault="00A65177" w:rsidP="008B3462">
      <w:pPr>
        <w:spacing w:line="240" w:lineRule="auto"/>
        <w:rPr>
          <w:rFonts w:ascii="Cambria" w:hAnsi="Cambria" w:cs="Cambria"/>
          <w:b/>
          <w:bCs/>
          <w:sz w:val="18"/>
          <w:szCs w:val="18"/>
        </w:rPr>
      </w:pPr>
      <w:r w:rsidRPr="00D071BE">
        <w:rPr>
          <w:rFonts w:ascii="Cambria" w:hAnsi="Cambria" w:cs="Cambria"/>
          <w:b/>
          <w:bCs/>
          <w:sz w:val="18"/>
          <w:szCs w:val="18"/>
        </w:rPr>
        <w:t>3. Yazara göre kiml</w:t>
      </w:r>
      <w:r>
        <w:rPr>
          <w:rFonts w:ascii="Cambria" w:hAnsi="Cambria" w:cs="Cambria"/>
          <w:b/>
          <w:bCs/>
          <w:sz w:val="18"/>
          <w:szCs w:val="18"/>
        </w:rPr>
        <w:t>er insan erdemlerine ulaşamaz</w:t>
      </w:r>
      <w:r w:rsidRPr="00D071BE">
        <w:rPr>
          <w:rFonts w:ascii="Cambria" w:hAnsi="Cambria" w:cs="Cambria"/>
          <w:b/>
          <w:bCs/>
          <w:sz w:val="18"/>
          <w:szCs w:val="18"/>
        </w:rPr>
        <w:t>? ( 5 puan )</w:t>
      </w:r>
    </w:p>
    <w:p w:rsidR="00A65177" w:rsidRPr="00D071BE" w:rsidRDefault="00A65177" w:rsidP="008B3462">
      <w:pPr>
        <w:spacing w:line="240" w:lineRule="auto"/>
        <w:rPr>
          <w:rFonts w:ascii="Cambria" w:hAnsi="Cambria" w:cs="Cambria"/>
          <w:b/>
          <w:bCs/>
          <w:sz w:val="18"/>
          <w:szCs w:val="18"/>
        </w:rPr>
      </w:pPr>
    </w:p>
    <w:p w:rsidR="00A65177" w:rsidRPr="001F2DA6" w:rsidRDefault="00A65177" w:rsidP="008B3462">
      <w:pPr>
        <w:jc w:val="both"/>
        <w:rPr>
          <w:rFonts w:ascii="Cambria" w:hAnsi="Cambria" w:cs="Cambria"/>
          <w:sz w:val="18"/>
          <w:szCs w:val="18"/>
        </w:rPr>
      </w:pPr>
      <w:r w:rsidRPr="00D071BE">
        <w:rPr>
          <w:rFonts w:ascii="Cambria" w:hAnsi="Cambria" w:cs="Cambria"/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:rsidR="00A65177" w:rsidRPr="00D071BE" w:rsidRDefault="00A65177" w:rsidP="00521194">
      <w:pPr>
        <w:jc w:val="both"/>
        <w:rPr>
          <w:rFonts w:ascii="Cambria" w:hAnsi="Cambria" w:cs="Cambria"/>
          <w:b/>
          <w:bCs/>
          <w:sz w:val="18"/>
          <w:szCs w:val="18"/>
        </w:rPr>
      </w:pPr>
      <w:r w:rsidRPr="00D071BE">
        <w:rPr>
          <w:rFonts w:ascii="Cambria" w:hAnsi="Cambria" w:cs="Cambria"/>
          <w:b/>
          <w:bCs/>
          <w:sz w:val="18"/>
          <w:szCs w:val="18"/>
        </w:rPr>
        <w:t>4.</w:t>
      </w:r>
      <w:r w:rsidRPr="00D071BE">
        <w:rPr>
          <w:rFonts w:ascii="Cambria" w:hAnsi="Cambria" w:cs="Cambria"/>
          <w:b/>
          <w:bCs/>
          <w:sz w:val="18"/>
          <w:szCs w:val="18"/>
          <w:u w:val="single"/>
        </w:rPr>
        <w:t>Metinde geçen</w:t>
      </w:r>
      <w:r w:rsidRPr="00D071BE">
        <w:rPr>
          <w:rFonts w:ascii="Cambria" w:hAnsi="Cambria" w:cs="Cambria"/>
          <w:b/>
          <w:bCs/>
          <w:sz w:val="18"/>
          <w:szCs w:val="18"/>
        </w:rPr>
        <w:t xml:space="preserve"> ve aşağıdaki bulmacada bulunan sözcükleri  İşaretleyip, anlamları ile eşleştiriniz.( 10 puan )</w:t>
      </w:r>
    </w:p>
    <w:tbl>
      <w:tblPr>
        <w:tblpPr w:leftFromText="141" w:rightFromText="141" w:vertAnchor="text" w:horzAnchor="margin" w:tblpY="7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7"/>
        <w:gridCol w:w="387"/>
        <w:gridCol w:w="387"/>
        <w:gridCol w:w="341"/>
        <w:gridCol w:w="349"/>
        <w:gridCol w:w="349"/>
        <w:gridCol w:w="346"/>
        <w:gridCol w:w="346"/>
      </w:tblGrid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Ş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O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B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O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Z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 xml:space="preserve"> R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Y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L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T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D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H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L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Z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M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M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D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R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M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R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Y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B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Z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O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S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H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L</w:t>
            </w:r>
          </w:p>
        </w:tc>
      </w:tr>
    </w:tbl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………………………..:Ahlakın övdüğü iyi olma,alçak gönüllülük,</w:t>
      </w:r>
    </w:p>
    <w:p w:rsidR="00A65177" w:rsidRDefault="00A65177" w:rsidP="00F446DB">
      <w:pPr>
        <w:jc w:val="both"/>
        <w:rPr>
          <w:sz w:val="20"/>
          <w:szCs w:val="20"/>
        </w:rPr>
      </w:pPr>
      <w:r>
        <w:rPr>
          <w:sz w:val="20"/>
          <w:szCs w:val="20"/>
        </w:rPr>
        <w:t>yiğitlik,doğruluk vb.özelliklerin  genel adı.</w:t>
      </w:r>
    </w:p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………………………….:Özellik,vasıf  </w:t>
      </w:r>
    </w:p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………………………….: Bir toplum içinde kişilerin uymak zorunda</w:t>
      </w:r>
    </w:p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oldukları davranış biçimleri ve kuralları. </w:t>
      </w:r>
    </w:p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………………………..:Kaba,kırıcı,hırpalayıcı    </w:t>
      </w:r>
    </w:p>
    <w:p w:rsidR="00A65177" w:rsidRDefault="00A65177" w:rsidP="005C0D0E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……………………………:Gereken yiyecek ve içecek şeyler</w:t>
      </w:r>
    </w:p>
    <w:p w:rsidR="00A65177" w:rsidRDefault="00A65177" w:rsidP="005C0D0E">
      <w:pPr>
        <w:jc w:val="both"/>
        <w:rPr>
          <w:sz w:val="20"/>
          <w:szCs w:val="20"/>
        </w:rPr>
      </w:pPr>
    </w:p>
    <w:p w:rsidR="00A65177" w:rsidRPr="000C28AF" w:rsidRDefault="00A65177" w:rsidP="005C0D0E">
      <w:pPr>
        <w:jc w:val="both"/>
        <w:rPr>
          <w:sz w:val="20"/>
          <w:szCs w:val="20"/>
        </w:rPr>
      </w:pPr>
    </w:p>
    <w:p w:rsidR="00A65177" w:rsidRPr="00DE7993" w:rsidRDefault="00A65177" w:rsidP="005C0D0E">
      <w:pPr>
        <w:jc w:val="both"/>
        <w:rPr>
          <w:b/>
          <w:bCs/>
        </w:rPr>
      </w:pPr>
      <w:r w:rsidRPr="00DE7993">
        <w:rPr>
          <w:b/>
          <w:bCs/>
          <w:sz w:val="18"/>
          <w:szCs w:val="18"/>
        </w:rPr>
        <w:t>5.Metinde geçen deyimleri bulup, yazınız. ( 5 puan )                              6. Metinde geçen altı çizilmiş  eylemlerin anlam özelliklerini</w:t>
      </w:r>
    </w:p>
    <w:p w:rsidR="00A65177" w:rsidRPr="00A121A5" w:rsidRDefault="00A65177" w:rsidP="00C13822">
      <w:pPr>
        <w:spacing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Dikkat çekici,çarpıcı,alımlı.:………………………………………………………             </w:t>
      </w:r>
      <w:r w:rsidRPr="0055204A">
        <w:rPr>
          <w:b/>
          <w:bCs/>
          <w:sz w:val="18"/>
          <w:szCs w:val="18"/>
        </w:rPr>
        <w:t>(iş,oluş,durum</w:t>
      </w:r>
      <w:r>
        <w:rPr>
          <w:b/>
          <w:bCs/>
          <w:sz w:val="18"/>
          <w:szCs w:val="18"/>
        </w:rPr>
        <w:t xml:space="preserve"> eylemi</w:t>
      </w:r>
      <w:r w:rsidRPr="0055204A">
        <w:rPr>
          <w:b/>
          <w:bCs/>
          <w:sz w:val="18"/>
          <w:szCs w:val="18"/>
        </w:rPr>
        <w:t xml:space="preserve">) </w:t>
      </w:r>
      <w:r>
        <w:rPr>
          <w:b/>
          <w:bCs/>
          <w:sz w:val="18"/>
          <w:szCs w:val="18"/>
        </w:rPr>
        <w:t>yazınız. ( 5 puan )</w:t>
      </w:r>
    </w:p>
    <w:p w:rsidR="00A65177" w:rsidRDefault="00A65177" w:rsidP="00C13822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Yarışmak,değer yarışına girmek.:…………………………………………….              </w:t>
      </w:r>
      <w:r>
        <w:rPr>
          <w:rFonts w:ascii="Comic Sans MS" w:hAnsi="Comic Sans MS" w:cs="Comic Sans MS"/>
          <w:sz w:val="18"/>
          <w:szCs w:val="18"/>
        </w:rPr>
        <w:t>Heyecanlanmak: ……………….        doğmak:…………………………</w:t>
      </w:r>
    </w:p>
    <w:p w:rsidR="00A65177" w:rsidRDefault="00A65177" w:rsidP="00C13822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Benimsemek,iyice kabul etmek.:…………………………………………….              </w:t>
      </w:r>
      <w:r>
        <w:rPr>
          <w:rFonts w:ascii="Comic Sans MS" w:hAnsi="Comic Sans MS" w:cs="Comic Sans MS"/>
          <w:sz w:val="18"/>
          <w:szCs w:val="18"/>
        </w:rPr>
        <w:t>istemek: …………………..                 ulaşmak:…………………….</w:t>
      </w:r>
    </w:p>
    <w:p w:rsidR="00A65177" w:rsidRDefault="00A65177" w:rsidP="00C13822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Direnmekten vaz geçmek,teslim olmak:………………………………….              kazanmak:……………………….</w:t>
      </w:r>
    </w:p>
    <w:p w:rsidR="00A65177" w:rsidRDefault="00A65177" w:rsidP="00C13822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İçten sevmek,inanmak,bağlanmak:…………………………………………               </w:t>
      </w:r>
    </w:p>
    <w:p w:rsidR="00A65177" w:rsidRPr="00810E24" w:rsidRDefault="00A65177" w:rsidP="00C13822">
      <w:pPr>
        <w:spacing w:line="240" w:lineRule="auto"/>
        <w:jc w:val="both"/>
        <w:rPr>
          <w:sz w:val="18"/>
          <w:szCs w:val="18"/>
        </w:rPr>
      </w:pPr>
    </w:p>
    <w:p w:rsidR="00A65177" w:rsidRPr="00DE7993" w:rsidRDefault="00A65177" w:rsidP="00A115F8">
      <w:pPr>
        <w:rPr>
          <w:rFonts w:ascii="Arial" w:hAnsi="Arial" w:cs="Arial"/>
          <w:b/>
          <w:bCs/>
          <w:sz w:val="18"/>
          <w:szCs w:val="18"/>
        </w:rPr>
      </w:pPr>
      <w:r w:rsidRPr="00DE7993">
        <w:rPr>
          <w:rFonts w:ascii="Arial" w:hAnsi="Arial" w:cs="Arial"/>
          <w:b/>
          <w:bCs/>
          <w:sz w:val="18"/>
          <w:szCs w:val="18"/>
        </w:rPr>
        <w:t>7</w:t>
      </w:r>
      <w:r w:rsidRPr="00D071BE">
        <w:rPr>
          <w:rFonts w:ascii="Cambria" w:hAnsi="Cambria" w:cs="Cambria"/>
          <w:b/>
          <w:bCs/>
          <w:sz w:val="18"/>
          <w:szCs w:val="18"/>
        </w:rPr>
        <w:t>.  Aşağıdaki cümlelerden doğru olanların başına ( D ),yanlış olanların başına ( Y ) harfi yazınız</w:t>
      </w:r>
      <w:r w:rsidRPr="00D071BE">
        <w:rPr>
          <w:rFonts w:ascii="Cambria" w:hAnsi="Cambria" w:cs="Cambria"/>
          <w:sz w:val="18"/>
          <w:szCs w:val="18"/>
        </w:rPr>
        <w:t>.</w:t>
      </w:r>
      <w:r w:rsidRPr="00D071BE">
        <w:rPr>
          <w:rFonts w:ascii="Cambria" w:hAnsi="Cambria" w:cs="Cambria"/>
          <w:b/>
          <w:bCs/>
          <w:sz w:val="18"/>
          <w:szCs w:val="18"/>
        </w:rPr>
        <w:t>( 10 puan )</w:t>
      </w:r>
    </w:p>
    <w:tbl>
      <w:tblPr>
        <w:tblpPr w:leftFromText="141" w:rightFromText="141" w:vertAnchor="text" w:horzAnchor="page" w:tblpX="8993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0"/>
      </w:tblGrid>
      <w:tr w:rsidR="00A65177" w:rsidRPr="0047670E">
        <w:trPr>
          <w:trHeight w:val="1080"/>
        </w:trPr>
        <w:tc>
          <w:tcPr>
            <w:tcW w:w="1093" w:type="dxa"/>
          </w:tcPr>
          <w:p w:rsidR="00A65177" w:rsidRPr="0047670E" w:rsidRDefault="00A65177" w:rsidP="00F446DB">
            <w:pPr>
              <w:spacing w:line="240" w:lineRule="auto"/>
              <w:rPr>
                <w:rFonts w:ascii="Comic Sans MS" w:hAnsi="Comic Sans MS" w:cs="Comic Sans MS"/>
                <w:sz w:val="16"/>
                <w:szCs w:val="16"/>
              </w:rPr>
            </w:pPr>
            <w:r w:rsidRPr="0047670E">
              <w:rPr>
                <w:rFonts w:ascii="Comic Sans MS" w:hAnsi="Comic Sans MS" w:cs="Comic Sans MS"/>
                <w:sz w:val="16"/>
                <w:szCs w:val="16"/>
              </w:rPr>
              <w:t xml:space="preserve">       </w:t>
            </w:r>
            <w:r w:rsidRPr="0047670E">
              <w:rPr>
                <w:rFonts w:ascii="Comic Sans MS" w:hAnsi="Comic Sans MS" w:cs="Comic Sans MS"/>
                <w:noProof/>
                <w:sz w:val="16"/>
                <w:szCs w:val="16"/>
              </w:rPr>
              <w:pict>
                <v:shape id="Resim 4" o:spid="_x0000_i1026" type="#_x0000_t75" style="width:48pt;height:36.75pt;visibility:visible">
                  <v:imagedata r:id="rId7" o:title=""/>
                </v:shape>
              </w:pict>
            </w:r>
          </w:p>
        </w:tc>
      </w:tr>
    </w:tbl>
    <w:p w:rsidR="00A65177" w:rsidRPr="00C13822" w:rsidRDefault="00A65177" w:rsidP="00C13822">
      <w:pPr>
        <w:spacing w:line="240" w:lineRule="auto"/>
        <w:rPr>
          <w:sz w:val="18"/>
          <w:szCs w:val="18"/>
        </w:rPr>
      </w:pPr>
      <w:r>
        <w:rPr>
          <w:rFonts w:ascii="Comic Sans MS" w:hAnsi="Comic Sans MS" w:cs="Comic Sans MS"/>
          <w:sz w:val="16"/>
          <w:szCs w:val="16"/>
        </w:rPr>
        <w:t xml:space="preserve">(    </w:t>
      </w:r>
      <w:r w:rsidRPr="00F564DB">
        <w:rPr>
          <w:rFonts w:ascii="Comic Sans MS" w:hAnsi="Comic Sans MS" w:cs="Comic Sans MS"/>
          <w:sz w:val="16"/>
          <w:szCs w:val="16"/>
        </w:rPr>
        <w:t xml:space="preserve"> )</w:t>
      </w:r>
      <w:r>
        <w:rPr>
          <w:rFonts w:ascii="Comic Sans MS" w:hAnsi="Comic Sans MS" w:cs="Comic Sans MS"/>
          <w:sz w:val="18"/>
          <w:szCs w:val="18"/>
        </w:rPr>
        <w:t>“</w:t>
      </w:r>
      <w:r w:rsidRPr="00C13822">
        <w:rPr>
          <w:sz w:val="18"/>
          <w:szCs w:val="18"/>
        </w:rPr>
        <w:t>İnsanlara her zaman güler yüzlü davranmalıyız.”cümlesinde yazım yanlışı vardır.</w:t>
      </w:r>
    </w:p>
    <w:p w:rsidR="00A65177" w:rsidRPr="00C13822" w:rsidRDefault="00A65177" w:rsidP="00C13822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>(      )”Her gün sen beni mi arıyorsun?”cümlesinde yazım yanlışı yoktur.</w:t>
      </w:r>
    </w:p>
    <w:p w:rsidR="00A65177" w:rsidRPr="00C13822" w:rsidRDefault="00A65177" w:rsidP="00C13822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>(      )”Bugünlerde gözlerim de ağrıyor”cümlesinde ‘de ‘lerin yazımı doğrudur.</w:t>
      </w:r>
    </w:p>
    <w:p w:rsidR="00A65177" w:rsidRPr="00C13822" w:rsidRDefault="00A65177" w:rsidP="00C13822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>(      )”Söylediklerinden bir şey anlamıyorum.” cümlesinde –yor eki  ünlü daralmasına neden  olmuştur.</w:t>
      </w:r>
    </w:p>
    <w:p w:rsidR="00A65177" w:rsidRDefault="00A65177" w:rsidP="00C13822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>(      )”Şair Eşref bulvarının açılışı yapıldı.”cümlesinde yazım yanlışı yoktur.</w:t>
      </w:r>
    </w:p>
    <w:p w:rsidR="00A65177" w:rsidRPr="00C13822" w:rsidRDefault="00A65177" w:rsidP="00C13822">
      <w:pPr>
        <w:spacing w:line="240" w:lineRule="auto"/>
        <w:rPr>
          <w:sz w:val="18"/>
          <w:szCs w:val="18"/>
        </w:rPr>
      </w:pPr>
    </w:p>
    <w:p w:rsidR="00A65177" w:rsidRPr="001F2DA6" w:rsidRDefault="00A65177" w:rsidP="0055204A">
      <w:pPr>
        <w:tabs>
          <w:tab w:val="left" w:pos="7950"/>
        </w:tabs>
        <w:spacing w:line="240" w:lineRule="auto"/>
        <w:rPr>
          <w:rFonts w:ascii="Cambria" w:hAnsi="Cambria" w:cs="Cambria"/>
          <w:b/>
          <w:bCs/>
          <w:sz w:val="18"/>
          <w:szCs w:val="18"/>
        </w:rPr>
      </w:pPr>
      <w:r w:rsidRPr="001F2DA6">
        <w:rPr>
          <w:rFonts w:ascii="Cambria" w:hAnsi="Cambria" w:cs="Cambria"/>
          <w:b/>
          <w:bCs/>
          <w:sz w:val="18"/>
          <w:szCs w:val="18"/>
        </w:rPr>
        <w:t>8.  Aşağıdaki cümlelerde dilek kipiyle yazılmış cümleleri bildirme(haber), bildirme(haber) kipiyle yazılmış cümleleri dilek kipi olacak şekilde yeniden yazınız. ( 10 Puan)</w:t>
      </w:r>
    </w:p>
    <w:p w:rsidR="00A65177" w:rsidRPr="009318D3" w:rsidRDefault="00A65177" w:rsidP="00B868BB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</w:t>
      </w:r>
      <w:r>
        <w:rPr>
          <w:sz w:val="20"/>
          <w:szCs w:val="20"/>
        </w:rPr>
        <w:t>O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>da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bizimle gelebilse.       </w:t>
      </w:r>
      <w:r w:rsidRPr="009318D3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….</w:t>
      </w:r>
      <w:r w:rsidRPr="009318D3">
        <w:rPr>
          <w:sz w:val="20"/>
          <w:szCs w:val="20"/>
        </w:rPr>
        <w:t xml:space="preserve"> .......................................................</w:t>
      </w:r>
      <w:r>
        <w:rPr>
          <w:sz w:val="20"/>
          <w:szCs w:val="20"/>
        </w:rPr>
        <w:t>..............................</w:t>
      </w:r>
    </w:p>
    <w:p w:rsidR="00A65177" w:rsidRPr="009318D3" w:rsidRDefault="00A65177" w:rsidP="00B868BB">
      <w:pPr>
        <w:tabs>
          <w:tab w:val="left" w:pos="396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Yarınki sınava çok çalıştı</w:t>
      </w:r>
      <w:r>
        <w:rPr>
          <w:sz w:val="20"/>
          <w:szCs w:val="20"/>
        </w:rPr>
        <w:t>k</w:t>
      </w:r>
      <w:r w:rsidRPr="009318D3">
        <w:rPr>
          <w:sz w:val="20"/>
          <w:szCs w:val="20"/>
        </w:rPr>
        <w:t>.</w:t>
      </w:r>
      <w:r w:rsidRPr="009318D3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…</w:t>
      </w:r>
      <w:r w:rsidRPr="009318D3">
        <w:rPr>
          <w:sz w:val="20"/>
          <w:szCs w:val="20"/>
        </w:rPr>
        <w:t>.......................................................................................</w:t>
      </w:r>
    </w:p>
    <w:p w:rsidR="00A65177" w:rsidRPr="009318D3" w:rsidRDefault="00A65177" w:rsidP="00B868BB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Özge gibi ben de</w:t>
      </w:r>
      <w:r>
        <w:rPr>
          <w:sz w:val="20"/>
          <w:szCs w:val="20"/>
        </w:rPr>
        <w:t xml:space="preserve"> güzel resimler yapıyorum.     </w:t>
      </w:r>
      <w:r w:rsidRPr="009318D3">
        <w:rPr>
          <w:sz w:val="20"/>
          <w:szCs w:val="20"/>
        </w:rPr>
        <w:t xml:space="preserve"> ........................................................................................</w:t>
      </w:r>
    </w:p>
    <w:p w:rsidR="00A65177" w:rsidRDefault="00A65177" w:rsidP="00B868BB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Bu hareketi bir daha yap</w:t>
      </w:r>
      <w:r>
        <w:rPr>
          <w:sz w:val="20"/>
          <w:szCs w:val="20"/>
        </w:rPr>
        <w:t xml:space="preserve">mamalısın.                   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>..</w:t>
      </w:r>
      <w:r w:rsidRPr="009318D3">
        <w:rPr>
          <w:sz w:val="20"/>
          <w:szCs w:val="20"/>
        </w:rPr>
        <w:t>......................................................................................</w:t>
      </w:r>
    </w:p>
    <w:p w:rsidR="00A65177" w:rsidRPr="008703FD" w:rsidRDefault="00A65177" w:rsidP="00B868BB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55204A">
        <w:rPr>
          <w:sz w:val="20"/>
          <w:szCs w:val="20"/>
        </w:rPr>
        <w:t xml:space="preserve">       Bu oyuna gelmeyeceğim.                                     ………………………………………………………………………………….</w:t>
      </w:r>
    </w:p>
    <w:p w:rsidR="00A65177" w:rsidRDefault="00A65177" w:rsidP="008B3462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9 .Aşağıdaki cümleleri   açıklamalarla eşleştiriniz. ( 10 puan )             </w:t>
      </w:r>
    </w:p>
    <w:p w:rsidR="00A65177" w:rsidRPr="00C13822" w:rsidRDefault="00A65177" w:rsidP="00B868BB">
      <w:pPr>
        <w:spacing w:line="240" w:lineRule="auto"/>
        <w:jc w:val="both"/>
        <w:rPr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Konferans vermek üzere yurt dışına gitti.(A)                                       (    )   Öznel  yargılı cümledir.</w:t>
      </w:r>
    </w:p>
    <w:p w:rsidR="00A65177" w:rsidRPr="00D071BE" w:rsidRDefault="00A65177" w:rsidP="00B868BB">
      <w:pPr>
        <w:spacing w:line="240" w:lineRule="auto"/>
        <w:jc w:val="both"/>
        <w:rPr>
          <w:sz w:val="18"/>
          <w:szCs w:val="18"/>
        </w:rPr>
      </w:pPr>
      <w:r w:rsidRPr="00D071BE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D071BE">
        <w:rPr>
          <w:sz w:val="18"/>
          <w:szCs w:val="18"/>
        </w:rPr>
        <w:t xml:space="preserve"> Hece ölçüsüyle yazılan şiirde nazım birimi dörtlüktür.</w:t>
      </w:r>
      <w:r>
        <w:rPr>
          <w:sz w:val="18"/>
          <w:szCs w:val="18"/>
        </w:rPr>
        <w:t>(B)                   (     )   Cümlede yakın anlamlı sözcükler kullanılmıştır.</w:t>
      </w:r>
    </w:p>
    <w:p w:rsidR="00A65177" w:rsidRPr="00D071BE" w:rsidRDefault="00A65177" w:rsidP="00B868BB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Kendisine haber vermedik diye üzülmüş.( C )                                       (     )    Amaç-sonuç cümlesidir.</w:t>
      </w:r>
    </w:p>
    <w:p w:rsidR="00A65177" w:rsidRPr="00057DD6" w:rsidRDefault="00A65177" w:rsidP="00A121A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057DD6">
        <w:rPr>
          <w:rFonts w:ascii="Arial" w:hAnsi="Arial" w:cs="Arial"/>
          <w:sz w:val="16"/>
          <w:szCs w:val="16"/>
        </w:rPr>
        <w:t>Kardeşim bana gücenip,abime darılmış.</w:t>
      </w:r>
      <w:r>
        <w:rPr>
          <w:rFonts w:ascii="Arial" w:hAnsi="Arial" w:cs="Arial"/>
          <w:sz w:val="16"/>
          <w:szCs w:val="16"/>
        </w:rPr>
        <w:t xml:space="preserve"> (D)                                        (    )   Neden-sonuç cümlesidir.  </w:t>
      </w:r>
    </w:p>
    <w:p w:rsidR="00A65177" w:rsidRDefault="00A65177" w:rsidP="00B868BB">
      <w:pPr>
        <w:tabs>
          <w:tab w:val="center" w:pos="5174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B868BB">
        <w:rPr>
          <w:rFonts w:ascii="Arial" w:hAnsi="Arial" w:cs="Arial"/>
          <w:sz w:val="16"/>
          <w:szCs w:val="16"/>
        </w:rPr>
        <w:t xml:space="preserve">İletişimin tek yolu dili </w:t>
      </w:r>
      <w:r>
        <w:rPr>
          <w:rFonts w:ascii="Arial" w:hAnsi="Arial" w:cs="Arial"/>
          <w:sz w:val="16"/>
          <w:szCs w:val="16"/>
        </w:rPr>
        <w:t xml:space="preserve"> </w:t>
      </w:r>
      <w:r w:rsidRPr="00B868BB">
        <w:rPr>
          <w:rFonts w:ascii="Arial" w:hAnsi="Arial" w:cs="Arial"/>
          <w:sz w:val="16"/>
          <w:szCs w:val="16"/>
        </w:rPr>
        <w:t>iyi kullanmaktır.</w:t>
      </w:r>
      <w:r>
        <w:rPr>
          <w:rFonts w:ascii="Arial" w:hAnsi="Arial" w:cs="Arial"/>
          <w:sz w:val="16"/>
          <w:szCs w:val="16"/>
        </w:rPr>
        <w:t>( E )                                           (    )   Nesnel  yargılı cümledir.</w:t>
      </w:r>
    </w:p>
    <w:p w:rsidR="00A65177" w:rsidRPr="006C5900" w:rsidRDefault="00A65177" w:rsidP="006C5900">
      <w:pPr>
        <w:rPr>
          <w:rFonts w:ascii="Cambria" w:hAnsi="Cambria" w:cs="Cambria"/>
          <w:b/>
          <w:bCs/>
          <w:sz w:val="18"/>
          <w:szCs w:val="18"/>
        </w:rPr>
      </w:pPr>
      <w:r w:rsidRPr="006C5900">
        <w:rPr>
          <w:rFonts w:ascii="Cambria" w:hAnsi="Cambria" w:cs="Cambria"/>
          <w:b/>
          <w:bCs/>
          <w:sz w:val="18"/>
          <w:szCs w:val="18"/>
        </w:rPr>
        <w:t>10. “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 xml:space="preserve"> Size göre doğru insan kimdir?” Duygu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ve düşüncelerinizi anlatan  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 xml:space="preserve">deneme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türünde yazma çalışması yapınız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>.</w:t>
      </w:r>
      <w:r w:rsidRPr="006C5900">
        <w:rPr>
          <w:rFonts w:ascii="Cambria" w:hAnsi="Cambria" w:cs="Cambria"/>
          <w:b/>
          <w:bCs/>
          <w:sz w:val="18"/>
          <w:szCs w:val="18"/>
        </w:rPr>
        <w:t>(30 puan)</w:t>
      </w:r>
    </w:p>
    <w:p w:rsidR="00A65177" w:rsidRPr="00296137" w:rsidRDefault="00A65177" w:rsidP="00894A64">
      <w:pPr>
        <w:rPr>
          <w:rFonts w:ascii="Cambria" w:hAnsi="Cambria" w:cs="Cambria"/>
          <w:sz w:val="18"/>
          <w:szCs w:val="18"/>
        </w:rPr>
      </w:pPr>
      <w:r w:rsidRPr="00296137">
        <w:rPr>
          <w:rFonts w:ascii="Cambria" w:hAnsi="Cambria" w:cs="Cambria"/>
          <w:sz w:val="18"/>
          <w:szCs w:val="18"/>
        </w:rPr>
        <w:t xml:space="preserve">Başlık,plan :5 puan,Türe uygunluk:10 puan, Özgünlük,ifade : 10 puan. Yazım-noktalama: 5 puan </w:t>
      </w:r>
    </w:p>
    <w:p w:rsidR="00A65177" w:rsidRPr="00746D0E" w:rsidRDefault="00A65177" w:rsidP="008038EC">
      <w:pPr>
        <w:rPr>
          <w:rFonts w:ascii="Arial" w:hAnsi="Arial" w:cs="Arial"/>
          <w:sz w:val="16"/>
          <w:szCs w:val="16"/>
        </w:rPr>
      </w:pPr>
      <w:r>
        <w:rPr>
          <w:noProof/>
        </w:rPr>
        <w:pict>
          <v:shape id="Resim 8" o:spid="_x0000_s1026" type="#_x0000_t75" style="position:absolute;margin-left:0;margin-top:0;width:24pt;height:24pt;z-index:251658240;visibility:visible;mso-position-horizontal:left;mso-position-vertical:top">
            <v:imagedata r:id="rId8" o:title=""/>
            <w10:wrap type="square"/>
          </v:shape>
        </w:pic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151B04">
        <w:rPr>
          <w:rFonts w:ascii="Arial" w:hAnsi="Arial" w:cs="Arial"/>
          <w:b/>
          <w:bCs/>
          <w:sz w:val="18"/>
          <w:szCs w:val="18"/>
        </w:rPr>
        <w:t xml:space="preserve">BAŞARILAR DİLERİM                                            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              </w:t>
      </w:r>
      <w:r w:rsidRPr="00151B04">
        <w:rPr>
          <w:rFonts w:ascii="Arial" w:hAnsi="Arial" w:cs="Arial"/>
          <w:b/>
          <w:bCs/>
          <w:sz w:val="18"/>
          <w:szCs w:val="18"/>
        </w:rPr>
        <w:t xml:space="preserve"> </w:t>
      </w:r>
      <w:r w:rsidRPr="00746D0E">
        <w:rPr>
          <w:rFonts w:ascii="Arial" w:hAnsi="Arial" w:cs="Arial"/>
          <w:sz w:val="16"/>
          <w:szCs w:val="16"/>
        </w:rPr>
        <w:t>Sevda SALLAYICI</w:t>
      </w:r>
    </w:p>
    <w:p w:rsidR="00A65177" w:rsidRPr="001A3316" w:rsidRDefault="00A65177" w:rsidP="008038EC">
      <w:pPr>
        <w:rPr>
          <w:b/>
          <w:bCs/>
          <w:sz w:val="20"/>
          <w:szCs w:val="20"/>
        </w:rPr>
      </w:pPr>
      <w:r w:rsidRPr="00746D0E">
        <w:rPr>
          <w:rFonts w:ascii="Arial" w:hAnsi="Arial" w:cs="Arial"/>
          <w:sz w:val="16"/>
          <w:szCs w:val="16"/>
        </w:rPr>
        <w:t xml:space="preserve">    </w:t>
      </w:r>
      <w:r w:rsidRPr="001A3316">
        <w:rPr>
          <w:sz w:val="20"/>
          <w:szCs w:val="20"/>
        </w:rPr>
        <w:t>“Doğruluk, sonsuzluğun güneşidir. Nasıl olsa doğar.” Wendell Philips</w:t>
      </w:r>
      <w:r w:rsidRPr="001A3316">
        <w:rPr>
          <w:b/>
          <w:bCs/>
          <w:sz w:val="20"/>
          <w:szCs w:val="20"/>
        </w:rPr>
        <w:t xml:space="preserve">                     </w:t>
      </w:r>
      <w:r>
        <w:rPr>
          <w:sz w:val="16"/>
          <w:szCs w:val="16"/>
        </w:rPr>
        <w:t xml:space="preserve">            </w:t>
      </w:r>
      <w:r w:rsidRPr="001A3316">
        <w:rPr>
          <w:sz w:val="16"/>
          <w:szCs w:val="16"/>
        </w:rPr>
        <w:t xml:space="preserve"> Türkçe Öğrt.</w:t>
      </w:r>
      <w:r w:rsidRPr="001A3316"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      </w:t>
      </w:r>
      <w:r w:rsidRPr="0047670E">
        <w:rPr>
          <w:b/>
          <w:bCs/>
          <w:noProof/>
          <w:sz w:val="20"/>
          <w:szCs w:val="20"/>
        </w:rPr>
        <w:pict>
          <v:shape id="Resim 6" o:spid="_x0000_i1027" type="#_x0000_t75" style="width:22.5pt;height:18.75pt;visibility:visible">
            <v:imagedata r:id="rId9" o:title=""/>
          </v:shape>
        </w:pic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Pr="001A3316">
        <w:rPr>
          <w:b/>
          <w:bCs/>
          <w:sz w:val="20"/>
          <w:szCs w:val="20"/>
        </w:rPr>
        <w:t xml:space="preserve">  </w:t>
      </w:r>
      <w:r w:rsidRPr="001A3316"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</w:t>
      </w:r>
      <w:r w:rsidRPr="001A3316">
        <w:rPr>
          <w:b/>
          <w:bCs/>
          <w:sz w:val="20"/>
          <w:szCs w:val="20"/>
        </w:rPr>
        <w:t xml:space="preserve">                                  </w:t>
      </w:r>
      <w:r w:rsidRPr="001A3316">
        <w:rPr>
          <w:b/>
          <w:bCs/>
          <w:sz w:val="20"/>
          <w:szCs w:val="20"/>
        </w:rPr>
        <w:br w:type="textWrapping" w:clear="all"/>
      </w:r>
    </w:p>
    <w:p w:rsidR="00A65177" w:rsidRDefault="00A65177" w:rsidP="008B346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65177" w:rsidRDefault="00A65177" w:rsidP="008B346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65177" w:rsidRPr="0042441E" w:rsidRDefault="00A65177" w:rsidP="008B3462">
      <w:pPr>
        <w:rPr>
          <w:rFonts w:ascii="Verdana" w:hAnsi="Verdana" w:cs="Verdana"/>
          <w:sz w:val="18"/>
          <w:szCs w:val="18"/>
        </w:rPr>
      </w:pPr>
      <w:r w:rsidRPr="0042441E">
        <w:rPr>
          <w:b/>
          <w:bCs/>
          <w:sz w:val="18"/>
          <w:szCs w:val="18"/>
        </w:rPr>
        <w:t xml:space="preserve">2008–2009 EĞİTİM – ÖĞRETİM YILI BAŞÖĞRETMEN ATATÜRK  İLKÖĞRETİM OKULU 7. SINIF TÜRKÇE DERSİ 1. DÖN. 1. </w:t>
      </w:r>
      <w:r>
        <w:rPr>
          <w:b/>
          <w:bCs/>
          <w:sz w:val="18"/>
          <w:szCs w:val="18"/>
        </w:rPr>
        <w:t>SINAV</w:t>
      </w:r>
    </w:p>
    <w:p w:rsidR="00A65177" w:rsidRDefault="00A65177" w:rsidP="00810E24">
      <w:pPr>
        <w:spacing w:after="20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YANIT ANAHTARI                               </w:t>
      </w:r>
    </w:p>
    <w:p w:rsidR="00A65177" w:rsidRPr="008B3462" w:rsidRDefault="00A65177" w:rsidP="00810E24">
      <w:pPr>
        <w:spacing w:after="200"/>
        <w:rPr>
          <w:rFonts w:ascii="Verdana" w:hAnsi="Verdana" w:cs="Verdana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GÜZEL AHLÂK</w:t>
      </w:r>
    </w:p>
    <w:p w:rsidR="00A65177" w:rsidRPr="00521194" w:rsidRDefault="00A65177" w:rsidP="00810E2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521194">
        <w:rPr>
          <w:rFonts w:ascii="Arial" w:hAnsi="Arial" w:cs="Arial"/>
          <w:sz w:val="18"/>
          <w:szCs w:val="18"/>
        </w:rPr>
        <w:t xml:space="preserve">Güzel huylu, güzel </w:t>
      </w:r>
      <w:r w:rsidRPr="003E55E5">
        <w:rPr>
          <w:rFonts w:ascii="Arial" w:hAnsi="Arial" w:cs="Arial"/>
          <w:sz w:val="18"/>
          <w:szCs w:val="18"/>
          <w:u w:val="single"/>
        </w:rPr>
        <w:t>ahlâk</w:t>
      </w:r>
      <w:r w:rsidRPr="00521194">
        <w:rPr>
          <w:rFonts w:ascii="Arial" w:hAnsi="Arial" w:cs="Arial"/>
          <w:sz w:val="18"/>
          <w:szCs w:val="18"/>
        </w:rPr>
        <w:t xml:space="preserve">lı bir insanla karşılaşınca âdeta heyecanlanıyorum; çevresinde pervane olasım geliyor; yüzünü, ellerini öpmek geliyor içimden, </w:t>
      </w:r>
      <w:r>
        <w:rPr>
          <w:rFonts w:ascii="Arial" w:hAnsi="Arial" w:cs="Arial"/>
          <w:sz w:val="18"/>
          <w:szCs w:val="18"/>
        </w:rPr>
        <w:t>iyi ki doğmuşlar diyorum,</w:t>
      </w:r>
      <w:r w:rsidRPr="00521194">
        <w:rPr>
          <w:rFonts w:ascii="Arial" w:hAnsi="Arial" w:cs="Arial"/>
          <w:sz w:val="18"/>
          <w:szCs w:val="18"/>
        </w:rPr>
        <w:t xml:space="preserve">her emrine </w:t>
      </w:r>
      <w:r w:rsidRPr="003E55E5">
        <w:rPr>
          <w:rFonts w:ascii="Arial" w:hAnsi="Arial" w:cs="Arial"/>
          <w:b/>
          <w:bCs/>
          <w:sz w:val="18"/>
          <w:szCs w:val="18"/>
        </w:rPr>
        <w:t>baş eğmek</w:t>
      </w:r>
      <w:r w:rsidRPr="00810E24">
        <w:rPr>
          <w:rFonts w:ascii="Arial" w:hAnsi="Arial" w:cs="Arial"/>
          <w:sz w:val="18"/>
          <w:szCs w:val="18"/>
        </w:rPr>
        <w:t>,</w:t>
      </w:r>
      <w:r w:rsidRPr="00521194">
        <w:rPr>
          <w:rFonts w:ascii="Arial" w:hAnsi="Arial" w:cs="Arial"/>
          <w:sz w:val="18"/>
          <w:szCs w:val="18"/>
        </w:rPr>
        <w:t xml:space="preserve"> her sözünü </w:t>
      </w:r>
      <w:r w:rsidRPr="003E55E5">
        <w:rPr>
          <w:rFonts w:ascii="Arial" w:hAnsi="Arial" w:cs="Arial"/>
          <w:b/>
          <w:bCs/>
          <w:sz w:val="18"/>
          <w:szCs w:val="18"/>
        </w:rPr>
        <w:t>içime sindirmek</w:t>
      </w:r>
      <w:r w:rsidRPr="00521194">
        <w:rPr>
          <w:rFonts w:ascii="Arial" w:hAnsi="Arial" w:cs="Arial"/>
          <w:sz w:val="18"/>
          <w:szCs w:val="18"/>
        </w:rPr>
        <w:t xml:space="preserve"> istiyorum...Güzel ahlâk, en güzel yüzlerden güzel, servi boylardan güzel; ağaçlardan, çiçeklerden güzel; en tatlı </w:t>
      </w:r>
      <w:r w:rsidRPr="003E55E5">
        <w:rPr>
          <w:rFonts w:ascii="Arial" w:hAnsi="Arial" w:cs="Arial"/>
          <w:sz w:val="18"/>
          <w:szCs w:val="18"/>
          <w:u w:val="single"/>
        </w:rPr>
        <w:t>azık</w:t>
      </w:r>
      <w:r w:rsidRPr="00521194">
        <w:rPr>
          <w:rFonts w:ascii="Arial" w:hAnsi="Arial" w:cs="Arial"/>
          <w:sz w:val="18"/>
          <w:szCs w:val="18"/>
        </w:rPr>
        <w:t>lardan daha tatlı...</w:t>
      </w:r>
    </w:p>
    <w:p w:rsidR="00A65177" w:rsidRPr="00521194" w:rsidRDefault="00A65177" w:rsidP="00810E2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194">
        <w:rPr>
          <w:rFonts w:ascii="Arial" w:hAnsi="Arial" w:cs="Arial"/>
          <w:sz w:val="18"/>
          <w:szCs w:val="18"/>
        </w:rPr>
        <w:t xml:space="preserve">         Bence ne ağaç, ne toprak, ne yıldız, hiçbir şey insanın iç güzelliği kadar değil! Yerlerde, göklerde hiçbir </w:t>
      </w:r>
      <w:r w:rsidRPr="003E55E5">
        <w:rPr>
          <w:rFonts w:ascii="Arial" w:hAnsi="Arial" w:cs="Arial"/>
          <w:sz w:val="18"/>
          <w:szCs w:val="18"/>
          <w:u w:val="single"/>
        </w:rPr>
        <w:t>nitelik</w:t>
      </w:r>
      <w:r w:rsidRPr="00521194">
        <w:rPr>
          <w:rFonts w:ascii="Arial" w:hAnsi="Arial" w:cs="Arial"/>
          <w:sz w:val="18"/>
          <w:szCs w:val="18"/>
        </w:rPr>
        <w:t>, bizim o güzelliğimiz ile</w:t>
      </w:r>
      <w:r w:rsidRPr="00810E24">
        <w:rPr>
          <w:rFonts w:ascii="Arial" w:hAnsi="Arial" w:cs="Arial"/>
          <w:sz w:val="18"/>
          <w:szCs w:val="18"/>
        </w:rPr>
        <w:t xml:space="preserve"> </w:t>
      </w:r>
      <w:r w:rsidRPr="003E55E5">
        <w:rPr>
          <w:rFonts w:ascii="Arial" w:hAnsi="Arial" w:cs="Arial"/>
          <w:b/>
          <w:bCs/>
          <w:sz w:val="18"/>
          <w:szCs w:val="18"/>
        </w:rPr>
        <w:t>boy ölçüşemez</w:t>
      </w:r>
      <w:r w:rsidRPr="00521194">
        <w:rPr>
          <w:rFonts w:ascii="Arial" w:hAnsi="Arial" w:cs="Arial"/>
          <w:sz w:val="18"/>
          <w:szCs w:val="18"/>
        </w:rPr>
        <w:t>, o güzelliğin verdiklerini veremez; tattırdıklarını tattıramaz; duyurduklarını duyuramaz.</w:t>
      </w:r>
    </w:p>
    <w:p w:rsidR="00A65177" w:rsidRPr="00521194" w:rsidRDefault="00A65177" w:rsidP="00810E24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21194">
        <w:rPr>
          <w:rFonts w:ascii="Arial" w:hAnsi="Arial" w:cs="Arial"/>
          <w:sz w:val="18"/>
          <w:szCs w:val="18"/>
        </w:rPr>
        <w:t xml:space="preserve">         İçimiz çirkinse, sırmalar giyinsek süslenemeyiz. Kabaysak, </w:t>
      </w:r>
      <w:r w:rsidRPr="003E55E5">
        <w:rPr>
          <w:rFonts w:ascii="Arial" w:hAnsi="Arial" w:cs="Arial"/>
          <w:sz w:val="18"/>
          <w:szCs w:val="18"/>
          <w:u w:val="single"/>
        </w:rPr>
        <w:t>hoyrat</w:t>
      </w:r>
      <w:r w:rsidRPr="00521194">
        <w:rPr>
          <w:rFonts w:ascii="Arial" w:hAnsi="Arial" w:cs="Arial"/>
          <w:sz w:val="18"/>
          <w:szCs w:val="18"/>
        </w:rPr>
        <w:t xml:space="preserve">sak, budalalığa </w:t>
      </w:r>
      <w:r w:rsidRPr="003E55E5">
        <w:rPr>
          <w:rFonts w:ascii="Arial" w:hAnsi="Arial" w:cs="Arial"/>
          <w:b/>
          <w:bCs/>
          <w:sz w:val="18"/>
          <w:szCs w:val="18"/>
        </w:rPr>
        <w:t>gönül vermişsek</w:t>
      </w:r>
      <w:r w:rsidRPr="003E55E5">
        <w:rPr>
          <w:rFonts w:ascii="Arial" w:hAnsi="Arial" w:cs="Arial"/>
          <w:sz w:val="18"/>
          <w:szCs w:val="18"/>
        </w:rPr>
        <w:t>,</w:t>
      </w:r>
      <w:r w:rsidRPr="00521194">
        <w:rPr>
          <w:rFonts w:ascii="Arial" w:hAnsi="Arial" w:cs="Arial"/>
          <w:sz w:val="18"/>
          <w:szCs w:val="18"/>
        </w:rPr>
        <w:t xml:space="preserve"> insan </w:t>
      </w:r>
      <w:r w:rsidRPr="008C29E0">
        <w:rPr>
          <w:rFonts w:ascii="Arial" w:hAnsi="Arial" w:cs="Arial"/>
          <w:sz w:val="18"/>
          <w:szCs w:val="18"/>
        </w:rPr>
        <w:t>e</w:t>
      </w:r>
      <w:r w:rsidRPr="003E55E5">
        <w:rPr>
          <w:rFonts w:ascii="Arial" w:hAnsi="Arial" w:cs="Arial"/>
          <w:sz w:val="18"/>
          <w:szCs w:val="18"/>
          <w:u w:val="single"/>
        </w:rPr>
        <w:t>rdem</w:t>
      </w:r>
      <w:r w:rsidRPr="008C29E0">
        <w:rPr>
          <w:rFonts w:ascii="Arial" w:hAnsi="Arial" w:cs="Arial"/>
          <w:sz w:val="18"/>
          <w:szCs w:val="18"/>
        </w:rPr>
        <w:t>l</w:t>
      </w:r>
      <w:r w:rsidRPr="00521194">
        <w:rPr>
          <w:rFonts w:ascii="Arial" w:hAnsi="Arial" w:cs="Arial"/>
          <w:sz w:val="18"/>
          <w:szCs w:val="18"/>
        </w:rPr>
        <w:t xml:space="preserve">erine ulaşamayız. Kişi ancak kalbiyle güzel olabilir! İçinde gizlediği zenginliklerle </w:t>
      </w:r>
      <w:r w:rsidRPr="003E55E5">
        <w:rPr>
          <w:rFonts w:ascii="Arial" w:hAnsi="Arial" w:cs="Arial"/>
          <w:b/>
          <w:bCs/>
          <w:sz w:val="18"/>
          <w:szCs w:val="18"/>
        </w:rPr>
        <w:t>göz alabilir</w:t>
      </w:r>
      <w:r w:rsidRPr="00521194">
        <w:rPr>
          <w:rFonts w:ascii="Arial" w:hAnsi="Arial" w:cs="Arial"/>
          <w:sz w:val="18"/>
          <w:szCs w:val="18"/>
        </w:rPr>
        <w:t xml:space="preserve">, insan kalplerini kazanabilir...                                                                                                                                                       </w:t>
      </w:r>
    </w:p>
    <w:p w:rsidR="00A65177" w:rsidRDefault="00A65177" w:rsidP="00746D0E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194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Pr="00521194">
        <w:rPr>
          <w:rFonts w:ascii="Arial" w:hAnsi="Arial" w:cs="Arial"/>
          <w:b/>
          <w:bCs/>
          <w:sz w:val="18"/>
          <w:szCs w:val="18"/>
        </w:rPr>
        <w:t>Selahattin BATU</w:t>
      </w:r>
    </w:p>
    <w:p w:rsidR="00A65177" w:rsidRPr="00746D0E" w:rsidRDefault="00A65177" w:rsidP="00746D0E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A65177" w:rsidRDefault="00A65177" w:rsidP="003E55E5">
      <w:pPr>
        <w:ind w:left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Yazar, güzel ahlâklı insanlarla karşılaşınca heyecanlanmaktadır. Güzel ahlâklı insanların çevresinde pervane olmak, onların yüzünü ve ellerini öpmek, her emirlerine baş eğmek, her sözünü içine sindirmek istemektedir.Onların var olmalarından mutludur.</w:t>
      </w:r>
    </w:p>
    <w:p w:rsidR="00A65177" w:rsidRPr="009918AA" w:rsidRDefault="00A65177" w:rsidP="003E55E5">
      <w:pPr>
        <w:ind w:left="180"/>
        <w:jc w:val="both"/>
        <w:rPr>
          <w:rFonts w:ascii="Arial" w:hAnsi="Arial" w:cs="Arial"/>
          <w:b/>
          <w:bCs/>
          <w:sz w:val="18"/>
          <w:szCs w:val="18"/>
        </w:rPr>
      </w:pPr>
      <w:r w:rsidRPr="009918AA">
        <w:rPr>
          <w:rFonts w:ascii="Arial" w:hAnsi="Arial" w:cs="Arial"/>
          <w:sz w:val="18"/>
          <w:szCs w:val="18"/>
        </w:rPr>
        <w:t xml:space="preserve">2+2+2+2+2 </w:t>
      </w:r>
      <w:r w:rsidRPr="009918AA">
        <w:rPr>
          <w:rFonts w:ascii="Arial" w:hAnsi="Arial" w:cs="Arial"/>
          <w:b/>
          <w:bCs/>
          <w:sz w:val="18"/>
          <w:szCs w:val="18"/>
        </w:rPr>
        <w:t>(10 Puan)</w:t>
      </w:r>
    </w:p>
    <w:p w:rsidR="00A65177" w:rsidRDefault="00A65177" w:rsidP="003E55E5">
      <w:pPr>
        <w:ind w:left="1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Yazar güzel ahlâkı yerlerdeki, göklerdeki güzelliklerle, yıldızlarla ve toprakla karşılaştırmaktadır. </w:t>
      </w:r>
      <w:r>
        <w:rPr>
          <w:rFonts w:ascii="Arial" w:hAnsi="Arial" w:cs="Arial"/>
          <w:b/>
          <w:bCs/>
          <w:sz w:val="20"/>
          <w:szCs w:val="20"/>
        </w:rPr>
        <w:t>(5 Puan)</w:t>
      </w:r>
    </w:p>
    <w:p w:rsidR="00A65177" w:rsidRDefault="00A65177" w:rsidP="008B3462">
      <w:pPr>
        <w:ind w:left="1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 xml:space="preserve">Yazara göre kaba, hoyrat olan, budalalığa gönül veren kişiler insan erdemlerine ulaşamazlar. </w:t>
      </w:r>
      <w:r>
        <w:rPr>
          <w:rFonts w:ascii="Arial" w:hAnsi="Arial" w:cs="Arial"/>
          <w:b/>
          <w:bCs/>
          <w:sz w:val="20"/>
          <w:szCs w:val="20"/>
        </w:rPr>
        <w:t>(5 Puan)</w:t>
      </w:r>
    </w:p>
    <w:p w:rsidR="00A65177" w:rsidRPr="00296137" w:rsidRDefault="00A65177" w:rsidP="003E55E5">
      <w:pPr>
        <w:jc w:val="both"/>
        <w:rPr>
          <w:b/>
          <w:bCs/>
          <w:sz w:val="20"/>
          <w:szCs w:val="20"/>
        </w:rPr>
      </w:pPr>
      <w:r w:rsidRPr="00296137">
        <w:rPr>
          <w:b/>
          <w:bCs/>
          <w:sz w:val="20"/>
          <w:szCs w:val="20"/>
        </w:rPr>
        <w:t>4.</w:t>
      </w:r>
      <w:r w:rsidRPr="00296137">
        <w:rPr>
          <w:b/>
          <w:bCs/>
          <w:sz w:val="20"/>
          <w:szCs w:val="20"/>
          <w:u w:val="single"/>
        </w:rPr>
        <w:t>Metinde geçen</w:t>
      </w:r>
      <w:r w:rsidRPr="00296137">
        <w:rPr>
          <w:b/>
          <w:bCs/>
          <w:sz w:val="20"/>
          <w:szCs w:val="20"/>
        </w:rPr>
        <w:t xml:space="preserve"> ve aşağıdaki bulmacada bulunan sözcükleri  İşaretleyip, anlamları ile eşleştiriniz.( 10 puan )</w:t>
      </w:r>
    </w:p>
    <w:tbl>
      <w:tblPr>
        <w:tblpPr w:leftFromText="141" w:rightFromText="141" w:vertAnchor="text" w:horzAnchor="margin" w:tblpY="10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7"/>
        <w:gridCol w:w="387"/>
        <w:gridCol w:w="391"/>
        <w:gridCol w:w="343"/>
        <w:gridCol w:w="349"/>
        <w:gridCol w:w="352"/>
        <w:gridCol w:w="346"/>
        <w:gridCol w:w="348"/>
      </w:tblGrid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Ş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O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B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O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Z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 xml:space="preserve"> R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Y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İ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İ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N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D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Z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M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</w:tr>
      <w:tr w:rsidR="00A65177" w:rsidRPr="0047670E">
        <w:trPr>
          <w:trHeight w:val="251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M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K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R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A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B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U</w:t>
            </w:r>
          </w:p>
        </w:tc>
      </w:tr>
      <w:tr w:rsidR="00A65177" w:rsidRPr="0047670E">
        <w:trPr>
          <w:trHeight w:val="267"/>
        </w:trPr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N</w:t>
            </w:r>
          </w:p>
        </w:tc>
        <w:tc>
          <w:tcPr>
            <w:tcW w:w="387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İ</w:t>
            </w:r>
          </w:p>
        </w:tc>
        <w:tc>
          <w:tcPr>
            <w:tcW w:w="341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S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9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7670E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A65177" w:rsidRPr="0047670E" w:rsidRDefault="00A65177" w:rsidP="0047670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7670E">
              <w:rPr>
                <w:sz w:val="20"/>
                <w:szCs w:val="20"/>
              </w:rPr>
              <w:t>L</w:t>
            </w:r>
          </w:p>
        </w:tc>
      </w:tr>
    </w:tbl>
    <w:p w:rsidR="00A65177" w:rsidRPr="009918AA" w:rsidRDefault="00A65177" w:rsidP="003E55E5">
      <w:pPr>
        <w:jc w:val="both"/>
        <w:rPr>
          <w:sz w:val="18"/>
          <w:szCs w:val="18"/>
        </w:rPr>
      </w:pPr>
      <w:r w:rsidRPr="009918AA"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</w:t>
      </w:r>
      <w:r w:rsidRPr="009918AA">
        <w:rPr>
          <w:sz w:val="18"/>
          <w:szCs w:val="18"/>
        </w:rPr>
        <w:t xml:space="preserve">  2+2+2+2+2</w:t>
      </w:r>
    </w:p>
    <w:p w:rsidR="00A65177" w:rsidRDefault="00A65177" w:rsidP="003E55E5">
      <w:pPr>
        <w:jc w:val="both"/>
        <w:rPr>
          <w:sz w:val="20"/>
          <w:szCs w:val="20"/>
        </w:rPr>
      </w:pPr>
      <w:r w:rsidRPr="009918AA">
        <w:rPr>
          <w:sz w:val="20"/>
          <w:szCs w:val="20"/>
          <w:u w:val="single"/>
        </w:rPr>
        <w:t>erdem</w:t>
      </w:r>
      <w:r>
        <w:rPr>
          <w:sz w:val="20"/>
          <w:szCs w:val="20"/>
        </w:rPr>
        <w:t xml:space="preserve">.:Ahkakın övdüğü iyi olma,alçak gönüllülük,yiğitlik,doğruluk vb. özelliklerin  </w:t>
      </w:r>
    </w:p>
    <w:p w:rsidR="00A65177" w:rsidRDefault="00A65177" w:rsidP="003E55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genel adı, fazilet  </w:t>
      </w:r>
    </w:p>
    <w:p w:rsidR="00A65177" w:rsidRDefault="00A65177" w:rsidP="003E55E5">
      <w:pPr>
        <w:jc w:val="both"/>
        <w:rPr>
          <w:sz w:val="20"/>
          <w:szCs w:val="20"/>
        </w:rPr>
      </w:pPr>
      <w:r w:rsidRPr="009918AA">
        <w:rPr>
          <w:sz w:val="20"/>
          <w:szCs w:val="20"/>
          <w:u w:val="single"/>
        </w:rPr>
        <w:t>nitelik</w:t>
      </w:r>
      <w:r>
        <w:rPr>
          <w:sz w:val="20"/>
          <w:szCs w:val="20"/>
        </w:rPr>
        <w:t xml:space="preserve"> : Özellik,vasıf  </w:t>
      </w:r>
    </w:p>
    <w:p w:rsidR="00A65177" w:rsidRDefault="00A65177" w:rsidP="003E55E5">
      <w:pPr>
        <w:jc w:val="both"/>
        <w:rPr>
          <w:sz w:val="20"/>
          <w:szCs w:val="20"/>
        </w:rPr>
      </w:pPr>
      <w:r w:rsidRPr="009918AA">
        <w:rPr>
          <w:sz w:val="20"/>
          <w:szCs w:val="20"/>
          <w:u w:val="single"/>
        </w:rPr>
        <w:t>ahlak</w:t>
      </w:r>
      <w:r>
        <w:rPr>
          <w:sz w:val="20"/>
          <w:szCs w:val="20"/>
        </w:rPr>
        <w:t xml:space="preserve"> : Bir toplum içinde kişilerin uymak zorunda oldukları davranış biçimleri ve kuralları</w:t>
      </w:r>
    </w:p>
    <w:p w:rsidR="00A65177" w:rsidRDefault="00A65177" w:rsidP="003E55E5">
      <w:pPr>
        <w:jc w:val="both"/>
        <w:rPr>
          <w:sz w:val="20"/>
          <w:szCs w:val="20"/>
        </w:rPr>
      </w:pPr>
      <w:r w:rsidRPr="009918AA">
        <w:rPr>
          <w:sz w:val="20"/>
          <w:szCs w:val="20"/>
          <w:u w:val="single"/>
        </w:rPr>
        <w:t>hoyrat</w:t>
      </w:r>
      <w:r>
        <w:rPr>
          <w:sz w:val="20"/>
          <w:szCs w:val="20"/>
        </w:rPr>
        <w:t xml:space="preserve"> : Kaba,kırıcı,hırpalayıcı    </w:t>
      </w:r>
    </w:p>
    <w:p w:rsidR="00A65177" w:rsidRDefault="00A65177" w:rsidP="003E55E5">
      <w:pPr>
        <w:jc w:val="both"/>
        <w:rPr>
          <w:sz w:val="20"/>
          <w:szCs w:val="20"/>
        </w:rPr>
      </w:pPr>
      <w:r w:rsidRPr="009918AA">
        <w:rPr>
          <w:sz w:val="20"/>
          <w:szCs w:val="20"/>
          <w:u w:val="single"/>
        </w:rPr>
        <w:t>azık</w:t>
      </w:r>
      <w:r>
        <w:rPr>
          <w:sz w:val="20"/>
          <w:szCs w:val="20"/>
        </w:rPr>
        <w:t xml:space="preserve"> : Gereken yiyecek ve içecek şeyler…</w:t>
      </w:r>
    </w:p>
    <w:p w:rsidR="00A65177" w:rsidRDefault="00A65177" w:rsidP="003E55E5">
      <w:pPr>
        <w:jc w:val="both"/>
        <w:rPr>
          <w:sz w:val="20"/>
          <w:szCs w:val="20"/>
        </w:rPr>
      </w:pPr>
    </w:p>
    <w:p w:rsidR="00A65177" w:rsidRDefault="00A65177" w:rsidP="003E55E5">
      <w:pPr>
        <w:jc w:val="both"/>
        <w:rPr>
          <w:b/>
          <w:bCs/>
          <w:sz w:val="18"/>
          <w:szCs w:val="18"/>
        </w:rPr>
      </w:pPr>
    </w:p>
    <w:p w:rsidR="00A65177" w:rsidRPr="00521194" w:rsidRDefault="00A65177" w:rsidP="003E55E5">
      <w:pPr>
        <w:jc w:val="both"/>
        <w:rPr>
          <w:b/>
          <w:bCs/>
        </w:rPr>
      </w:pPr>
      <w:r w:rsidRPr="00521194">
        <w:rPr>
          <w:b/>
          <w:bCs/>
          <w:sz w:val="18"/>
          <w:szCs w:val="18"/>
        </w:rPr>
        <w:t>5.Metind</w:t>
      </w:r>
      <w:r>
        <w:rPr>
          <w:b/>
          <w:bCs/>
          <w:sz w:val="18"/>
          <w:szCs w:val="18"/>
        </w:rPr>
        <w:t xml:space="preserve">e geçen deyimleri bulup,uygun açıklamaların sonuna yazınız. ( 5 puan ) </w:t>
      </w:r>
      <w:r w:rsidRPr="009918AA">
        <w:rPr>
          <w:sz w:val="18"/>
          <w:szCs w:val="18"/>
        </w:rPr>
        <w:t>1+1+1+1+1</w:t>
      </w:r>
    </w:p>
    <w:p w:rsidR="00A65177" w:rsidRDefault="00A65177" w:rsidP="00296137">
      <w:pPr>
        <w:jc w:val="both"/>
        <w:rPr>
          <w:sz w:val="18"/>
          <w:szCs w:val="18"/>
        </w:rPr>
      </w:pPr>
      <w:r>
        <w:rPr>
          <w:sz w:val="18"/>
          <w:szCs w:val="18"/>
        </w:rPr>
        <w:t>Dikkat çekici,çarpıcı,alımlı :                             göz almak veya göz alıcı………………………………………….</w:t>
      </w:r>
    </w:p>
    <w:p w:rsidR="00A65177" w:rsidRDefault="00A65177" w:rsidP="00296137">
      <w:pPr>
        <w:jc w:val="both"/>
        <w:rPr>
          <w:sz w:val="18"/>
          <w:szCs w:val="18"/>
        </w:rPr>
      </w:pPr>
      <w:r>
        <w:rPr>
          <w:sz w:val="18"/>
          <w:szCs w:val="18"/>
        </w:rPr>
        <w:t>Yarışmak,değer yarışına girmek:                    boy ölçüşmek…………………..</w:t>
      </w:r>
    </w:p>
    <w:p w:rsidR="00A65177" w:rsidRDefault="00A65177" w:rsidP="003E55E5">
      <w:pPr>
        <w:jc w:val="both"/>
        <w:rPr>
          <w:sz w:val="18"/>
          <w:szCs w:val="18"/>
        </w:rPr>
      </w:pPr>
      <w:r>
        <w:rPr>
          <w:sz w:val="18"/>
          <w:szCs w:val="18"/>
        </w:rPr>
        <w:t>Benimsemek,iyice kabul etmek.:                    içine sindirmek……………………………………….</w:t>
      </w:r>
    </w:p>
    <w:p w:rsidR="00A65177" w:rsidRDefault="00A65177" w:rsidP="003E55E5">
      <w:pPr>
        <w:jc w:val="both"/>
        <w:rPr>
          <w:sz w:val="18"/>
          <w:szCs w:val="18"/>
        </w:rPr>
      </w:pPr>
      <w:r>
        <w:rPr>
          <w:sz w:val="18"/>
          <w:szCs w:val="18"/>
        </w:rPr>
        <w:t>Direnmekten vaz geçmek,teslim olmak:       baş eğmek…………………………….</w:t>
      </w:r>
    </w:p>
    <w:p w:rsidR="00A65177" w:rsidRDefault="00A65177" w:rsidP="004B10B1">
      <w:pPr>
        <w:jc w:val="both"/>
        <w:rPr>
          <w:sz w:val="18"/>
          <w:szCs w:val="18"/>
        </w:rPr>
      </w:pPr>
      <w:r>
        <w:rPr>
          <w:sz w:val="18"/>
          <w:szCs w:val="18"/>
        </w:rPr>
        <w:t>İçten sevmek,inanmak,bağlanmak:                 gönül vermek……………………………………</w:t>
      </w:r>
    </w:p>
    <w:p w:rsidR="00A65177" w:rsidRPr="009918AA" w:rsidRDefault="00A65177" w:rsidP="00296137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>
        <w:rPr>
          <w:rFonts w:ascii="Comic Sans MS" w:hAnsi="Comic Sans MS" w:cs="Comic Sans MS"/>
          <w:b/>
          <w:bCs/>
          <w:sz w:val="18"/>
          <w:szCs w:val="18"/>
        </w:rPr>
        <w:t>6</w:t>
      </w:r>
      <w:r>
        <w:rPr>
          <w:b/>
          <w:bCs/>
          <w:sz w:val="18"/>
          <w:szCs w:val="18"/>
        </w:rPr>
        <w:t>.</w:t>
      </w:r>
      <w:r w:rsidRPr="0055204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M</w:t>
      </w:r>
      <w:r w:rsidRPr="0055204A">
        <w:rPr>
          <w:b/>
          <w:bCs/>
          <w:sz w:val="18"/>
          <w:szCs w:val="18"/>
        </w:rPr>
        <w:t xml:space="preserve">etinde geçen </w:t>
      </w:r>
      <w:r>
        <w:rPr>
          <w:b/>
          <w:bCs/>
          <w:sz w:val="18"/>
          <w:szCs w:val="18"/>
        </w:rPr>
        <w:t xml:space="preserve">altı çizilmiş  </w:t>
      </w:r>
      <w:r w:rsidRPr="0055204A">
        <w:rPr>
          <w:b/>
          <w:bCs/>
          <w:sz w:val="18"/>
          <w:szCs w:val="18"/>
        </w:rPr>
        <w:t>eylemlerin anlam</w:t>
      </w:r>
      <w:r>
        <w:rPr>
          <w:b/>
          <w:bCs/>
          <w:sz w:val="18"/>
          <w:szCs w:val="18"/>
        </w:rPr>
        <w:t xml:space="preserve"> </w:t>
      </w:r>
      <w:r w:rsidRPr="0055204A">
        <w:rPr>
          <w:b/>
          <w:bCs/>
          <w:sz w:val="18"/>
          <w:szCs w:val="18"/>
        </w:rPr>
        <w:t>özelliklerini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55204A">
        <w:rPr>
          <w:b/>
          <w:bCs/>
          <w:sz w:val="18"/>
          <w:szCs w:val="18"/>
        </w:rPr>
        <w:t>(iş,oluş,durum</w:t>
      </w:r>
      <w:r>
        <w:rPr>
          <w:b/>
          <w:bCs/>
          <w:sz w:val="18"/>
          <w:szCs w:val="18"/>
        </w:rPr>
        <w:t xml:space="preserve"> eylemi</w:t>
      </w:r>
      <w:r w:rsidRPr="0055204A">
        <w:rPr>
          <w:b/>
          <w:bCs/>
          <w:sz w:val="18"/>
          <w:szCs w:val="18"/>
        </w:rPr>
        <w:t xml:space="preserve">) </w:t>
      </w:r>
      <w:r>
        <w:rPr>
          <w:b/>
          <w:bCs/>
          <w:sz w:val="18"/>
          <w:szCs w:val="18"/>
        </w:rPr>
        <w:t>yazınız.( 5 puan )</w:t>
      </w:r>
      <w:r>
        <w:rPr>
          <w:sz w:val="18"/>
          <w:szCs w:val="18"/>
        </w:rPr>
        <w:t xml:space="preserve">  1+1+1+1+1</w:t>
      </w:r>
    </w:p>
    <w:p w:rsidR="00A65177" w:rsidRDefault="00A65177" w:rsidP="004B10B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>
        <w:rPr>
          <w:rFonts w:ascii="Comic Sans MS" w:hAnsi="Comic Sans MS" w:cs="Comic Sans MS"/>
          <w:sz w:val="18"/>
          <w:szCs w:val="18"/>
        </w:rPr>
        <w:t>Heyecanlanmak: …durum…………….        doğmak:…oluş………………………</w:t>
      </w:r>
    </w:p>
    <w:p w:rsidR="00A65177" w:rsidRDefault="00A65177" w:rsidP="004B10B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>
        <w:rPr>
          <w:rFonts w:ascii="Comic Sans MS" w:hAnsi="Comic Sans MS" w:cs="Comic Sans MS"/>
          <w:sz w:val="18"/>
          <w:szCs w:val="18"/>
        </w:rPr>
        <w:t>istemek: …iş………………..                         ulaşmak:…durum………………….</w:t>
      </w:r>
    </w:p>
    <w:p w:rsidR="00A65177" w:rsidRDefault="00A65177" w:rsidP="004B10B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kazanmak:…iş…………………….</w:t>
      </w:r>
    </w:p>
    <w:p w:rsidR="00A65177" w:rsidRPr="009918AA" w:rsidRDefault="00A65177" w:rsidP="00296137">
      <w:pPr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 xml:space="preserve"> </w:t>
      </w:r>
      <w:r w:rsidRPr="00DE7993">
        <w:rPr>
          <w:rFonts w:ascii="Arial" w:hAnsi="Arial" w:cs="Arial"/>
          <w:b/>
          <w:bCs/>
          <w:sz w:val="18"/>
          <w:szCs w:val="18"/>
        </w:rPr>
        <w:t>7</w:t>
      </w:r>
      <w:r w:rsidRPr="00D071BE">
        <w:rPr>
          <w:rFonts w:ascii="Cambria" w:hAnsi="Cambria" w:cs="Cambria"/>
          <w:b/>
          <w:bCs/>
          <w:sz w:val="18"/>
          <w:szCs w:val="18"/>
        </w:rPr>
        <w:t>.  Aşağıdaki cümlelerden doğru olanların başına ( D ),yanlış olanların başına ( Y ) harfi yazınız</w:t>
      </w:r>
      <w:r w:rsidRPr="00D071BE">
        <w:rPr>
          <w:rFonts w:ascii="Cambria" w:hAnsi="Cambria" w:cs="Cambria"/>
          <w:sz w:val="18"/>
          <w:szCs w:val="18"/>
        </w:rPr>
        <w:t>.</w:t>
      </w:r>
      <w:r w:rsidRPr="00D071BE">
        <w:rPr>
          <w:rFonts w:ascii="Cambria" w:hAnsi="Cambria" w:cs="Cambria"/>
          <w:b/>
          <w:bCs/>
          <w:sz w:val="18"/>
          <w:szCs w:val="18"/>
        </w:rPr>
        <w:t>( 10 puan )</w:t>
      </w:r>
      <w:r>
        <w:rPr>
          <w:rFonts w:ascii="Cambria" w:hAnsi="Cambria" w:cs="Cambria"/>
          <w:sz w:val="18"/>
          <w:szCs w:val="18"/>
        </w:rPr>
        <w:t>2+2+2+2+2</w:t>
      </w:r>
    </w:p>
    <w:tbl>
      <w:tblPr>
        <w:tblpPr w:leftFromText="141" w:rightFromText="141" w:vertAnchor="text" w:horzAnchor="page" w:tblpX="8993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0"/>
      </w:tblGrid>
      <w:tr w:rsidR="00A65177" w:rsidRPr="0047670E">
        <w:trPr>
          <w:trHeight w:val="1080"/>
        </w:trPr>
        <w:tc>
          <w:tcPr>
            <w:tcW w:w="1093" w:type="dxa"/>
          </w:tcPr>
          <w:p w:rsidR="00A65177" w:rsidRPr="0047670E" w:rsidRDefault="00A65177" w:rsidP="00191304">
            <w:pPr>
              <w:spacing w:line="240" w:lineRule="auto"/>
              <w:rPr>
                <w:rFonts w:ascii="Comic Sans MS" w:hAnsi="Comic Sans MS" w:cs="Comic Sans MS"/>
                <w:sz w:val="16"/>
                <w:szCs w:val="16"/>
              </w:rPr>
            </w:pPr>
            <w:r w:rsidRPr="0047670E">
              <w:rPr>
                <w:rFonts w:ascii="Comic Sans MS" w:hAnsi="Comic Sans MS" w:cs="Comic Sans MS"/>
                <w:sz w:val="16"/>
                <w:szCs w:val="16"/>
              </w:rPr>
              <w:t xml:space="preserve">       </w:t>
            </w:r>
            <w:r w:rsidRPr="0047670E">
              <w:rPr>
                <w:rFonts w:ascii="Comic Sans MS" w:hAnsi="Comic Sans MS" w:cs="Comic Sans MS"/>
                <w:noProof/>
                <w:sz w:val="16"/>
                <w:szCs w:val="16"/>
              </w:rPr>
              <w:pict>
                <v:shape id="_x0000_i1028" type="#_x0000_t75" style="width:48pt;height:36.75pt;visibility:visible">
                  <v:imagedata r:id="rId7" o:title=""/>
                </v:shape>
              </w:pict>
            </w:r>
          </w:p>
        </w:tc>
      </w:tr>
    </w:tbl>
    <w:p w:rsidR="00A65177" w:rsidRPr="00C13822" w:rsidRDefault="00A65177" w:rsidP="00296137">
      <w:pPr>
        <w:spacing w:line="240" w:lineRule="auto"/>
        <w:rPr>
          <w:sz w:val="18"/>
          <w:szCs w:val="18"/>
        </w:rPr>
      </w:pPr>
      <w:r>
        <w:rPr>
          <w:rFonts w:ascii="Comic Sans MS" w:hAnsi="Comic Sans MS" w:cs="Comic Sans MS"/>
          <w:sz w:val="16"/>
          <w:szCs w:val="16"/>
        </w:rPr>
        <w:t xml:space="preserve">(  Y  </w:t>
      </w:r>
      <w:r w:rsidRPr="00F564DB">
        <w:rPr>
          <w:rFonts w:ascii="Comic Sans MS" w:hAnsi="Comic Sans MS" w:cs="Comic Sans MS"/>
          <w:sz w:val="16"/>
          <w:szCs w:val="16"/>
        </w:rPr>
        <w:t xml:space="preserve"> )</w:t>
      </w:r>
      <w:r>
        <w:rPr>
          <w:rFonts w:ascii="Comic Sans MS" w:hAnsi="Comic Sans MS" w:cs="Comic Sans MS"/>
          <w:sz w:val="18"/>
          <w:szCs w:val="18"/>
        </w:rPr>
        <w:t>“</w:t>
      </w:r>
      <w:r w:rsidRPr="00C13822">
        <w:rPr>
          <w:sz w:val="18"/>
          <w:szCs w:val="18"/>
        </w:rPr>
        <w:t>İnsanlara her zaman güler yüzlü davranmalıyız.”cümlesinde yazım yanlışı vardır.</w:t>
      </w:r>
    </w:p>
    <w:p w:rsidR="00A65177" w:rsidRPr="00C13822" w:rsidRDefault="00A65177" w:rsidP="00296137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 xml:space="preserve">(  </w:t>
      </w:r>
      <w:r>
        <w:rPr>
          <w:sz w:val="18"/>
          <w:szCs w:val="18"/>
        </w:rPr>
        <w:t>D</w:t>
      </w:r>
      <w:r w:rsidRPr="00C13822">
        <w:rPr>
          <w:sz w:val="18"/>
          <w:szCs w:val="18"/>
        </w:rPr>
        <w:t xml:space="preserve">  )”Her gün sen beni mi arıyorsun?”cümlesinde yazım yanlışı yoktur.</w:t>
      </w:r>
    </w:p>
    <w:p w:rsidR="00A65177" w:rsidRPr="00C13822" w:rsidRDefault="00A65177" w:rsidP="00296137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 xml:space="preserve">(  </w:t>
      </w:r>
      <w:r>
        <w:rPr>
          <w:sz w:val="18"/>
          <w:szCs w:val="18"/>
        </w:rPr>
        <w:t>D</w:t>
      </w:r>
      <w:r w:rsidRPr="00C13822">
        <w:rPr>
          <w:sz w:val="18"/>
          <w:szCs w:val="18"/>
        </w:rPr>
        <w:t xml:space="preserve">   )”Bugünlerde gözlerim de ağrıyor”cümlesinde ‘de ‘lerin yazımı doğrudur.</w:t>
      </w:r>
    </w:p>
    <w:p w:rsidR="00A65177" w:rsidRPr="00C13822" w:rsidRDefault="00A65177" w:rsidP="00296137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 xml:space="preserve">( </w:t>
      </w:r>
      <w:r>
        <w:rPr>
          <w:sz w:val="18"/>
          <w:szCs w:val="18"/>
        </w:rPr>
        <w:t>D</w:t>
      </w:r>
      <w:r w:rsidRPr="00C13822">
        <w:rPr>
          <w:sz w:val="18"/>
          <w:szCs w:val="18"/>
        </w:rPr>
        <w:t xml:space="preserve">     )”Söylediklerinden bir şey anlamıyorum.” cümlesinde –yor eki  ünlü daralmasına neden  olmuştur.</w:t>
      </w:r>
    </w:p>
    <w:p w:rsidR="00A65177" w:rsidRDefault="00A65177" w:rsidP="00296137">
      <w:pPr>
        <w:spacing w:line="240" w:lineRule="auto"/>
        <w:rPr>
          <w:sz w:val="18"/>
          <w:szCs w:val="18"/>
        </w:rPr>
      </w:pPr>
      <w:r w:rsidRPr="00C13822">
        <w:rPr>
          <w:sz w:val="18"/>
          <w:szCs w:val="18"/>
        </w:rPr>
        <w:t xml:space="preserve">(  </w:t>
      </w:r>
      <w:r>
        <w:rPr>
          <w:sz w:val="18"/>
          <w:szCs w:val="18"/>
        </w:rPr>
        <w:t>Y</w:t>
      </w:r>
      <w:r w:rsidRPr="00C13822">
        <w:rPr>
          <w:sz w:val="18"/>
          <w:szCs w:val="18"/>
        </w:rPr>
        <w:t xml:space="preserve">    )”Şair Eşref bulvarının açılışı yapıldı.”cümlesinde yazım yanlışı yoktur.</w:t>
      </w:r>
    </w:p>
    <w:p w:rsidR="00A65177" w:rsidRPr="00C13822" w:rsidRDefault="00A65177" w:rsidP="00296137">
      <w:pPr>
        <w:spacing w:line="240" w:lineRule="auto"/>
        <w:rPr>
          <w:sz w:val="18"/>
          <w:szCs w:val="18"/>
        </w:rPr>
      </w:pPr>
    </w:p>
    <w:p w:rsidR="00A65177" w:rsidRPr="009918AA" w:rsidRDefault="00A65177" w:rsidP="00296137">
      <w:pPr>
        <w:tabs>
          <w:tab w:val="left" w:pos="7950"/>
        </w:tabs>
        <w:spacing w:line="240" w:lineRule="auto"/>
        <w:rPr>
          <w:rFonts w:ascii="Cambria" w:hAnsi="Cambria" w:cs="Cambria"/>
          <w:sz w:val="18"/>
          <w:szCs w:val="18"/>
        </w:rPr>
      </w:pPr>
      <w:r w:rsidRPr="001F2DA6">
        <w:rPr>
          <w:rFonts w:ascii="Cambria" w:hAnsi="Cambria" w:cs="Cambria"/>
          <w:b/>
          <w:bCs/>
          <w:sz w:val="18"/>
          <w:szCs w:val="18"/>
        </w:rPr>
        <w:t>8.  Aşağıdaki cümlelerde dilek kipiyle yazılmış cümleleri bildirme(haber), bildirme(haber) kipiyle yazılmış cümleleri dilek kipi olacak şekilde yeniden yazınız. ( 10 Puan)</w:t>
      </w:r>
      <w:r>
        <w:rPr>
          <w:rFonts w:ascii="Cambria" w:hAnsi="Cambria" w:cs="Cambria"/>
          <w:sz w:val="18"/>
          <w:szCs w:val="18"/>
        </w:rPr>
        <w:t>2+2+2+2+2</w:t>
      </w:r>
    </w:p>
    <w:p w:rsidR="00A65177" w:rsidRPr="009318D3" w:rsidRDefault="00A65177" w:rsidP="00296137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</w:t>
      </w:r>
      <w:r>
        <w:rPr>
          <w:sz w:val="20"/>
          <w:szCs w:val="20"/>
        </w:rPr>
        <w:t>O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>da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bizimle gelebilse.       </w:t>
      </w:r>
      <w:r w:rsidRPr="009318D3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….</w:t>
      </w:r>
      <w:r w:rsidRPr="009318D3">
        <w:rPr>
          <w:sz w:val="20"/>
          <w:szCs w:val="20"/>
        </w:rPr>
        <w:t xml:space="preserve"> .......................................................</w:t>
      </w:r>
      <w:r>
        <w:rPr>
          <w:sz w:val="20"/>
          <w:szCs w:val="20"/>
        </w:rPr>
        <w:t>..............................</w:t>
      </w:r>
    </w:p>
    <w:p w:rsidR="00A65177" w:rsidRPr="009318D3" w:rsidRDefault="00A65177" w:rsidP="00296137">
      <w:pPr>
        <w:tabs>
          <w:tab w:val="left" w:pos="396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Yarınki sınava çok çalıştı</w:t>
      </w:r>
      <w:r>
        <w:rPr>
          <w:sz w:val="20"/>
          <w:szCs w:val="20"/>
        </w:rPr>
        <w:t>k</w:t>
      </w:r>
      <w:r w:rsidRPr="009318D3">
        <w:rPr>
          <w:sz w:val="20"/>
          <w:szCs w:val="20"/>
        </w:rPr>
        <w:t>.</w:t>
      </w:r>
      <w:r w:rsidRPr="009318D3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…</w:t>
      </w:r>
      <w:r w:rsidRPr="009318D3">
        <w:rPr>
          <w:sz w:val="20"/>
          <w:szCs w:val="20"/>
        </w:rPr>
        <w:t>.......................................................................................</w:t>
      </w:r>
    </w:p>
    <w:p w:rsidR="00A65177" w:rsidRPr="009318D3" w:rsidRDefault="00A65177" w:rsidP="00296137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Özge gibi ben de</w:t>
      </w:r>
      <w:r>
        <w:rPr>
          <w:sz w:val="20"/>
          <w:szCs w:val="20"/>
        </w:rPr>
        <w:t xml:space="preserve"> güzel resimler yapıyorum.     </w:t>
      </w:r>
      <w:r w:rsidRPr="009318D3">
        <w:rPr>
          <w:sz w:val="20"/>
          <w:szCs w:val="20"/>
        </w:rPr>
        <w:t xml:space="preserve"> ........................................................................................</w:t>
      </w:r>
    </w:p>
    <w:p w:rsidR="00A65177" w:rsidRDefault="00A65177" w:rsidP="00296137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9318D3">
        <w:rPr>
          <w:sz w:val="20"/>
          <w:szCs w:val="20"/>
        </w:rPr>
        <w:t xml:space="preserve">       Bu hareketi bir daha yap</w:t>
      </w:r>
      <w:r>
        <w:rPr>
          <w:sz w:val="20"/>
          <w:szCs w:val="20"/>
        </w:rPr>
        <w:t xml:space="preserve">mamalısın.                   </w:t>
      </w:r>
      <w:r w:rsidRPr="009318D3">
        <w:rPr>
          <w:sz w:val="20"/>
          <w:szCs w:val="20"/>
        </w:rPr>
        <w:t xml:space="preserve"> </w:t>
      </w:r>
      <w:r>
        <w:rPr>
          <w:sz w:val="20"/>
          <w:szCs w:val="20"/>
        </w:rPr>
        <w:t>..</w:t>
      </w:r>
      <w:r w:rsidRPr="009318D3">
        <w:rPr>
          <w:sz w:val="20"/>
          <w:szCs w:val="20"/>
        </w:rPr>
        <w:t>......................................................................................</w:t>
      </w:r>
    </w:p>
    <w:p w:rsidR="00A65177" w:rsidRPr="008703FD" w:rsidRDefault="00A65177" w:rsidP="00296137">
      <w:pPr>
        <w:tabs>
          <w:tab w:val="left" w:pos="7950"/>
        </w:tabs>
        <w:spacing w:line="240" w:lineRule="auto"/>
        <w:jc w:val="both"/>
        <w:rPr>
          <w:sz w:val="20"/>
          <w:szCs w:val="20"/>
        </w:rPr>
      </w:pPr>
      <w:r w:rsidRPr="0055204A">
        <w:rPr>
          <w:sz w:val="20"/>
          <w:szCs w:val="20"/>
        </w:rPr>
        <w:t xml:space="preserve">       Bu oyuna gelmeyeceğim.                                     ………………………………………………………………………………….</w:t>
      </w:r>
    </w:p>
    <w:p w:rsidR="00A65177" w:rsidRDefault="00A65177" w:rsidP="00296137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9 .Aşağıdaki cümleleri   açıklamalarla eşleştiriniz. ( 10 puan )  </w:t>
      </w:r>
      <w:r w:rsidRPr="009918AA">
        <w:rPr>
          <w:sz w:val="18"/>
          <w:szCs w:val="18"/>
        </w:rPr>
        <w:t>2+2+2+2+2</w:t>
      </w:r>
      <w:r>
        <w:rPr>
          <w:b/>
          <w:bCs/>
          <w:sz w:val="18"/>
          <w:szCs w:val="18"/>
        </w:rPr>
        <w:t xml:space="preserve"> </w:t>
      </w:r>
    </w:p>
    <w:p w:rsidR="00A65177" w:rsidRPr="00CD15D5" w:rsidRDefault="00A65177" w:rsidP="00CD15D5">
      <w:pPr>
        <w:spacing w:line="240" w:lineRule="auto"/>
        <w:jc w:val="both"/>
        <w:rPr>
          <w:sz w:val="18"/>
          <w:szCs w:val="18"/>
        </w:rPr>
      </w:pPr>
      <w:r w:rsidRPr="00BF2CC8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6"/>
          <w:szCs w:val="16"/>
        </w:rPr>
        <w:t>Konferans vermek üzere yurt dışına gitti.(A)                                       ( E )   Öznel yargılı cümledir.</w:t>
      </w:r>
      <w:r>
        <w:rPr>
          <w:b/>
          <w:bCs/>
          <w:sz w:val="18"/>
          <w:szCs w:val="18"/>
        </w:rPr>
        <w:t xml:space="preserve">          </w:t>
      </w:r>
    </w:p>
    <w:p w:rsidR="00A65177" w:rsidRPr="00D071BE" w:rsidRDefault="00A65177" w:rsidP="00296137">
      <w:pPr>
        <w:spacing w:line="240" w:lineRule="auto"/>
        <w:jc w:val="both"/>
        <w:rPr>
          <w:sz w:val="18"/>
          <w:szCs w:val="18"/>
        </w:rPr>
      </w:pPr>
      <w:r w:rsidRPr="00D071BE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D071BE">
        <w:rPr>
          <w:sz w:val="18"/>
          <w:szCs w:val="18"/>
        </w:rPr>
        <w:t xml:space="preserve"> Hece ölçüsüyle yazılan şiirde nazım birimi dörtlüktür.</w:t>
      </w:r>
      <w:r>
        <w:rPr>
          <w:sz w:val="18"/>
          <w:szCs w:val="18"/>
        </w:rPr>
        <w:t>(B)                   ( D )   Cümlede yakın anlamlı sözcükler kullanılmıştır.</w:t>
      </w:r>
    </w:p>
    <w:p w:rsidR="00A65177" w:rsidRPr="00D071BE" w:rsidRDefault="00A65177" w:rsidP="00296137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Kendisine haber vermedik diye üzülmüş..(C)                                        ( A)    Amaç-sonuç cümlesidir.</w:t>
      </w:r>
    </w:p>
    <w:p w:rsidR="00A65177" w:rsidRPr="00057DD6" w:rsidRDefault="00A65177" w:rsidP="0029613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057DD6">
        <w:rPr>
          <w:rFonts w:ascii="Arial" w:hAnsi="Arial" w:cs="Arial"/>
          <w:sz w:val="16"/>
          <w:szCs w:val="16"/>
        </w:rPr>
        <w:t>Kardeşim bana gücenip,abime darılmış.</w:t>
      </w:r>
      <w:r>
        <w:rPr>
          <w:rFonts w:ascii="Arial" w:hAnsi="Arial" w:cs="Arial"/>
          <w:sz w:val="16"/>
          <w:szCs w:val="16"/>
        </w:rPr>
        <w:t xml:space="preserve"> (D)                                        (C  )  Neden-sonuç cümlesidir.  </w:t>
      </w:r>
    </w:p>
    <w:p w:rsidR="00A65177" w:rsidRDefault="00A65177" w:rsidP="00296137">
      <w:pPr>
        <w:tabs>
          <w:tab w:val="center" w:pos="5174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B868BB">
        <w:rPr>
          <w:rFonts w:ascii="Arial" w:hAnsi="Arial" w:cs="Arial"/>
          <w:sz w:val="16"/>
          <w:szCs w:val="16"/>
        </w:rPr>
        <w:t xml:space="preserve">İletişimin tek yolu dili </w:t>
      </w:r>
      <w:r>
        <w:rPr>
          <w:rFonts w:ascii="Arial" w:hAnsi="Arial" w:cs="Arial"/>
          <w:sz w:val="16"/>
          <w:szCs w:val="16"/>
        </w:rPr>
        <w:t xml:space="preserve"> </w:t>
      </w:r>
      <w:r w:rsidRPr="00B868BB">
        <w:rPr>
          <w:rFonts w:ascii="Arial" w:hAnsi="Arial" w:cs="Arial"/>
          <w:sz w:val="16"/>
          <w:szCs w:val="16"/>
        </w:rPr>
        <w:t>iyi kullanmaktır.</w:t>
      </w:r>
      <w:r>
        <w:rPr>
          <w:rFonts w:ascii="Arial" w:hAnsi="Arial" w:cs="Arial"/>
          <w:sz w:val="16"/>
          <w:szCs w:val="16"/>
        </w:rPr>
        <w:t>( E )                                           (B )   Nesnel yargılı cümle</w:t>
      </w:r>
    </w:p>
    <w:p w:rsidR="00A65177" w:rsidRPr="006C5900" w:rsidRDefault="00A65177" w:rsidP="00296137">
      <w:pPr>
        <w:rPr>
          <w:rFonts w:ascii="Cambria" w:hAnsi="Cambria" w:cs="Cambria"/>
          <w:b/>
          <w:bCs/>
          <w:sz w:val="18"/>
          <w:szCs w:val="18"/>
        </w:rPr>
      </w:pPr>
      <w:r w:rsidRPr="006C5900">
        <w:rPr>
          <w:rFonts w:ascii="Cambria" w:hAnsi="Cambria" w:cs="Cambria"/>
          <w:b/>
          <w:bCs/>
          <w:sz w:val="18"/>
          <w:szCs w:val="18"/>
        </w:rPr>
        <w:t>10. “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 xml:space="preserve"> Size göre doğru insan kimdir?” Duygu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ve düşüncelerinizi anlatan  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 xml:space="preserve">deneme 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>türünde yazma çalışması yapınız</w:t>
      </w:r>
      <w:r w:rsidRPr="006C5900">
        <w:rPr>
          <w:rFonts w:ascii="Cambria" w:hAnsi="Cambria" w:cs="Cambria"/>
          <w:b/>
          <w:bCs/>
          <w:color w:val="000000"/>
          <w:sz w:val="18"/>
          <w:szCs w:val="18"/>
        </w:rPr>
        <w:t>.</w:t>
      </w:r>
      <w:r w:rsidRPr="006C5900">
        <w:rPr>
          <w:rFonts w:ascii="Cambria" w:hAnsi="Cambria" w:cs="Cambria"/>
          <w:b/>
          <w:bCs/>
          <w:sz w:val="18"/>
          <w:szCs w:val="18"/>
        </w:rPr>
        <w:t>(30 puan)</w:t>
      </w:r>
    </w:p>
    <w:p w:rsidR="00A65177" w:rsidRPr="00296137" w:rsidRDefault="00A65177" w:rsidP="00296137">
      <w:pPr>
        <w:rPr>
          <w:rFonts w:ascii="Cambria" w:hAnsi="Cambria" w:cs="Cambria"/>
          <w:sz w:val="18"/>
          <w:szCs w:val="18"/>
        </w:rPr>
      </w:pPr>
      <w:r w:rsidRPr="00296137">
        <w:rPr>
          <w:rFonts w:ascii="Cambria" w:hAnsi="Cambria" w:cs="Cambria"/>
          <w:sz w:val="18"/>
          <w:szCs w:val="18"/>
        </w:rPr>
        <w:t xml:space="preserve">Başlık,plan :5 puan,Türe uygunluk:10 puan, Özgünlük,ifade : 10 puan. Yazım-noktalama: 5 puan </w:t>
      </w:r>
    </w:p>
    <w:p w:rsidR="00A65177" w:rsidRPr="00746D0E" w:rsidRDefault="00A65177" w:rsidP="00296137">
      <w:pPr>
        <w:rPr>
          <w:rFonts w:ascii="Arial" w:hAnsi="Arial" w:cs="Arial"/>
          <w:sz w:val="16"/>
          <w:szCs w:val="16"/>
        </w:rPr>
      </w:pPr>
      <w:r>
        <w:rPr>
          <w:noProof/>
        </w:rPr>
        <w:pict>
          <v:shape id="_x0000_s1027" type="#_x0000_t75" style="position:absolute;margin-left:0;margin-top:0;width:24pt;height:24pt;z-index:251659264;visibility:visible;mso-position-horizontal:left;mso-position-vertical:top">
            <v:imagedata r:id="rId8" o:title=""/>
            <w10:wrap type="square"/>
          </v:shape>
        </w:pic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746D0E">
        <w:rPr>
          <w:rFonts w:ascii="Arial" w:hAnsi="Arial" w:cs="Arial"/>
          <w:sz w:val="16"/>
          <w:szCs w:val="16"/>
        </w:rPr>
        <w:t>Sevda SALLAYICI</w:t>
      </w:r>
    </w:p>
    <w:p w:rsidR="00A65177" w:rsidRPr="001A3316" w:rsidRDefault="00A65177" w:rsidP="00296137">
      <w:pPr>
        <w:rPr>
          <w:b/>
          <w:bCs/>
          <w:sz w:val="20"/>
          <w:szCs w:val="20"/>
        </w:rPr>
      </w:pPr>
      <w:r w:rsidRPr="00746D0E">
        <w:rPr>
          <w:rFonts w:ascii="Arial" w:hAnsi="Arial" w:cs="Arial"/>
          <w:sz w:val="16"/>
          <w:szCs w:val="16"/>
        </w:rPr>
        <w:t xml:space="preserve">    </w:t>
      </w:r>
      <w:r w:rsidRPr="001A3316">
        <w:rPr>
          <w:sz w:val="20"/>
          <w:szCs w:val="20"/>
        </w:rPr>
        <w:t>“Doğruluk, sonsuzluğun güneşidir. Nasıl olsa doğar.” Wendell Philips</w:t>
      </w:r>
      <w:r w:rsidRPr="001A3316">
        <w:rPr>
          <w:b/>
          <w:bCs/>
          <w:sz w:val="20"/>
          <w:szCs w:val="20"/>
        </w:rPr>
        <w:t xml:space="preserve">                     </w:t>
      </w:r>
      <w:r w:rsidRPr="001A3316">
        <w:rPr>
          <w:sz w:val="16"/>
          <w:szCs w:val="16"/>
        </w:rPr>
        <w:t xml:space="preserve">                     Türkçe Öğrt.</w:t>
      </w:r>
      <w:r w:rsidRPr="001A3316"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      </w:t>
      </w:r>
      <w:r w:rsidRPr="0047670E">
        <w:rPr>
          <w:b/>
          <w:bCs/>
          <w:noProof/>
          <w:sz w:val="20"/>
          <w:szCs w:val="20"/>
        </w:rPr>
        <w:pict>
          <v:shape id="_x0000_i1029" type="#_x0000_t75" style="width:22.5pt;height:18.75pt;visibility:visible">
            <v:imagedata r:id="rId9" o:title=""/>
          </v:shape>
        </w:pic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Pr="001A3316">
        <w:rPr>
          <w:b/>
          <w:bCs/>
          <w:sz w:val="20"/>
          <w:szCs w:val="20"/>
        </w:rPr>
        <w:t xml:space="preserve">  </w:t>
      </w:r>
      <w:r w:rsidRPr="001A3316"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</w:t>
      </w:r>
      <w:r w:rsidRPr="001A3316">
        <w:rPr>
          <w:b/>
          <w:bCs/>
          <w:sz w:val="20"/>
          <w:szCs w:val="20"/>
        </w:rPr>
        <w:t xml:space="preserve">                                  </w:t>
      </w:r>
      <w:r w:rsidRPr="001A3316">
        <w:rPr>
          <w:b/>
          <w:bCs/>
          <w:sz w:val="20"/>
          <w:szCs w:val="20"/>
        </w:rPr>
        <w:br w:type="textWrapping" w:clear="all"/>
      </w:r>
    </w:p>
    <w:p w:rsidR="00A65177" w:rsidRDefault="00A65177" w:rsidP="0029613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65177" w:rsidRPr="004B10B1" w:rsidRDefault="00A65177" w:rsidP="004B10B1">
      <w:pPr>
        <w:jc w:val="both"/>
        <w:rPr>
          <w:sz w:val="18"/>
          <w:szCs w:val="18"/>
        </w:rPr>
      </w:pPr>
    </w:p>
    <w:p w:rsidR="00A65177" w:rsidRDefault="00A65177" w:rsidP="001F2DA6">
      <w:pPr>
        <w:tabs>
          <w:tab w:val="left" w:pos="7950"/>
        </w:tabs>
        <w:spacing w:line="240" w:lineRule="auto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 </w:t>
      </w:r>
    </w:p>
    <w:p w:rsidR="00A65177" w:rsidRPr="001F2DA6" w:rsidRDefault="00A65177" w:rsidP="001F2DA6">
      <w:pPr>
        <w:tabs>
          <w:tab w:val="left" w:pos="7950"/>
        </w:tabs>
        <w:spacing w:line="240" w:lineRule="auto"/>
        <w:rPr>
          <w:sz w:val="20"/>
          <w:szCs w:val="20"/>
        </w:rPr>
      </w:pPr>
    </w:p>
    <w:p w:rsidR="00A65177" w:rsidRDefault="00A65177" w:rsidP="009318D3">
      <w:pPr>
        <w:tabs>
          <w:tab w:val="left" w:pos="795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A65177" w:rsidRPr="009318D3" w:rsidRDefault="00A65177" w:rsidP="00DE7993">
      <w:pPr>
        <w:tabs>
          <w:tab w:val="left" w:pos="2130"/>
          <w:tab w:val="center" w:pos="4701"/>
        </w:tabs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br w:type="textWrapping" w:clear="all"/>
      </w:r>
    </w:p>
    <w:sectPr w:rsidR="00A65177" w:rsidRPr="009318D3" w:rsidSect="00C13822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B6D70"/>
    <w:multiLevelType w:val="hybridMultilevel"/>
    <w:tmpl w:val="DCF0A57C"/>
    <w:lvl w:ilvl="0" w:tplc="BD46B360">
      <w:start w:val="1"/>
      <w:numFmt w:val="decimal"/>
      <w:lvlText w:val="%1-"/>
      <w:lvlJc w:val="left"/>
      <w:pPr>
        <w:ind w:left="39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110" w:hanging="360"/>
      </w:pPr>
    </w:lvl>
    <w:lvl w:ilvl="2" w:tplc="041F001B">
      <w:start w:val="1"/>
      <w:numFmt w:val="lowerRoman"/>
      <w:lvlText w:val="%3."/>
      <w:lvlJc w:val="right"/>
      <w:pPr>
        <w:ind w:left="1830" w:hanging="180"/>
      </w:pPr>
    </w:lvl>
    <w:lvl w:ilvl="3" w:tplc="041F000F">
      <w:start w:val="1"/>
      <w:numFmt w:val="decimal"/>
      <w:lvlText w:val="%4."/>
      <w:lvlJc w:val="left"/>
      <w:pPr>
        <w:ind w:left="2550" w:hanging="360"/>
      </w:pPr>
    </w:lvl>
    <w:lvl w:ilvl="4" w:tplc="041F0019">
      <w:start w:val="1"/>
      <w:numFmt w:val="lowerLetter"/>
      <w:lvlText w:val="%5."/>
      <w:lvlJc w:val="left"/>
      <w:pPr>
        <w:ind w:left="3270" w:hanging="360"/>
      </w:pPr>
    </w:lvl>
    <w:lvl w:ilvl="5" w:tplc="041F001B">
      <w:start w:val="1"/>
      <w:numFmt w:val="lowerRoman"/>
      <w:lvlText w:val="%6."/>
      <w:lvlJc w:val="right"/>
      <w:pPr>
        <w:ind w:left="3990" w:hanging="180"/>
      </w:pPr>
    </w:lvl>
    <w:lvl w:ilvl="6" w:tplc="041F000F">
      <w:start w:val="1"/>
      <w:numFmt w:val="decimal"/>
      <w:lvlText w:val="%7."/>
      <w:lvlJc w:val="left"/>
      <w:pPr>
        <w:ind w:left="4710" w:hanging="360"/>
      </w:pPr>
    </w:lvl>
    <w:lvl w:ilvl="7" w:tplc="041F0019">
      <w:start w:val="1"/>
      <w:numFmt w:val="lowerLetter"/>
      <w:lvlText w:val="%8."/>
      <w:lvlJc w:val="left"/>
      <w:pPr>
        <w:ind w:left="5430" w:hanging="360"/>
      </w:pPr>
    </w:lvl>
    <w:lvl w:ilvl="8" w:tplc="041F001B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441E"/>
    <w:rsid w:val="00001641"/>
    <w:rsid w:val="00057DD6"/>
    <w:rsid w:val="000C28AF"/>
    <w:rsid w:val="00151B04"/>
    <w:rsid w:val="00161F9C"/>
    <w:rsid w:val="00182769"/>
    <w:rsid w:val="00191304"/>
    <w:rsid w:val="001A3316"/>
    <w:rsid w:val="001F2DA6"/>
    <w:rsid w:val="00296137"/>
    <w:rsid w:val="002F4763"/>
    <w:rsid w:val="00320404"/>
    <w:rsid w:val="00344E65"/>
    <w:rsid w:val="003E55E5"/>
    <w:rsid w:val="0042441E"/>
    <w:rsid w:val="0047670E"/>
    <w:rsid w:val="004A7335"/>
    <w:rsid w:val="004B10B1"/>
    <w:rsid w:val="00521194"/>
    <w:rsid w:val="005421DD"/>
    <w:rsid w:val="0055204A"/>
    <w:rsid w:val="0058129D"/>
    <w:rsid w:val="005B03CE"/>
    <w:rsid w:val="005C0D0E"/>
    <w:rsid w:val="00626955"/>
    <w:rsid w:val="006743ED"/>
    <w:rsid w:val="006C5900"/>
    <w:rsid w:val="00746D0E"/>
    <w:rsid w:val="007848F8"/>
    <w:rsid w:val="008038EC"/>
    <w:rsid w:val="00810E24"/>
    <w:rsid w:val="00852DFB"/>
    <w:rsid w:val="008703FD"/>
    <w:rsid w:val="00894A64"/>
    <w:rsid w:val="008B3462"/>
    <w:rsid w:val="008C29E0"/>
    <w:rsid w:val="009318D3"/>
    <w:rsid w:val="009918AA"/>
    <w:rsid w:val="009B37CA"/>
    <w:rsid w:val="00A115F8"/>
    <w:rsid w:val="00A121A5"/>
    <w:rsid w:val="00A65177"/>
    <w:rsid w:val="00AA109A"/>
    <w:rsid w:val="00B04DD4"/>
    <w:rsid w:val="00B05184"/>
    <w:rsid w:val="00B868BB"/>
    <w:rsid w:val="00BF2CC8"/>
    <w:rsid w:val="00C13822"/>
    <w:rsid w:val="00CD15D5"/>
    <w:rsid w:val="00D071BE"/>
    <w:rsid w:val="00D25BA0"/>
    <w:rsid w:val="00DB4DB5"/>
    <w:rsid w:val="00DE7993"/>
    <w:rsid w:val="00ED4765"/>
    <w:rsid w:val="00F446DB"/>
    <w:rsid w:val="00F564DB"/>
    <w:rsid w:val="00F62B3B"/>
    <w:rsid w:val="00F62DD8"/>
    <w:rsid w:val="00FD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CE"/>
    <w:pPr>
      <w:spacing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3462"/>
    <w:pPr>
      <w:ind w:left="720"/>
    </w:pPr>
  </w:style>
  <w:style w:type="table" w:styleId="TableGrid">
    <w:name w:val="Table Grid"/>
    <w:basedOn w:val="TableNormal"/>
    <w:uiPriority w:val="99"/>
    <w:rsid w:val="0032040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E79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B37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edebiyatogretmeni.ne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391</TotalTime>
  <Pages>3</Pages>
  <Words>1874</Words>
  <Characters>10688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DATRON PL5C</dc:creator>
  <cp:keywords/>
  <dc:description/>
  <cp:lastModifiedBy>user</cp:lastModifiedBy>
  <cp:revision>18</cp:revision>
  <dcterms:created xsi:type="dcterms:W3CDTF">2008-11-03T17:46:00Z</dcterms:created>
  <dcterms:modified xsi:type="dcterms:W3CDTF">2008-11-09T02:52:00Z</dcterms:modified>
</cp:coreProperties>
</file>